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FF2500" w:rsidP="00B722E7">
      <w:pPr>
        <w:pStyle w:val="Heading1"/>
      </w:pPr>
      <w:r w:rsidRPr="00FF2500">
        <w:t>Up And Around Fan Fawr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BF7C80">
        <w:rPr>
          <w:rFonts w:eastAsia="Times New Roman"/>
          <w:b w:val="0"/>
        </w:rPr>
        <w:t>22nd April 2006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BF7C80">
        <w:rPr>
          <w:rFonts w:eastAsia="Times New Roman"/>
          <w:b w:val="0"/>
        </w:rPr>
        <w:t>25.7 miles, 8315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BF7C80">
        <w:rPr>
          <w:b w:val="0"/>
        </w:rPr>
        <w:t>Bob Smith</w:t>
      </w:r>
    </w:p>
    <w:p w:rsidR="0091399A" w:rsidRPr="00BF7C80" w:rsidRDefault="00712ABC" w:rsidP="00BF7C80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38094C" w:rsidRDefault="00D30D4B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Start at the </w:t>
      </w:r>
      <w:r w:rsidR="008769B7">
        <w:rPr>
          <w:sz w:val="28"/>
          <w:szCs w:val="28"/>
        </w:rPr>
        <w:t>Storey Arms (n</w:t>
      </w:r>
      <w:r>
        <w:rPr>
          <w:sz w:val="28"/>
          <w:szCs w:val="28"/>
        </w:rPr>
        <w:t>orth</w:t>
      </w:r>
      <w:r w:rsidRPr="00D30D4B">
        <w:rPr>
          <w:sz w:val="28"/>
          <w:szCs w:val="28"/>
        </w:rPr>
        <w:t>) car park</w:t>
      </w:r>
      <w:r>
        <w:rPr>
          <w:sz w:val="28"/>
          <w:szCs w:val="28"/>
        </w:rPr>
        <w:t xml:space="preserve">  at </w:t>
      </w:r>
      <w:r w:rsidRPr="00D30D4B">
        <w:rPr>
          <w:sz w:val="28"/>
          <w:szCs w:val="28"/>
        </w:rPr>
        <w:t>(SN 982 203)</w:t>
      </w:r>
    </w:p>
    <w:p w:rsidR="0038094C" w:rsidRDefault="0038094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</w:t>
      </w:r>
      <w:r w:rsidR="00D30D4B" w:rsidRPr="00D30D4B">
        <w:rPr>
          <w:sz w:val="28"/>
          <w:szCs w:val="28"/>
        </w:rPr>
        <w:t xml:space="preserve">ummit of </w:t>
      </w:r>
      <w:r>
        <w:rPr>
          <w:sz w:val="28"/>
          <w:szCs w:val="28"/>
        </w:rPr>
        <w:t>Fan Fawr, Fan Fawr Trig Point</w:t>
      </w:r>
    </w:p>
    <w:p w:rsidR="00D511BF" w:rsidRDefault="0038094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</w:t>
      </w:r>
      <w:r w:rsidR="00D30D4B" w:rsidRPr="00D30D4B">
        <w:rPr>
          <w:sz w:val="28"/>
          <w:szCs w:val="28"/>
        </w:rPr>
        <w:t>outh-westwards down Pant Gilfach-wen (</w:t>
      </w:r>
      <w:r w:rsidR="00D511BF">
        <w:rPr>
          <w:sz w:val="28"/>
          <w:szCs w:val="28"/>
        </w:rPr>
        <w:t>south-west ridge of Fan Fawr)</w:t>
      </w:r>
    </w:p>
    <w:p w:rsidR="00D511BF" w:rsidRDefault="00D511BF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W</w:t>
      </w:r>
      <w:r w:rsidR="00D30D4B" w:rsidRPr="00D30D4B">
        <w:rPr>
          <w:sz w:val="28"/>
          <w:szCs w:val="28"/>
        </w:rPr>
        <w:t>est across Afon Dringarth jus</w:t>
      </w:r>
      <w:r>
        <w:rPr>
          <w:sz w:val="28"/>
          <w:szCs w:val="28"/>
        </w:rPr>
        <w:t>t below Ystradfellte Reservoir</w:t>
      </w:r>
    </w:p>
    <w:p w:rsidR="009056D0" w:rsidRDefault="00D30D4B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9056D0">
        <w:rPr>
          <w:sz w:val="28"/>
          <w:szCs w:val="28"/>
        </w:rPr>
        <w:t>Across south ri</w:t>
      </w:r>
      <w:r w:rsidR="00D511BF" w:rsidRPr="009056D0">
        <w:rPr>
          <w:sz w:val="28"/>
          <w:szCs w:val="28"/>
        </w:rPr>
        <w:t>dge of Fan Llia (Cefn Perfedd)</w:t>
      </w:r>
      <w:r w:rsidR="009056D0" w:rsidRPr="009056D0">
        <w:rPr>
          <w:sz w:val="28"/>
          <w:szCs w:val="28"/>
        </w:rPr>
        <w:t xml:space="preserve">. </w:t>
      </w:r>
      <w:r w:rsidRPr="009056D0">
        <w:rPr>
          <w:sz w:val="28"/>
          <w:szCs w:val="28"/>
        </w:rPr>
        <w:t>Across Afon Llia at (</w:t>
      </w:r>
      <w:r w:rsidR="008150CF" w:rsidRPr="009056D0">
        <w:rPr>
          <w:sz w:val="28"/>
          <w:szCs w:val="28"/>
        </w:rPr>
        <w:t xml:space="preserve">SN </w:t>
      </w:r>
      <w:r w:rsidR="009056D0">
        <w:rPr>
          <w:sz w:val="28"/>
          <w:szCs w:val="28"/>
        </w:rPr>
        <w:t>927 165)</w:t>
      </w:r>
    </w:p>
    <w:p w:rsidR="009056D0" w:rsidRDefault="009056D0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</w:t>
      </w:r>
      <w:r w:rsidR="00D30D4B" w:rsidRPr="009056D0">
        <w:rPr>
          <w:sz w:val="28"/>
          <w:szCs w:val="28"/>
        </w:rPr>
        <w:t>o</w:t>
      </w:r>
      <w:r>
        <w:rPr>
          <w:sz w:val="28"/>
          <w:szCs w:val="28"/>
        </w:rPr>
        <w:t>uth on track up to minor road, minor r</w:t>
      </w:r>
      <w:r w:rsidR="00D30D4B" w:rsidRPr="009056D0">
        <w:rPr>
          <w:sz w:val="28"/>
          <w:szCs w:val="28"/>
        </w:rPr>
        <w:t>oad north for short way to (</w:t>
      </w:r>
      <w:r>
        <w:rPr>
          <w:sz w:val="28"/>
          <w:szCs w:val="28"/>
        </w:rPr>
        <w:t>SN 925 166)</w:t>
      </w:r>
    </w:p>
    <w:p w:rsidR="004A3D88" w:rsidRDefault="00D30D4B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9056D0">
        <w:rPr>
          <w:sz w:val="28"/>
          <w:szCs w:val="28"/>
        </w:rPr>
        <w:t>Track south-west through forestry to Maen Madoc, conti</w:t>
      </w:r>
      <w:r w:rsidR="00551067">
        <w:rPr>
          <w:sz w:val="28"/>
          <w:szCs w:val="28"/>
        </w:rPr>
        <w:t>nue south-west to cross Afon Ned</w:t>
      </w:r>
      <w:r w:rsidRPr="009056D0">
        <w:rPr>
          <w:sz w:val="28"/>
          <w:szCs w:val="28"/>
        </w:rPr>
        <w:t>d at (</w:t>
      </w:r>
      <w:r w:rsidR="004A3D88">
        <w:rPr>
          <w:sz w:val="28"/>
          <w:szCs w:val="28"/>
        </w:rPr>
        <w:t>SN 911 148)</w:t>
      </w:r>
    </w:p>
    <w:p w:rsidR="004A3D88" w:rsidRDefault="004A3D88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</w:t>
      </w:r>
      <w:r w:rsidR="00D30D4B" w:rsidRPr="009056D0">
        <w:rPr>
          <w:sz w:val="28"/>
          <w:szCs w:val="28"/>
        </w:rPr>
        <w:t>outh-west up to track junction, north-west across Sand Hill then</w:t>
      </w:r>
      <w:r>
        <w:rPr>
          <w:sz w:val="28"/>
          <w:szCs w:val="28"/>
        </w:rPr>
        <w:t xml:space="preserve"> south-west to reach Penwyllt</w:t>
      </w:r>
    </w:p>
    <w:p w:rsidR="004A3D88" w:rsidRDefault="004A3D88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</w:t>
      </w:r>
      <w:r w:rsidR="00D30D4B" w:rsidRPr="009056D0">
        <w:rPr>
          <w:sz w:val="28"/>
          <w:szCs w:val="28"/>
        </w:rPr>
        <w:t>orth</w:t>
      </w:r>
      <w:r>
        <w:rPr>
          <w:sz w:val="28"/>
          <w:szCs w:val="28"/>
        </w:rPr>
        <w:t>-north-west to Pwllcoediog Farm.</w:t>
      </w:r>
    </w:p>
    <w:p w:rsidR="004A3D88" w:rsidRDefault="00D30D4B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9056D0">
        <w:rPr>
          <w:sz w:val="28"/>
          <w:szCs w:val="28"/>
        </w:rPr>
        <w:t>Track then paths via Chapel to reach A4067 at (</w:t>
      </w:r>
      <w:r w:rsidR="004A3D88">
        <w:rPr>
          <w:sz w:val="28"/>
          <w:szCs w:val="28"/>
        </w:rPr>
        <w:t>SN 847 169)</w:t>
      </w:r>
    </w:p>
    <w:p w:rsidR="00D77D8C" w:rsidRDefault="004A3D88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</w:t>
      </w:r>
      <w:r w:rsidR="00D30D4B" w:rsidRPr="009056D0">
        <w:rPr>
          <w:sz w:val="28"/>
          <w:szCs w:val="28"/>
        </w:rPr>
        <w:t>orth-east up A4067 for short way to Tafarn-y-Garreg, north-north-west then north-west u</w:t>
      </w:r>
      <w:r w:rsidR="00D77D8C">
        <w:rPr>
          <w:sz w:val="28"/>
          <w:szCs w:val="28"/>
        </w:rPr>
        <w:t>p onto south ridge of Fan Hir</w:t>
      </w:r>
    </w:p>
    <w:p w:rsidR="00D77D8C" w:rsidRDefault="00D77D8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</w:t>
      </w:r>
      <w:r w:rsidR="00D30D4B" w:rsidRPr="009056D0">
        <w:rPr>
          <w:sz w:val="28"/>
          <w:szCs w:val="28"/>
        </w:rPr>
        <w:t xml:space="preserve">orth to summit </w:t>
      </w:r>
      <w:r>
        <w:rPr>
          <w:sz w:val="28"/>
          <w:szCs w:val="28"/>
        </w:rPr>
        <w:t>of Fan Hir, Bwlch Giedd, descend</w:t>
      </w:r>
      <w:r w:rsidR="00D30D4B" w:rsidRPr="009056D0">
        <w:rPr>
          <w:sz w:val="28"/>
          <w:szCs w:val="28"/>
        </w:rPr>
        <w:t xml:space="preserve"> to s</w:t>
      </w:r>
      <w:r>
        <w:rPr>
          <w:sz w:val="28"/>
          <w:szCs w:val="28"/>
        </w:rPr>
        <w:t>outh outflow of Llyn y Fan Fawr</w:t>
      </w:r>
    </w:p>
    <w:p w:rsidR="00D77D8C" w:rsidRDefault="00D77D8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</w:t>
      </w:r>
      <w:r w:rsidR="00D30D4B" w:rsidRPr="009056D0">
        <w:rPr>
          <w:sz w:val="28"/>
          <w:szCs w:val="28"/>
        </w:rPr>
        <w:t>outh-east beside Nant y Llyn to cross minor road at (</w:t>
      </w:r>
      <w:r>
        <w:rPr>
          <w:sz w:val="28"/>
          <w:szCs w:val="28"/>
        </w:rPr>
        <w:t>SN 853 202)</w:t>
      </w:r>
    </w:p>
    <w:p w:rsidR="009C5D40" w:rsidRDefault="00D77D8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E</w:t>
      </w:r>
      <w:r w:rsidR="00D30D4B" w:rsidRPr="009056D0">
        <w:rPr>
          <w:sz w:val="28"/>
          <w:szCs w:val="28"/>
        </w:rPr>
        <w:t>ast to crest ridge of Cefn Cul then south-east to join A4067 at (</w:t>
      </w:r>
      <w:r w:rsidR="009C5D40">
        <w:rPr>
          <w:sz w:val="28"/>
          <w:szCs w:val="28"/>
        </w:rPr>
        <w:t>SN 871 195)</w:t>
      </w:r>
    </w:p>
    <w:p w:rsidR="009C5D40" w:rsidRDefault="009C5D40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</w:t>
      </w:r>
      <w:r w:rsidR="00D30D4B" w:rsidRPr="009056D0">
        <w:rPr>
          <w:sz w:val="28"/>
          <w:szCs w:val="28"/>
        </w:rPr>
        <w:t>outh on A4067 for a few yards to (</w:t>
      </w:r>
      <w:r>
        <w:rPr>
          <w:sz w:val="28"/>
          <w:szCs w:val="28"/>
        </w:rPr>
        <w:t>SN 870 194)</w:t>
      </w:r>
    </w:p>
    <w:p w:rsidR="009C5D40" w:rsidRDefault="009C5D40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U</w:t>
      </w:r>
      <w:r w:rsidR="00D30D4B" w:rsidRPr="009056D0">
        <w:rPr>
          <w:sz w:val="28"/>
          <w:szCs w:val="28"/>
        </w:rPr>
        <w:t>phill east-south-east to summit of Fan Gyh</w:t>
      </w:r>
      <w:r>
        <w:rPr>
          <w:sz w:val="28"/>
          <w:szCs w:val="28"/>
        </w:rPr>
        <w:t>irych, east to Bwlch y Duwynt</w:t>
      </w:r>
    </w:p>
    <w:p w:rsidR="009C5D40" w:rsidRDefault="009C5D40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E</w:t>
      </w:r>
      <w:r w:rsidR="008769B7">
        <w:rPr>
          <w:sz w:val="28"/>
          <w:szCs w:val="28"/>
        </w:rPr>
        <w:t>ast then south-east to (n</w:t>
      </w:r>
      <w:r>
        <w:rPr>
          <w:sz w:val="28"/>
          <w:szCs w:val="28"/>
        </w:rPr>
        <w:t>orth</w:t>
      </w:r>
      <w:r w:rsidR="00D30D4B" w:rsidRPr="009056D0">
        <w:rPr>
          <w:sz w:val="28"/>
          <w:szCs w:val="28"/>
        </w:rPr>
        <w:t>) summit of Fan Nedd, north-east to cross minor road and r</w:t>
      </w:r>
      <w:r>
        <w:rPr>
          <w:sz w:val="28"/>
          <w:szCs w:val="28"/>
        </w:rPr>
        <w:t>each Maen Llia standing stone</w:t>
      </w:r>
    </w:p>
    <w:p w:rsidR="009C5D40" w:rsidRDefault="009C5D40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E</w:t>
      </w:r>
      <w:r w:rsidR="00D30D4B" w:rsidRPr="009056D0">
        <w:rPr>
          <w:sz w:val="28"/>
          <w:szCs w:val="28"/>
        </w:rPr>
        <w:t>astwards up and over north ridge of Fan Llia (Fan Dringarth) to descend to cross Afon Dringarth (north of Ystradfellte Reservoir) at about (</w:t>
      </w:r>
      <w:r>
        <w:rPr>
          <w:sz w:val="28"/>
          <w:szCs w:val="28"/>
        </w:rPr>
        <w:t>SN 950 189)</w:t>
      </w:r>
    </w:p>
    <w:p w:rsidR="009C5D40" w:rsidRDefault="009C5D40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E</w:t>
      </w:r>
      <w:r w:rsidR="00D30D4B" w:rsidRPr="009056D0">
        <w:rPr>
          <w:sz w:val="28"/>
          <w:szCs w:val="28"/>
        </w:rPr>
        <w:t>ast uphill to Trig Point of Fan Fawr, nor</w:t>
      </w:r>
      <w:r>
        <w:rPr>
          <w:sz w:val="28"/>
          <w:szCs w:val="28"/>
        </w:rPr>
        <w:t>th-east to summit of Fan Fawr</w:t>
      </w:r>
    </w:p>
    <w:p w:rsidR="00290B8A" w:rsidRPr="009056D0" w:rsidRDefault="009C5D40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Descend</w:t>
      </w:r>
      <w:r w:rsidR="00D30D4B" w:rsidRPr="009056D0">
        <w:rPr>
          <w:sz w:val="28"/>
          <w:szCs w:val="28"/>
        </w:rPr>
        <w:t xml:space="preserve"> north-eastwards to </w:t>
      </w:r>
      <w:r>
        <w:rPr>
          <w:sz w:val="28"/>
          <w:szCs w:val="28"/>
        </w:rPr>
        <w:t xml:space="preserve">finish at </w:t>
      </w:r>
      <w:r w:rsidR="00D30D4B" w:rsidRPr="009056D0">
        <w:rPr>
          <w:sz w:val="28"/>
          <w:szCs w:val="28"/>
        </w:rPr>
        <w:t>Storey Arms (North) car park.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BF7C80" w:rsidRPr="00BF7C80">
        <w:rPr>
          <w:rFonts w:eastAsia="Times New Roman"/>
          <w:b w:val="0"/>
        </w:rPr>
        <w:t>Bob Smith Gerry Jackson, David Williams, Nick Kaye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FF2500"/>
    <w:rsid w:val="0008166F"/>
    <w:rsid w:val="000D1346"/>
    <w:rsid w:val="000D497A"/>
    <w:rsid w:val="00107197"/>
    <w:rsid w:val="001763E8"/>
    <w:rsid w:val="00191034"/>
    <w:rsid w:val="001F0C94"/>
    <w:rsid w:val="00270489"/>
    <w:rsid w:val="00290B8A"/>
    <w:rsid w:val="002C2BD8"/>
    <w:rsid w:val="002C50BE"/>
    <w:rsid w:val="003554D4"/>
    <w:rsid w:val="0038094C"/>
    <w:rsid w:val="004A3D88"/>
    <w:rsid w:val="00551067"/>
    <w:rsid w:val="00712ABC"/>
    <w:rsid w:val="008150CF"/>
    <w:rsid w:val="008769B7"/>
    <w:rsid w:val="009056D0"/>
    <w:rsid w:val="0091399A"/>
    <w:rsid w:val="00937BF9"/>
    <w:rsid w:val="009C5D40"/>
    <w:rsid w:val="00B05024"/>
    <w:rsid w:val="00B52809"/>
    <w:rsid w:val="00B722E7"/>
    <w:rsid w:val="00B96E25"/>
    <w:rsid w:val="00BD1766"/>
    <w:rsid w:val="00BF7C80"/>
    <w:rsid w:val="00C25707"/>
    <w:rsid w:val="00C37147"/>
    <w:rsid w:val="00C80C67"/>
    <w:rsid w:val="00CB3DD5"/>
    <w:rsid w:val="00CD3D2F"/>
    <w:rsid w:val="00D30D4B"/>
    <w:rsid w:val="00D42071"/>
    <w:rsid w:val="00D511BF"/>
    <w:rsid w:val="00D77D8C"/>
    <w:rsid w:val="00D9474A"/>
    <w:rsid w:val="00DE6E48"/>
    <w:rsid w:val="00E0139E"/>
    <w:rsid w:val="00E81375"/>
    <w:rsid w:val="00EC6D06"/>
    <w:rsid w:val="00FD40E9"/>
    <w:rsid w:val="00FF2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28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2</cp:revision>
  <dcterms:created xsi:type="dcterms:W3CDTF">2023-08-29T07:12:00Z</dcterms:created>
  <dcterms:modified xsi:type="dcterms:W3CDTF">2023-08-29T07:40:00Z</dcterms:modified>
</cp:coreProperties>
</file>