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Default="000960A9" w:rsidP="00B722E7">
      <w:pPr>
        <w:pStyle w:val="Heading1"/>
      </w:pPr>
      <w:r w:rsidRPr="000960A9">
        <w:t>Lyme Regis Walk</w:t>
      </w:r>
    </w:p>
    <w:p w:rsidR="000960A9" w:rsidRPr="00712ABC" w:rsidRDefault="00C54252" w:rsidP="00B722E7">
      <w:pPr>
        <w:pStyle w:val="Heading1"/>
      </w:pPr>
      <w:r>
        <w:t>Youth Hostel weekend away 7 -</w:t>
      </w:r>
      <w:r w:rsidR="007B4101">
        <w:t xml:space="preserve"> </w:t>
      </w:r>
      <w:r w:rsidR="000960A9">
        <w:t xml:space="preserve">Day 2 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7B4101">
        <w:rPr>
          <w:rFonts w:eastAsia="Times New Roman"/>
          <w:b w:val="0"/>
        </w:rPr>
        <w:t>2nd March 1997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C54252">
        <w:rPr>
          <w:rFonts w:eastAsia="Times New Roman"/>
          <w:b w:val="0"/>
        </w:rPr>
        <w:t>16.1 miles, 2540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C54252">
        <w:rPr>
          <w:b w:val="0"/>
        </w:rPr>
        <w:t>Nick Kaye</w:t>
      </w:r>
    </w:p>
    <w:p w:rsidR="0091399A" w:rsidRPr="00C54252" w:rsidRDefault="00712ABC" w:rsidP="00C54252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8B78A3" w:rsidRPr="008B78A3" w:rsidRDefault="008B78A3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B78A3">
        <w:rPr>
          <w:sz w:val="28"/>
          <w:szCs w:val="28"/>
        </w:rPr>
        <w:t>Start at Trinity Hill car park (SY 304 954).</w:t>
      </w:r>
    </w:p>
    <w:p w:rsidR="004E15F0" w:rsidRDefault="008B78A3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B78A3">
        <w:rPr>
          <w:sz w:val="28"/>
          <w:szCs w:val="28"/>
        </w:rPr>
        <w:t>Trinity H</w:t>
      </w:r>
      <w:r w:rsidR="004E15F0">
        <w:rPr>
          <w:sz w:val="28"/>
          <w:szCs w:val="28"/>
        </w:rPr>
        <w:t>ill, south along minor road to cross</w:t>
      </w:r>
      <w:r w:rsidRPr="008B78A3">
        <w:rPr>
          <w:sz w:val="28"/>
          <w:szCs w:val="28"/>
        </w:rPr>
        <w:t>roads where turn west past Hart Grove Farm to Bul</w:t>
      </w:r>
      <w:r w:rsidR="004E15F0">
        <w:rPr>
          <w:sz w:val="28"/>
          <w:szCs w:val="28"/>
        </w:rPr>
        <w:t>moor Cross (crossroads)</w:t>
      </w:r>
    </w:p>
    <w:p w:rsidR="006A289E" w:rsidRDefault="004E15F0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8B78A3" w:rsidRPr="008B78A3">
        <w:rPr>
          <w:sz w:val="28"/>
          <w:szCs w:val="28"/>
        </w:rPr>
        <w:t>outh-south-west then south-west on track and</w:t>
      </w:r>
      <w:r w:rsidR="006A289E">
        <w:rPr>
          <w:sz w:val="28"/>
          <w:szCs w:val="28"/>
        </w:rPr>
        <w:t xml:space="preserve"> path to Higher Bruckland Farm</w:t>
      </w:r>
    </w:p>
    <w:p w:rsidR="006A289E" w:rsidRDefault="008B78A3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B78A3">
        <w:rPr>
          <w:sz w:val="28"/>
          <w:szCs w:val="28"/>
        </w:rPr>
        <w:t>Minor Road west-south-west for short way then</w:t>
      </w:r>
      <w:r w:rsidR="006A289E">
        <w:rPr>
          <w:sz w:val="28"/>
          <w:szCs w:val="28"/>
        </w:rPr>
        <w:t xml:space="preserve"> lane south to pass Haye Farm</w:t>
      </w:r>
    </w:p>
    <w:p w:rsidR="006A289E" w:rsidRDefault="006A289E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C</w:t>
      </w:r>
      <w:r w:rsidR="008B78A3" w:rsidRPr="008B78A3">
        <w:rPr>
          <w:sz w:val="28"/>
          <w:szCs w:val="28"/>
        </w:rPr>
        <w:t xml:space="preserve">ontinue on lane </w:t>
      </w:r>
      <w:r>
        <w:rPr>
          <w:sz w:val="28"/>
          <w:szCs w:val="28"/>
        </w:rPr>
        <w:t>south-south-east to join A3052</w:t>
      </w:r>
    </w:p>
    <w:p w:rsidR="006A289E" w:rsidRDefault="008B78A3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B78A3">
        <w:rPr>
          <w:sz w:val="28"/>
          <w:szCs w:val="28"/>
        </w:rPr>
        <w:t>A3052 east-south-east for short w</w:t>
      </w:r>
      <w:r w:rsidR="006A289E">
        <w:rPr>
          <w:sz w:val="28"/>
          <w:szCs w:val="28"/>
        </w:rPr>
        <w:t>ay</w:t>
      </w:r>
    </w:p>
    <w:p w:rsidR="006A289E" w:rsidRDefault="006A289E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</w:t>
      </w:r>
      <w:r w:rsidR="008B78A3" w:rsidRPr="008B78A3">
        <w:rPr>
          <w:sz w:val="28"/>
          <w:szCs w:val="28"/>
        </w:rPr>
        <w:t xml:space="preserve">hen lanes south-westwards past Heathfield Farm to </w:t>
      </w:r>
      <w:r>
        <w:rPr>
          <w:sz w:val="28"/>
          <w:szCs w:val="28"/>
        </w:rPr>
        <w:t>junction with path at (</w:t>
      </w:r>
      <w:r w:rsidR="005C49D7">
        <w:rPr>
          <w:sz w:val="28"/>
          <w:szCs w:val="28"/>
        </w:rPr>
        <w:t xml:space="preserve">SY </w:t>
      </w:r>
      <w:r>
        <w:rPr>
          <w:sz w:val="28"/>
          <w:szCs w:val="28"/>
        </w:rPr>
        <w:t>267 910)</w:t>
      </w:r>
    </w:p>
    <w:p w:rsidR="00FC6F2B" w:rsidRDefault="006A289E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P</w:t>
      </w:r>
      <w:r w:rsidR="008B78A3" w:rsidRPr="008B78A3">
        <w:rPr>
          <w:sz w:val="28"/>
          <w:szCs w:val="28"/>
        </w:rPr>
        <w:t xml:space="preserve">aths and minor roads zigzag southwards to the east of Axmouth to </w:t>
      </w:r>
      <w:r w:rsidR="00FC6F2B">
        <w:rPr>
          <w:sz w:val="28"/>
          <w:szCs w:val="28"/>
        </w:rPr>
        <w:t>reach the coast at Haven Cliff</w:t>
      </w:r>
    </w:p>
    <w:p w:rsidR="00FC6F2B" w:rsidRDefault="008B78A3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B78A3">
        <w:rPr>
          <w:sz w:val="28"/>
          <w:szCs w:val="28"/>
        </w:rPr>
        <w:t>Coast Path eastwards via Dowlands C</w:t>
      </w:r>
      <w:r w:rsidR="00FC6F2B">
        <w:rPr>
          <w:sz w:val="28"/>
          <w:szCs w:val="28"/>
        </w:rPr>
        <w:t>liffs to Lyme Regis sea front</w:t>
      </w:r>
    </w:p>
    <w:p w:rsidR="00FC6F2B" w:rsidRDefault="00FC6F2B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8B78A3" w:rsidRPr="008B78A3">
        <w:rPr>
          <w:sz w:val="28"/>
          <w:szCs w:val="28"/>
        </w:rPr>
        <w:t>orth-east then north-west (beside River Lim) through</w:t>
      </w:r>
      <w:r>
        <w:rPr>
          <w:sz w:val="28"/>
          <w:szCs w:val="28"/>
        </w:rPr>
        <w:t xml:space="preserve"> centre of Lyme Regis to Uplyme</w:t>
      </w:r>
    </w:p>
    <w:p w:rsidR="00FC6F2B" w:rsidRDefault="00FC6F2B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</w:t>
      </w:r>
      <w:r w:rsidR="008B78A3" w:rsidRPr="008B78A3">
        <w:rPr>
          <w:sz w:val="28"/>
          <w:szCs w:val="28"/>
        </w:rPr>
        <w:t>est then north-west using paths and</w:t>
      </w:r>
      <w:r>
        <w:rPr>
          <w:sz w:val="28"/>
          <w:szCs w:val="28"/>
        </w:rPr>
        <w:t xml:space="preserve"> lanes to reach Woodhouse Hill</w:t>
      </w:r>
    </w:p>
    <w:p w:rsidR="00F24C16" w:rsidRDefault="008B78A3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8B78A3">
        <w:rPr>
          <w:sz w:val="28"/>
          <w:szCs w:val="28"/>
        </w:rPr>
        <w:t>Track north-north-west up Woodhouse Hill beside and t</w:t>
      </w:r>
      <w:r w:rsidR="00F24C16">
        <w:rPr>
          <w:sz w:val="28"/>
          <w:szCs w:val="28"/>
        </w:rPr>
        <w:t>hrough forestry to Trinity Hill</w:t>
      </w:r>
    </w:p>
    <w:p w:rsidR="00290B8A" w:rsidRPr="00B96E25" w:rsidRDefault="00F24C16" w:rsidP="008B78A3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Finish at </w:t>
      </w:r>
      <w:r w:rsidR="008B78A3" w:rsidRPr="008B78A3">
        <w:rPr>
          <w:sz w:val="28"/>
          <w:szCs w:val="28"/>
        </w:rPr>
        <w:t>Trinity Hill car park (</w:t>
      </w:r>
      <w:r>
        <w:rPr>
          <w:sz w:val="28"/>
          <w:szCs w:val="28"/>
        </w:rPr>
        <w:t xml:space="preserve">SY </w:t>
      </w:r>
      <w:r w:rsidR="008B78A3" w:rsidRPr="008B78A3">
        <w:rPr>
          <w:sz w:val="28"/>
          <w:szCs w:val="28"/>
        </w:rPr>
        <w:t>304 954).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8B78A3" w:rsidRPr="008B78A3">
        <w:rPr>
          <w:rFonts w:eastAsia="Times New Roman"/>
          <w:b w:val="0"/>
        </w:rPr>
        <w:t xml:space="preserve">Nick Kaye, Mike Dixon, Molly Dixon, Gerry Jackson, Jill Wilkins, Mac Wilkins, Dave Williams, Mike James, Hannah Brown, Charles Rule, Dan Hadfield, Tim Gronow, John Short, Brian Williams, Doug </w:t>
      </w:r>
      <w:proofErr w:type="spellStart"/>
      <w:r w:rsidR="008B78A3" w:rsidRPr="008B78A3">
        <w:rPr>
          <w:rFonts w:eastAsia="Times New Roman"/>
          <w:b w:val="0"/>
        </w:rPr>
        <w:t>Aspinall</w:t>
      </w:r>
      <w:proofErr w:type="spellEnd"/>
      <w:r w:rsidR="008B78A3" w:rsidRPr="008B78A3">
        <w:rPr>
          <w:rFonts w:eastAsia="Times New Roman"/>
          <w:b w:val="0"/>
        </w:rPr>
        <w:t>, Chris Coy, Gwyn Matthews, Bob Smith, Carol Elcock, Mike Buckley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0960A9"/>
    <w:rsid w:val="0008166F"/>
    <w:rsid w:val="000960A9"/>
    <w:rsid w:val="000D1346"/>
    <w:rsid w:val="000D497A"/>
    <w:rsid w:val="00107197"/>
    <w:rsid w:val="001763E8"/>
    <w:rsid w:val="00191034"/>
    <w:rsid w:val="001F0C94"/>
    <w:rsid w:val="00270489"/>
    <w:rsid w:val="00290B8A"/>
    <w:rsid w:val="002C2BD8"/>
    <w:rsid w:val="002C50BE"/>
    <w:rsid w:val="003554D4"/>
    <w:rsid w:val="004E15F0"/>
    <w:rsid w:val="005C49D7"/>
    <w:rsid w:val="00662FF0"/>
    <w:rsid w:val="006A289E"/>
    <w:rsid w:val="006D74E7"/>
    <w:rsid w:val="00712ABC"/>
    <w:rsid w:val="007B4101"/>
    <w:rsid w:val="0084505B"/>
    <w:rsid w:val="008B78A3"/>
    <w:rsid w:val="0091399A"/>
    <w:rsid w:val="00937BF9"/>
    <w:rsid w:val="00B52809"/>
    <w:rsid w:val="00B722E7"/>
    <w:rsid w:val="00B96E25"/>
    <w:rsid w:val="00BD1766"/>
    <w:rsid w:val="00C25707"/>
    <w:rsid w:val="00C37147"/>
    <w:rsid w:val="00C54252"/>
    <w:rsid w:val="00C80C67"/>
    <w:rsid w:val="00CB3DD5"/>
    <w:rsid w:val="00CD3D2F"/>
    <w:rsid w:val="00D42071"/>
    <w:rsid w:val="00DE6E48"/>
    <w:rsid w:val="00E0139E"/>
    <w:rsid w:val="00E81375"/>
    <w:rsid w:val="00EC6D06"/>
    <w:rsid w:val="00F24C16"/>
    <w:rsid w:val="00FC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2023-08-28T20:36:00Z</dcterms:created>
  <dcterms:modified xsi:type="dcterms:W3CDTF">2023-08-28T20:37:00Z</dcterms:modified>
</cp:coreProperties>
</file>