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8C3B2F" w:rsidP="00B722E7">
      <w:pPr>
        <w:pStyle w:val="Heading1"/>
      </w:pPr>
      <w:r w:rsidRPr="008C3B2F">
        <w:t xml:space="preserve">A Walk With No Title In </w:t>
      </w:r>
      <w:proofErr w:type="gramStart"/>
      <w:r w:rsidRPr="008C3B2F">
        <w:t>The</w:t>
      </w:r>
      <w:proofErr w:type="gramEnd"/>
      <w:r w:rsidRPr="008C3B2F">
        <w:t xml:space="preserve"> Brecon Beacons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8C3B2F">
        <w:rPr>
          <w:rFonts w:eastAsia="Times New Roman"/>
          <w:b w:val="0"/>
        </w:rPr>
        <w:t>27th April 1996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8C3B2F">
        <w:rPr>
          <w:rFonts w:eastAsia="Times New Roman"/>
          <w:b w:val="0"/>
        </w:rPr>
        <w:t>25.5 miles, 5830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8C3B2F">
        <w:rPr>
          <w:b w:val="0"/>
        </w:rPr>
        <w:t>Dan Hadfield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290B8A" w:rsidRDefault="00295CCA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295CCA">
        <w:rPr>
          <w:sz w:val="28"/>
          <w:szCs w:val="28"/>
        </w:rPr>
        <w:t>Start from Talybont Reservoir Picnic Site (SO 105 209)</w:t>
      </w:r>
    </w:p>
    <w:p w:rsidR="00C50F89" w:rsidRDefault="00C50F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Pr="00C50F89">
        <w:rPr>
          <w:sz w:val="28"/>
          <w:szCs w:val="28"/>
        </w:rPr>
        <w:t>outh up minor road to Talybont Reserv</w:t>
      </w:r>
      <w:r>
        <w:rPr>
          <w:sz w:val="28"/>
          <w:szCs w:val="28"/>
        </w:rPr>
        <w:t>oir Dam Wall, across Dam Wall</w:t>
      </w:r>
    </w:p>
    <w:p w:rsidR="00B629BD" w:rsidRDefault="00C50F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Pr="00C50F89">
        <w:rPr>
          <w:sz w:val="28"/>
          <w:szCs w:val="28"/>
        </w:rPr>
        <w:t>outhwards along Taff Trail to junction with path at (</w:t>
      </w:r>
      <w:r w:rsidR="00B629BD">
        <w:rPr>
          <w:sz w:val="28"/>
          <w:szCs w:val="28"/>
        </w:rPr>
        <w:t>SO 091 172)</w:t>
      </w:r>
    </w:p>
    <w:p w:rsidR="00FB3382" w:rsidRDefault="00B629BD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</w:t>
      </w:r>
      <w:r w:rsidR="00C50F89" w:rsidRPr="00C50F89">
        <w:rPr>
          <w:sz w:val="28"/>
          <w:szCs w:val="28"/>
        </w:rPr>
        <w:t>ath westwards down through forestry then west-south-west and west on path along valley side to min</w:t>
      </w:r>
      <w:r w:rsidR="00FB3382">
        <w:rPr>
          <w:sz w:val="28"/>
          <w:szCs w:val="28"/>
        </w:rPr>
        <w:t>or road and Pont Blaen-y-glyn</w:t>
      </w:r>
    </w:p>
    <w:p w:rsidR="00FB3382" w:rsidRDefault="00FB3382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</w:t>
      </w:r>
      <w:r w:rsidR="00C50F89" w:rsidRPr="00C50F89">
        <w:rPr>
          <w:sz w:val="28"/>
          <w:szCs w:val="28"/>
        </w:rPr>
        <w:t>ollow beside Blaen-y-glyn stream northwards all the way to Aircrew Memorial below north end of Cwar y</w:t>
      </w:r>
      <w:r>
        <w:rPr>
          <w:sz w:val="28"/>
          <w:szCs w:val="28"/>
        </w:rPr>
        <w:t xml:space="preserve"> Gigfran (Waun Rydd)</w:t>
      </w:r>
    </w:p>
    <w:p w:rsidR="00FB3382" w:rsidRDefault="00FB3382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C50F89" w:rsidRPr="00C50F89">
        <w:rPr>
          <w:sz w:val="28"/>
          <w:szCs w:val="28"/>
        </w:rPr>
        <w:t>orth-west to reach edge of Beacons escarpment at (</w:t>
      </w:r>
      <w:r>
        <w:rPr>
          <w:sz w:val="28"/>
          <w:szCs w:val="28"/>
        </w:rPr>
        <w:t>SO 057 205)</w:t>
      </w:r>
    </w:p>
    <w:p w:rsidR="00FB3382" w:rsidRDefault="00C50F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C50F89">
        <w:rPr>
          <w:sz w:val="28"/>
          <w:szCs w:val="28"/>
        </w:rPr>
        <w:t>Beacons escarpment followed westwards via Fan y Big and Cribyn to summit of Pen</w:t>
      </w:r>
      <w:r w:rsidR="00FB3382">
        <w:rPr>
          <w:sz w:val="28"/>
          <w:szCs w:val="28"/>
        </w:rPr>
        <w:t xml:space="preserve"> y Fan, Corn Du, Bwlch Duwynt</w:t>
      </w:r>
    </w:p>
    <w:p w:rsidR="00735A9E" w:rsidRDefault="00FB3382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</w:t>
      </w:r>
      <w:r w:rsidR="00C50F89" w:rsidRPr="00C50F89">
        <w:rPr>
          <w:sz w:val="28"/>
          <w:szCs w:val="28"/>
        </w:rPr>
        <w:t>outhwards down Ridge (via Craig Gwaun Taf, Cefn Cul, Graig Fan Ddu, Twyn Mwyalchod, Bwlch Gwyn and Tarren Tormwnt) to join path at forestry edge at (</w:t>
      </w:r>
      <w:r w:rsidR="00735A9E">
        <w:rPr>
          <w:sz w:val="28"/>
          <w:szCs w:val="28"/>
        </w:rPr>
        <w:t xml:space="preserve">SO </w:t>
      </w:r>
      <w:r w:rsidR="00C50F89" w:rsidRPr="00C50F89">
        <w:rPr>
          <w:sz w:val="28"/>
          <w:szCs w:val="28"/>
        </w:rPr>
        <w:t>050 141)</w:t>
      </w:r>
    </w:p>
    <w:p w:rsidR="00735A9E" w:rsidRDefault="00735A9E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</w:t>
      </w:r>
      <w:r w:rsidR="00C50F89" w:rsidRPr="00C50F89">
        <w:rPr>
          <w:sz w:val="28"/>
          <w:szCs w:val="28"/>
        </w:rPr>
        <w:t>ath north-east to cross minor road to then reach 2nd minor road at (</w:t>
      </w:r>
      <w:r>
        <w:rPr>
          <w:sz w:val="28"/>
          <w:szCs w:val="28"/>
        </w:rPr>
        <w:t xml:space="preserve">SO </w:t>
      </w:r>
      <w:r w:rsidR="00C50F89" w:rsidRPr="00C50F89">
        <w:rPr>
          <w:sz w:val="28"/>
          <w:szCs w:val="28"/>
        </w:rPr>
        <w:t>054 144)</w:t>
      </w:r>
    </w:p>
    <w:p w:rsidR="00735A9E" w:rsidRDefault="00C50F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C50F89">
        <w:rPr>
          <w:sz w:val="28"/>
          <w:szCs w:val="28"/>
        </w:rPr>
        <w:t xml:space="preserve">Minor Road east between Pentwyn Reservoir and Pontsticill Reservoir to reach Dolygaer </w:t>
      </w:r>
      <w:r w:rsidR="003A32E9" w:rsidRPr="00C50F89">
        <w:rPr>
          <w:sz w:val="28"/>
          <w:szCs w:val="28"/>
        </w:rPr>
        <w:t>Outdoor</w:t>
      </w:r>
      <w:r w:rsidR="00735A9E">
        <w:rPr>
          <w:sz w:val="28"/>
          <w:szCs w:val="28"/>
        </w:rPr>
        <w:t xml:space="preserve"> Centre</w:t>
      </w:r>
    </w:p>
    <w:p w:rsidR="00735A9E" w:rsidRDefault="00735A9E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</w:t>
      </w:r>
      <w:r w:rsidR="0074713C">
        <w:rPr>
          <w:sz w:val="28"/>
          <w:szCs w:val="28"/>
        </w:rPr>
        <w:t>ath north-east up Cwm Cal</w:t>
      </w:r>
      <w:r w:rsidR="00C50F89" w:rsidRPr="00C50F89">
        <w:rPr>
          <w:sz w:val="28"/>
          <w:szCs w:val="28"/>
        </w:rPr>
        <w:t>lan to exit forestry at (</w:t>
      </w:r>
      <w:r>
        <w:rPr>
          <w:sz w:val="28"/>
          <w:szCs w:val="28"/>
        </w:rPr>
        <w:t>SO 073 154)</w:t>
      </w:r>
    </w:p>
    <w:p w:rsidR="00735A9E" w:rsidRDefault="00735A9E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C50F89" w:rsidRPr="00C50F89">
        <w:rPr>
          <w:sz w:val="28"/>
          <w:szCs w:val="28"/>
        </w:rPr>
        <w:t xml:space="preserve">orth-west up hillside </w:t>
      </w:r>
      <w:r>
        <w:rPr>
          <w:sz w:val="28"/>
          <w:szCs w:val="28"/>
        </w:rPr>
        <w:t>to summit of Bryniau Gleision</w:t>
      </w:r>
    </w:p>
    <w:p w:rsidR="00735A9E" w:rsidRDefault="00735A9E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</w:t>
      </w:r>
      <w:r w:rsidR="00C50F89" w:rsidRPr="00C50F89">
        <w:rPr>
          <w:sz w:val="28"/>
          <w:szCs w:val="28"/>
        </w:rPr>
        <w:t>ast-north-east to crags of Darren Fach, Pen</w:t>
      </w:r>
      <w:r>
        <w:rPr>
          <w:sz w:val="28"/>
          <w:szCs w:val="28"/>
        </w:rPr>
        <w:t xml:space="preserve"> Bwlch Glasgwm, Pen Rhiw-calch</w:t>
      </w:r>
    </w:p>
    <w:p w:rsidR="00D66589" w:rsidRDefault="00D665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Follow t</w:t>
      </w:r>
      <w:r w:rsidR="00C50F89" w:rsidRPr="00C50F89">
        <w:rPr>
          <w:sz w:val="28"/>
          <w:szCs w:val="28"/>
        </w:rPr>
        <w:t>rack north-eastwards along top of ridge to join path at (</w:t>
      </w:r>
      <w:r>
        <w:rPr>
          <w:sz w:val="28"/>
          <w:szCs w:val="28"/>
        </w:rPr>
        <w:t>SO 109 188)</w:t>
      </w:r>
    </w:p>
    <w:p w:rsidR="00D66589" w:rsidRDefault="00D665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Follow </w:t>
      </w:r>
      <w:r w:rsidR="00C50F89" w:rsidRPr="00C50F89">
        <w:rPr>
          <w:sz w:val="28"/>
          <w:szCs w:val="28"/>
        </w:rPr>
        <w:t xml:space="preserve">path </w:t>
      </w:r>
      <w:r>
        <w:rPr>
          <w:sz w:val="28"/>
          <w:szCs w:val="28"/>
        </w:rPr>
        <w:t>to summit of Tor y Foel</w:t>
      </w:r>
    </w:p>
    <w:p w:rsidR="00D66589" w:rsidRDefault="00D665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Descend</w:t>
      </w:r>
      <w:r w:rsidR="00C50F89" w:rsidRPr="00C50F89">
        <w:rPr>
          <w:sz w:val="28"/>
          <w:szCs w:val="28"/>
        </w:rPr>
        <w:t xml:space="preserve"> n</w:t>
      </w:r>
      <w:r>
        <w:rPr>
          <w:sz w:val="28"/>
          <w:szCs w:val="28"/>
        </w:rPr>
        <w:t>orth-north-west to minor road</w:t>
      </w:r>
    </w:p>
    <w:p w:rsidR="00D66589" w:rsidRDefault="00D665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C50F89" w:rsidRPr="00C50F89">
        <w:rPr>
          <w:sz w:val="28"/>
          <w:szCs w:val="28"/>
        </w:rPr>
        <w:t xml:space="preserve">orth-north-east on minor road for short way then path </w:t>
      </w:r>
      <w:r>
        <w:rPr>
          <w:sz w:val="28"/>
          <w:szCs w:val="28"/>
        </w:rPr>
        <w:t>west and south-west to forestry</w:t>
      </w:r>
    </w:p>
    <w:p w:rsidR="00A70896" w:rsidRDefault="00D66589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Descend</w:t>
      </w:r>
      <w:r w:rsidR="00C50F89" w:rsidRPr="00C50F89">
        <w:rPr>
          <w:sz w:val="28"/>
          <w:szCs w:val="28"/>
        </w:rPr>
        <w:t xml:space="preserve"> to cros</w:t>
      </w:r>
      <w:r w:rsidR="00A70896">
        <w:rPr>
          <w:sz w:val="28"/>
          <w:szCs w:val="28"/>
        </w:rPr>
        <w:t>s Talybont Reservoir Dam Wall</w:t>
      </w:r>
    </w:p>
    <w:p w:rsidR="00295CCA" w:rsidRPr="008C3B2F" w:rsidRDefault="00A70896" w:rsidP="008C3B2F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C50F89" w:rsidRPr="00C50F89">
        <w:rPr>
          <w:sz w:val="28"/>
          <w:szCs w:val="28"/>
        </w:rPr>
        <w:t xml:space="preserve">orth down minor road to </w:t>
      </w:r>
      <w:r>
        <w:rPr>
          <w:sz w:val="28"/>
          <w:szCs w:val="28"/>
        </w:rPr>
        <w:t xml:space="preserve">finish at </w:t>
      </w:r>
      <w:r w:rsidR="00C50F89" w:rsidRPr="00C50F89">
        <w:rPr>
          <w:sz w:val="28"/>
          <w:szCs w:val="28"/>
        </w:rPr>
        <w:t>Talybont Reservoir Picnic Site.</w:t>
      </w:r>
    </w:p>
    <w:p w:rsidR="00937BF9" w:rsidRPr="00D66589" w:rsidRDefault="00712ABC" w:rsidP="00D66589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295CCA" w:rsidRPr="00295CCA">
        <w:rPr>
          <w:rFonts w:eastAsia="Times New Roman"/>
          <w:b w:val="0"/>
        </w:rPr>
        <w:t>Dan Hadfield, Alan Abrams, Gwyn Matthews, Mike James, Da</w:t>
      </w:r>
      <w:r w:rsidR="00295CCA">
        <w:rPr>
          <w:rFonts w:eastAsia="Times New Roman"/>
          <w:b w:val="0"/>
        </w:rPr>
        <w:t>vid Williams, Nick Kaye, Dirk ?</w:t>
      </w:r>
    </w:p>
    <w:sectPr w:rsidR="00937BF9" w:rsidRPr="00D66589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8C3B2F"/>
    <w:rsid w:val="0008166F"/>
    <w:rsid w:val="00094CFB"/>
    <w:rsid w:val="000D1346"/>
    <w:rsid w:val="000D497A"/>
    <w:rsid w:val="00107197"/>
    <w:rsid w:val="001763E8"/>
    <w:rsid w:val="00191034"/>
    <w:rsid w:val="001F0C94"/>
    <w:rsid w:val="00270489"/>
    <w:rsid w:val="00290B8A"/>
    <w:rsid w:val="00295CCA"/>
    <w:rsid w:val="002C2BD8"/>
    <w:rsid w:val="002C50BE"/>
    <w:rsid w:val="003554D4"/>
    <w:rsid w:val="003A32E9"/>
    <w:rsid w:val="00712ABC"/>
    <w:rsid w:val="00735A9E"/>
    <w:rsid w:val="0074713C"/>
    <w:rsid w:val="008C3B2F"/>
    <w:rsid w:val="0091399A"/>
    <w:rsid w:val="00937BF9"/>
    <w:rsid w:val="00A70896"/>
    <w:rsid w:val="00B52809"/>
    <w:rsid w:val="00B629BD"/>
    <w:rsid w:val="00B722E7"/>
    <w:rsid w:val="00B96E25"/>
    <w:rsid w:val="00BD1766"/>
    <w:rsid w:val="00C25707"/>
    <w:rsid w:val="00C37147"/>
    <w:rsid w:val="00C50F89"/>
    <w:rsid w:val="00C80C67"/>
    <w:rsid w:val="00CB3DD5"/>
    <w:rsid w:val="00CD3D2F"/>
    <w:rsid w:val="00D42071"/>
    <w:rsid w:val="00D66589"/>
    <w:rsid w:val="00DE6E48"/>
    <w:rsid w:val="00E0139E"/>
    <w:rsid w:val="00E81375"/>
    <w:rsid w:val="00EC6D06"/>
    <w:rsid w:val="00FB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24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2</cp:revision>
  <dcterms:created xsi:type="dcterms:W3CDTF">2023-08-28T19:08:00Z</dcterms:created>
  <dcterms:modified xsi:type="dcterms:W3CDTF">2023-08-28T19:32:00Z</dcterms:modified>
</cp:coreProperties>
</file>