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B34D1B" w:rsidP="00B722E7">
      <w:pPr>
        <w:pStyle w:val="Heading1"/>
      </w:pPr>
      <w:r w:rsidRPr="00B34D1B">
        <w:t xml:space="preserve">Pain </w:t>
      </w:r>
      <w:proofErr w:type="gramStart"/>
      <w:r w:rsidRPr="00B34D1B">
        <w:t>From</w:t>
      </w:r>
      <w:proofErr w:type="gramEnd"/>
      <w:r w:rsidRPr="00B34D1B">
        <w:t xml:space="preserve"> Start To Finish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B34D1B">
        <w:rPr>
          <w:rFonts w:eastAsia="Times New Roman"/>
          <w:b w:val="0"/>
        </w:rPr>
        <w:t>15th</w:t>
      </w:r>
      <w:r w:rsidR="00B34D1B">
        <w:rPr>
          <w:rFonts w:eastAsia="Times New Roman"/>
          <w:b w:val="0"/>
          <w:vertAlign w:val="superscript"/>
        </w:rPr>
        <w:t xml:space="preserve"> </w:t>
      </w:r>
      <w:r w:rsidR="00B34D1B">
        <w:rPr>
          <w:rFonts w:eastAsia="Times New Roman"/>
          <w:b w:val="0"/>
        </w:rPr>
        <w:t>July 1995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B34D1B">
        <w:rPr>
          <w:rFonts w:eastAsia="Times New Roman"/>
          <w:b w:val="0"/>
        </w:rPr>
        <w:t>29.6 miles, 5655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B34D1B">
        <w:rPr>
          <w:b w:val="0"/>
        </w:rPr>
        <w:t>Nick Kaye</w:t>
      </w:r>
    </w:p>
    <w:p w:rsidR="0091399A" w:rsidRPr="00E71C6F" w:rsidRDefault="00712ABC" w:rsidP="00E71C6F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E65BA4" w:rsidRDefault="0041724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417246">
        <w:rPr>
          <w:sz w:val="28"/>
          <w:szCs w:val="28"/>
        </w:rPr>
        <w:t>Starting from the centre of Painscastle</w:t>
      </w:r>
      <w:r w:rsidR="00E65BA4">
        <w:rPr>
          <w:sz w:val="28"/>
          <w:szCs w:val="28"/>
        </w:rPr>
        <w:t xml:space="preserve"> at (SO 1675 4625)</w:t>
      </w:r>
    </w:p>
    <w:p w:rsidR="00E65BA4" w:rsidRDefault="0041724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417246">
        <w:rPr>
          <w:sz w:val="28"/>
          <w:szCs w:val="28"/>
        </w:rPr>
        <w:t>N</w:t>
      </w:r>
      <w:r w:rsidR="00E65BA4">
        <w:rPr>
          <w:sz w:val="28"/>
          <w:szCs w:val="28"/>
        </w:rPr>
        <w:t>orth-north-</w:t>
      </w:r>
      <w:r w:rsidRPr="00417246">
        <w:rPr>
          <w:sz w:val="28"/>
          <w:szCs w:val="28"/>
        </w:rPr>
        <w:t>west up onto e</w:t>
      </w:r>
      <w:r w:rsidR="00E65BA4">
        <w:rPr>
          <w:sz w:val="28"/>
          <w:szCs w:val="28"/>
        </w:rPr>
        <w:t>astern ridge of Llanbedr Hill</w:t>
      </w:r>
    </w:p>
    <w:p w:rsidR="00E65BA4" w:rsidRDefault="00E65BA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</w:t>
      </w:r>
      <w:r w:rsidR="00417246" w:rsidRPr="00417246">
        <w:rPr>
          <w:sz w:val="28"/>
          <w:szCs w:val="28"/>
        </w:rPr>
        <w:t>est to summit of Llanbedr Hill, north-east to</w:t>
      </w:r>
      <w:r>
        <w:rPr>
          <w:sz w:val="28"/>
          <w:szCs w:val="28"/>
        </w:rPr>
        <w:t xml:space="preserve"> summit of Red Hill, Mawn Pools</w:t>
      </w:r>
    </w:p>
    <w:p w:rsidR="00E65BA4" w:rsidRDefault="00E65BA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417246" w:rsidRPr="00417246">
        <w:rPr>
          <w:sz w:val="28"/>
          <w:szCs w:val="28"/>
        </w:rPr>
        <w:t>orth then east-north-east to s</w:t>
      </w:r>
      <w:r>
        <w:rPr>
          <w:sz w:val="28"/>
          <w:szCs w:val="28"/>
        </w:rPr>
        <w:t>ummit of Glascwm Hill, Sychcwm</w:t>
      </w:r>
    </w:p>
    <w:p w:rsidR="00864B8C" w:rsidRDefault="0041724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417246">
        <w:rPr>
          <w:sz w:val="28"/>
          <w:szCs w:val="28"/>
        </w:rPr>
        <w:t>Minor Road east via Clogga</w:t>
      </w:r>
      <w:r w:rsidR="00864B8C">
        <w:rPr>
          <w:sz w:val="28"/>
          <w:szCs w:val="28"/>
        </w:rPr>
        <w:t>u to Bwlch</w:t>
      </w:r>
    </w:p>
    <w:p w:rsidR="00973024" w:rsidRDefault="00864B8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417246" w:rsidRPr="00417246">
        <w:rPr>
          <w:sz w:val="28"/>
          <w:szCs w:val="28"/>
        </w:rPr>
        <w:t xml:space="preserve">orth to summit of Colva </w:t>
      </w:r>
      <w:r w:rsidR="00973024">
        <w:rPr>
          <w:sz w:val="28"/>
          <w:szCs w:val="28"/>
        </w:rPr>
        <w:t>Hill, Mawn Pools, Caety Traylow</w:t>
      </w:r>
    </w:p>
    <w:p w:rsidR="00973024" w:rsidRDefault="0097302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417246" w:rsidRPr="00417246">
        <w:rPr>
          <w:sz w:val="28"/>
          <w:szCs w:val="28"/>
        </w:rPr>
        <w:t>orthwards passing between Burl Hill (to east</w:t>
      </w:r>
      <w:r>
        <w:rPr>
          <w:sz w:val="28"/>
          <w:szCs w:val="28"/>
        </w:rPr>
        <w:t>)</w:t>
      </w:r>
      <w:r w:rsidR="00417246" w:rsidRPr="00417246">
        <w:rPr>
          <w:sz w:val="28"/>
          <w:szCs w:val="28"/>
        </w:rPr>
        <w:t xml:space="preserve"> and Pentre Tump (to west</w:t>
      </w:r>
      <w:r>
        <w:rPr>
          <w:sz w:val="28"/>
          <w:szCs w:val="28"/>
        </w:rPr>
        <w:t>)</w:t>
      </w:r>
    </w:p>
    <w:p w:rsidR="00973024" w:rsidRDefault="0097302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</w:t>
      </w:r>
      <w:r w:rsidR="00417246" w:rsidRPr="00417246">
        <w:rPr>
          <w:sz w:val="28"/>
          <w:szCs w:val="28"/>
        </w:rPr>
        <w:t>ath and track around C</w:t>
      </w:r>
      <w:r>
        <w:rPr>
          <w:sz w:val="28"/>
          <w:szCs w:val="28"/>
        </w:rPr>
        <w:t>astle Hill, past Pool Redding</w:t>
      </w:r>
    </w:p>
    <w:p w:rsidR="00973024" w:rsidRDefault="0097302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</w:t>
      </w:r>
      <w:r w:rsidR="00417246" w:rsidRPr="00417246">
        <w:rPr>
          <w:sz w:val="28"/>
          <w:szCs w:val="28"/>
        </w:rPr>
        <w:t>ath above Stockenny Farm to sharp bend in minor road, south</w:t>
      </w:r>
      <w:r>
        <w:rPr>
          <w:sz w:val="28"/>
          <w:szCs w:val="28"/>
        </w:rPr>
        <w:t xml:space="preserve"> to Yardro</w:t>
      </w:r>
    </w:p>
    <w:p w:rsidR="00973024" w:rsidRDefault="0097302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</w:t>
      </w:r>
      <w:r w:rsidR="00417246" w:rsidRPr="00417246">
        <w:rPr>
          <w:sz w:val="28"/>
          <w:szCs w:val="28"/>
        </w:rPr>
        <w:t>inor roads east-south-</w:t>
      </w:r>
      <w:r>
        <w:rPr>
          <w:sz w:val="28"/>
          <w:szCs w:val="28"/>
        </w:rPr>
        <w:t>east to Dolyhir, Lower Hanter</w:t>
      </w:r>
    </w:p>
    <w:p w:rsidR="00F2558E" w:rsidRDefault="0097302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417246" w:rsidRPr="00417246">
        <w:rPr>
          <w:sz w:val="28"/>
          <w:szCs w:val="28"/>
        </w:rPr>
        <w:t>outh to summit of Hanter Hill, sou</w:t>
      </w:r>
      <w:r w:rsidR="00F2558E">
        <w:rPr>
          <w:sz w:val="28"/>
          <w:szCs w:val="28"/>
        </w:rPr>
        <w:t>th to summit of Hergest Ridge</w:t>
      </w:r>
    </w:p>
    <w:p w:rsidR="00F2558E" w:rsidRDefault="00F2558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417246" w:rsidRPr="00417246">
        <w:rPr>
          <w:sz w:val="28"/>
          <w:szCs w:val="28"/>
        </w:rPr>
        <w:t>outh-west-west to Gladestry, Offa’s Dyke Path southwards over Disgwy</w:t>
      </w:r>
      <w:r>
        <w:rPr>
          <w:sz w:val="28"/>
          <w:szCs w:val="28"/>
        </w:rPr>
        <w:t>lfa Hill to Newchurch Village</w:t>
      </w:r>
    </w:p>
    <w:p w:rsidR="00F2558E" w:rsidRDefault="00F2558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</w:t>
      </w:r>
      <w:r w:rsidR="00417246" w:rsidRPr="00417246">
        <w:rPr>
          <w:sz w:val="28"/>
          <w:szCs w:val="28"/>
        </w:rPr>
        <w:t>estwards to summit of Newchurch Hill, west to cross minor r</w:t>
      </w:r>
      <w:r>
        <w:rPr>
          <w:sz w:val="28"/>
          <w:szCs w:val="28"/>
        </w:rPr>
        <w:t>oad a little south of Glasnant</w:t>
      </w:r>
    </w:p>
    <w:p w:rsidR="00F2558E" w:rsidRDefault="0041724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417246">
        <w:rPr>
          <w:sz w:val="28"/>
          <w:szCs w:val="28"/>
        </w:rPr>
        <w:t xml:space="preserve">Minor Road west for short way then south-west to summit of Bryngwyn Hill, </w:t>
      </w:r>
      <w:r w:rsidR="00F2558E">
        <w:rPr>
          <w:sz w:val="28"/>
          <w:szCs w:val="28"/>
        </w:rPr>
        <w:t>Black House Farm, Great House</w:t>
      </w:r>
    </w:p>
    <w:p w:rsidR="003C4A04" w:rsidRDefault="00F2558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</w:t>
      </w:r>
      <w:r w:rsidR="00417246" w:rsidRPr="00417246">
        <w:rPr>
          <w:sz w:val="28"/>
          <w:szCs w:val="28"/>
        </w:rPr>
        <w:t>cr</w:t>
      </w:r>
      <w:r w:rsidR="003C4A04">
        <w:rPr>
          <w:sz w:val="28"/>
          <w:szCs w:val="28"/>
        </w:rPr>
        <w:t>oss minor road, Goblaen House</w:t>
      </w:r>
    </w:p>
    <w:p w:rsidR="00290B8A" w:rsidRPr="00B96E25" w:rsidRDefault="003C4A0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</w:t>
      </w:r>
      <w:r w:rsidR="00417246" w:rsidRPr="00417246">
        <w:rPr>
          <w:sz w:val="28"/>
          <w:szCs w:val="28"/>
        </w:rPr>
        <w:t>ath south-west across hillside to finish back at Painscastle.</w:t>
      </w:r>
    </w:p>
    <w:p w:rsidR="00712ABC" w:rsidRPr="00E71C6F" w:rsidRDefault="00712ABC" w:rsidP="00DE6E48">
      <w:pPr>
        <w:pStyle w:val="Heading2"/>
        <w:tabs>
          <w:tab w:val="left" w:pos="1843"/>
        </w:tabs>
        <w:rPr>
          <w:rFonts w:eastAsia="Times New Roman"/>
        </w:rPr>
      </w:pPr>
      <w:r w:rsidRPr="00E71C6F">
        <w:rPr>
          <w:rFonts w:eastAsia="Times New Roman"/>
        </w:rPr>
        <w:t>Participants</w:t>
      </w:r>
      <w:r w:rsidR="0091399A" w:rsidRPr="00E71C6F">
        <w:rPr>
          <w:rFonts w:eastAsia="Times New Roman"/>
        </w:rPr>
        <w:t>:</w:t>
      </w:r>
      <w:r w:rsidR="00DE6E48" w:rsidRPr="00E71C6F">
        <w:rPr>
          <w:rFonts w:eastAsia="Times New Roman"/>
        </w:rPr>
        <w:tab/>
      </w:r>
      <w:r w:rsidR="00E71C6F" w:rsidRPr="00E71C6F">
        <w:rPr>
          <w:rFonts w:eastAsia="Times New Roman"/>
          <w:b w:val="0"/>
        </w:rPr>
        <w:t>Nick Kaye, Gerry Jackson, Dan Hadfield, Alan Abrams, Gwyn Matthews, Mike Buckley, Mike Dixon, NS, (DF part of way)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B34D1B"/>
    <w:rsid w:val="0008166F"/>
    <w:rsid w:val="000D1346"/>
    <w:rsid w:val="000D497A"/>
    <w:rsid w:val="00107197"/>
    <w:rsid w:val="001763E8"/>
    <w:rsid w:val="00191034"/>
    <w:rsid w:val="001E7C15"/>
    <w:rsid w:val="001F0C94"/>
    <w:rsid w:val="00270489"/>
    <w:rsid w:val="00290B8A"/>
    <w:rsid w:val="002C2BD8"/>
    <w:rsid w:val="002C50BE"/>
    <w:rsid w:val="003554D4"/>
    <w:rsid w:val="003C4A04"/>
    <w:rsid w:val="00417246"/>
    <w:rsid w:val="00644388"/>
    <w:rsid w:val="00712ABC"/>
    <w:rsid w:val="00864B8C"/>
    <w:rsid w:val="0091399A"/>
    <w:rsid w:val="00937BF9"/>
    <w:rsid w:val="00973024"/>
    <w:rsid w:val="00B34D1B"/>
    <w:rsid w:val="00B52809"/>
    <w:rsid w:val="00B722E7"/>
    <w:rsid w:val="00B96E25"/>
    <w:rsid w:val="00BD1766"/>
    <w:rsid w:val="00C25707"/>
    <w:rsid w:val="00C37147"/>
    <w:rsid w:val="00C80C67"/>
    <w:rsid w:val="00CB3DD5"/>
    <w:rsid w:val="00CD3D2F"/>
    <w:rsid w:val="00D42071"/>
    <w:rsid w:val="00DE6E48"/>
    <w:rsid w:val="00E0139E"/>
    <w:rsid w:val="00E65BA4"/>
    <w:rsid w:val="00E71C6F"/>
    <w:rsid w:val="00E81375"/>
    <w:rsid w:val="00EC6D06"/>
    <w:rsid w:val="00F2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23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1</cp:revision>
  <dcterms:created xsi:type="dcterms:W3CDTF">2023-08-27T20:15:00Z</dcterms:created>
  <dcterms:modified xsi:type="dcterms:W3CDTF">2023-08-27T20:38:00Z</dcterms:modified>
</cp:coreProperties>
</file>