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E64216" w:rsidP="00B722E7">
      <w:pPr>
        <w:pStyle w:val="Heading1"/>
      </w:pPr>
      <w:r w:rsidRPr="00E64216">
        <w:t>Twmbarlwm Down, Machen Up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E64216">
        <w:rPr>
          <w:rFonts w:eastAsia="Times New Roman"/>
          <w:b w:val="0"/>
        </w:rPr>
        <w:t>20</w:t>
      </w:r>
      <w:r w:rsidR="00317B3D" w:rsidRPr="00317B3D">
        <w:rPr>
          <w:rFonts w:eastAsia="Times New Roman"/>
          <w:b w:val="0"/>
        </w:rPr>
        <w:t>th</w:t>
      </w:r>
      <w:r w:rsidR="00317B3D">
        <w:rPr>
          <w:rFonts w:eastAsia="Times New Roman"/>
          <w:b w:val="0"/>
        </w:rPr>
        <w:t xml:space="preserve"> </w:t>
      </w:r>
      <w:r w:rsidR="00E64216">
        <w:rPr>
          <w:rFonts w:eastAsia="Times New Roman"/>
          <w:b w:val="0"/>
        </w:rPr>
        <w:t>M</w:t>
      </w:r>
      <w:r w:rsidR="00317B3D">
        <w:rPr>
          <w:rFonts w:eastAsia="Times New Roman"/>
          <w:b w:val="0"/>
        </w:rPr>
        <w:t>ay 1995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740379">
        <w:rPr>
          <w:rFonts w:eastAsia="Times New Roman"/>
          <w:b w:val="0"/>
        </w:rPr>
        <w:t>25.2 miles, 5290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B82C5F">
        <w:rPr>
          <w:b w:val="0"/>
        </w:rPr>
        <w:t>Gerry J</w:t>
      </w:r>
      <w:r w:rsidR="00740379">
        <w:rPr>
          <w:b w:val="0"/>
        </w:rPr>
        <w:t>ackson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012853" w:rsidRDefault="00012853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</w:t>
      </w:r>
      <w:r w:rsidR="00495EF8">
        <w:rPr>
          <w:sz w:val="28"/>
          <w:szCs w:val="28"/>
        </w:rPr>
        <w:t xml:space="preserve"> from Pontypool Leisure Centre c</w:t>
      </w:r>
      <w:r>
        <w:rPr>
          <w:sz w:val="28"/>
          <w:szCs w:val="28"/>
        </w:rPr>
        <w:t>ar park (SO 285 006)</w:t>
      </w:r>
    </w:p>
    <w:p w:rsidR="00B429EE" w:rsidRDefault="00012853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B82C5F" w:rsidRPr="00B82C5F">
        <w:rPr>
          <w:sz w:val="28"/>
          <w:szCs w:val="28"/>
        </w:rPr>
        <w:t>outhwards via Pontymoel and up Prescoch Lane (above and to west of Griffithstown), Mynydd Twyn-glas, Mynydd Maen, Mynydd Henllys, Twmb</w:t>
      </w:r>
      <w:r w:rsidR="00B429EE">
        <w:rPr>
          <w:sz w:val="28"/>
          <w:szCs w:val="28"/>
        </w:rPr>
        <w:t>arlwm, Pegwn-y-bwlch</w:t>
      </w:r>
    </w:p>
    <w:p w:rsidR="00B429EE" w:rsidRDefault="00DD3384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Sheep W</w:t>
      </w:r>
      <w:r w:rsidR="00B82C5F" w:rsidRPr="00B82C5F">
        <w:rPr>
          <w:sz w:val="28"/>
          <w:szCs w:val="28"/>
        </w:rPr>
        <w:t>ash, west along Risca Canal</w:t>
      </w:r>
      <w:r w:rsidR="00B429EE">
        <w:rPr>
          <w:sz w:val="28"/>
          <w:szCs w:val="28"/>
        </w:rPr>
        <w:t xml:space="preserve"> for short way, a</w:t>
      </w:r>
      <w:r w:rsidR="00B82C5F" w:rsidRPr="00B82C5F">
        <w:rPr>
          <w:sz w:val="28"/>
          <w:szCs w:val="28"/>
        </w:rPr>
        <w:t xml:space="preserve">cross Ebbw River at  </w:t>
      </w:r>
      <w:r w:rsidR="00495EF8">
        <w:rPr>
          <w:sz w:val="28"/>
          <w:szCs w:val="28"/>
        </w:rPr>
        <w:t xml:space="preserve">(ST </w:t>
      </w:r>
      <w:r w:rsidR="00B82C5F" w:rsidRPr="00B82C5F">
        <w:rPr>
          <w:sz w:val="28"/>
          <w:szCs w:val="28"/>
        </w:rPr>
        <w:t>225 913</w:t>
      </w:r>
      <w:r w:rsidR="00495EF8">
        <w:rPr>
          <w:sz w:val="28"/>
          <w:szCs w:val="28"/>
        </w:rPr>
        <w:t>)</w:t>
      </w:r>
    </w:p>
    <w:p w:rsidR="00E27841" w:rsidRDefault="00B82C5F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B82C5F">
        <w:rPr>
          <w:sz w:val="28"/>
          <w:szCs w:val="28"/>
        </w:rPr>
        <w:t>Minor Road up past Glenside, My</w:t>
      </w:r>
      <w:r w:rsidR="00B429EE">
        <w:rPr>
          <w:sz w:val="28"/>
          <w:szCs w:val="28"/>
        </w:rPr>
        <w:t>nydd Machen, west ridge of Myny</w:t>
      </w:r>
      <w:r w:rsidR="00E27841">
        <w:rPr>
          <w:sz w:val="28"/>
          <w:szCs w:val="28"/>
        </w:rPr>
        <w:t>dd Machen via Twyn Gwyn</w:t>
      </w:r>
    </w:p>
    <w:p w:rsidR="00E27841" w:rsidRDefault="00B82C5F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B82C5F">
        <w:rPr>
          <w:sz w:val="28"/>
          <w:szCs w:val="28"/>
        </w:rPr>
        <w:t>Sirhowy Valley Way track below Graig-goch to Ynys-Hywel and onto Ynysddu crossing Sirhowy River at (</w:t>
      </w:r>
      <w:r w:rsidR="00012853">
        <w:rPr>
          <w:sz w:val="28"/>
          <w:szCs w:val="28"/>
        </w:rPr>
        <w:t>ST</w:t>
      </w:r>
      <w:r w:rsidR="00F3675F">
        <w:rPr>
          <w:sz w:val="28"/>
          <w:szCs w:val="28"/>
        </w:rPr>
        <w:t> </w:t>
      </w:r>
      <w:r w:rsidRPr="00B82C5F">
        <w:rPr>
          <w:sz w:val="28"/>
          <w:szCs w:val="28"/>
        </w:rPr>
        <w:t>179</w:t>
      </w:r>
      <w:r w:rsidR="00F3675F">
        <w:rPr>
          <w:sz w:val="28"/>
          <w:szCs w:val="28"/>
        </w:rPr>
        <w:t> </w:t>
      </w:r>
      <w:r w:rsidR="00E27841">
        <w:rPr>
          <w:sz w:val="28"/>
          <w:szCs w:val="28"/>
        </w:rPr>
        <w:t>926)</w:t>
      </w:r>
    </w:p>
    <w:p w:rsidR="00D61CFE" w:rsidRDefault="00B82C5F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B82C5F">
        <w:rPr>
          <w:sz w:val="28"/>
          <w:szCs w:val="28"/>
        </w:rPr>
        <w:t>Zigzag route north-eastwards up valley side out of Yn</w:t>
      </w:r>
      <w:r w:rsidR="00D927C9">
        <w:rPr>
          <w:sz w:val="28"/>
          <w:szCs w:val="28"/>
        </w:rPr>
        <w:t>ysddu via Twyn-gwyn and Nant-y-D</w:t>
      </w:r>
      <w:r w:rsidRPr="00B82C5F">
        <w:rPr>
          <w:sz w:val="28"/>
          <w:szCs w:val="28"/>
        </w:rPr>
        <w:t>raenog Reservoir Dam Wall and C</w:t>
      </w:r>
      <w:r w:rsidR="00D61CFE">
        <w:rPr>
          <w:sz w:val="28"/>
          <w:szCs w:val="28"/>
        </w:rPr>
        <w:t>wm-cae-singrug to Mynyddislwyn</w:t>
      </w:r>
    </w:p>
    <w:p w:rsidR="00D61CFE" w:rsidRDefault="00D61CFE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</w:t>
      </w:r>
      <w:r w:rsidR="00B82C5F" w:rsidRPr="00B82C5F">
        <w:rPr>
          <w:sz w:val="28"/>
          <w:szCs w:val="28"/>
        </w:rPr>
        <w:t>astwards over ridge and down Abercarn via Craig y Crochan and crossing Ebbw River at (</w:t>
      </w:r>
      <w:r w:rsidR="00012853">
        <w:rPr>
          <w:sz w:val="28"/>
          <w:szCs w:val="28"/>
        </w:rPr>
        <w:t>ST</w:t>
      </w:r>
      <w:r w:rsidR="00F3675F">
        <w:rPr>
          <w:sz w:val="28"/>
          <w:szCs w:val="28"/>
        </w:rPr>
        <w:t xml:space="preserve"> </w:t>
      </w:r>
      <w:r w:rsidR="00B82C5F" w:rsidRPr="00B82C5F">
        <w:rPr>
          <w:sz w:val="28"/>
          <w:szCs w:val="28"/>
        </w:rPr>
        <w:t>214 944)</w:t>
      </w:r>
    </w:p>
    <w:p w:rsidR="009A0D05" w:rsidRDefault="00B82C5F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B82C5F">
        <w:rPr>
          <w:sz w:val="28"/>
          <w:szCs w:val="28"/>
        </w:rPr>
        <w:t>Across A467and then no</w:t>
      </w:r>
      <w:r w:rsidR="009A0D05">
        <w:rPr>
          <w:sz w:val="28"/>
          <w:szCs w:val="28"/>
        </w:rPr>
        <w:t>rth on B4591 for short way.</w:t>
      </w:r>
      <w:r w:rsidRPr="00B82C5F">
        <w:rPr>
          <w:sz w:val="28"/>
          <w:szCs w:val="28"/>
        </w:rPr>
        <w:t xml:space="preserve"> Minor Road th</w:t>
      </w:r>
      <w:r w:rsidR="00D61CFE">
        <w:rPr>
          <w:sz w:val="28"/>
          <w:szCs w:val="28"/>
        </w:rPr>
        <w:t>en forestry track eastwards up v</w:t>
      </w:r>
      <w:r w:rsidRPr="00B82C5F">
        <w:rPr>
          <w:sz w:val="28"/>
          <w:szCs w:val="28"/>
        </w:rPr>
        <w:t>alley of Nant Gwyddon to eventually exit forestry at (</w:t>
      </w:r>
      <w:r w:rsidR="00012853">
        <w:rPr>
          <w:sz w:val="28"/>
          <w:szCs w:val="28"/>
        </w:rPr>
        <w:t xml:space="preserve">ST </w:t>
      </w:r>
      <w:r w:rsidR="009A0D05">
        <w:rPr>
          <w:sz w:val="28"/>
          <w:szCs w:val="28"/>
        </w:rPr>
        <w:t>245 972)</w:t>
      </w:r>
    </w:p>
    <w:p w:rsidR="009A0D05" w:rsidRDefault="009A0D05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B82C5F" w:rsidRPr="00B82C5F">
        <w:rPr>
          <w:sz w:val="28"/>
          <w:szCs w:val="28"/>
        </w:rPr>
        <w:t>orth up steep hillside beside forestry boundary and across to join track above Coedcae Watkin Dafydd at about (</w:t>
      </w:r>
      <w:r w:rsidR="00012853">
        <w:rPr>
          <w:sz w:val="28"/>
          <w:szCs w:val="28"/>
        </w:rPr>
        <w:t xml:space="preserve">ST </w:t>
      </w:r>
      <w:r w:rsidR="00B82C5F" w:rsidRPr="00B82C5F">
        <w:rPr>
          <w:sz w:val="28"/>
          <w:szCs w:val="28"/>
        </w:rPr>
        <w:t>245 983</w:t>
      </w:r>
      <w:r>
        <w:rPr>
          <w:sz w:val="28"/>
          <w:szCs w:val="28"/>
        </w:rPr>
        <w:t>)</w:t>
      </w:r>
    </w:p>
    <w:p w:rsidR="009A0D05" w:rsidRDefault="00B82C5F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B82C5F">
        <w:rPr>
          <w:sz w:val="28"/>
          <w:szCs w:val="28"/>
        </w:rPr>
        <w:t>Track followed eastwards alongside forestry boundary across north</w:t>
      </w:r>
      <w:r w:rsidR="00D927C9">
        <w:rPr>
          <w:sz w:val="28"/>
          <w:szCs w:val="28"/>
        </w:rPr>
        <w:t xml:space="preserve"> side of Mynydd Llwyd and Twyn C</w:t>
      </w:r>
      <w:r w:rsidRPr="00B82C5F">
        <w:rPr>
          <w:sz w:val="28"/>
          <w:szCs w:val="28"/>
        </w:rPr>
        <w:t>alch to ev</w:t>
      </w:r>
      <w:r w:rsidR="009A0D05">
        <w:rPr>
          <w:sz w:val="28"/>
          <w:szCs w:val="28"/>
        </w:rPr>
        <w:t>entually descend to Upper Race</w:t>
      </w:r>
    </w:p>
    <w:p w:rsidR="008A41B5" w:rsidRDefault="00B82C5F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B82C5F">
        <w:rPr>
          <w:sz w:val="28"/>
          <w:szCs w:val="28"/>
        </w:rPr>
        <w:t>Minor Road via south side</w:t>
      </w:r>
      <w:r w:rsidR="008A41B5">
        <w:rPr>
          <w:sz w:val="28"/>
          <w:szCs w:val="28"/>
        </w:rPr>
        <w:t xml:space="preserve"> of Cwm Fields to Pontymoel</w:t>
      </w:r>
    </w:p>
    <w:p w:rsidR="00290B8A" w:rsidRPr="00740379" w:rsidRDefault="008A41B5" w:rsidP="0074037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B</w:t>
      </w:r>
      <w:r w:rsidR="00B82C5F" w:rsidRPr="00B82C5F">
        <w:rPr>
          <w:sz w:val="28"/>
          <w:szCs w:val="28"/>
        </w:rPr>
        <w:t xml:space="preserve">ack via outward route to </w:t>
      </w:r>
      <w:r>
        <w:rPr>
          <w:sz w:val="28"/>
          <w:szCs w:val="28"/>
        </w:rPr>
        <w:t>finish at Pontypool Leisure Centre car p</w:t>
      </w:r>
      <w:r w:rsidR="00B82C5F" w:rsidRPr="00B82C5F">
        <w:rPr>
          <w:sz w:val="28"/>
          <w:szCs w:val="28"/>
        </w:rPr>
        <w:t>ark.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B82C5F" w:rsidRPr="00B82C5F">
        <w:rPr>
          <w:b w:val="0"/>
          <w:szCs w:val="28"/>
        </w:rPr>
        <w:t>Gerry Jackson, Dan Hadfield, Alan Abrams, Gwyn Matthews, Tim Gronow, Doug Aspinall, Mike Buckley, Dave Carrivick, Ann Carrivick, Nick Kaye, NS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E64216"/>
    <w:rsid w:val="00012853"/>
    <w:rsid w:val="0008166F"/>
    <w:rsid w:val="000D1346"/>
    <w:rsid w:val="000D497A"/>
    <w:rsid w:val="00107197"/>
    <w:rsid w:val="001763E8"/>
    <w:rsid w:val="00191034"/>
    <w:rsid w:val="001F0C94"/>
    <w:rsid w:val="00270489"/>
    <w:rsid w:val="00290B8A"/>
    <w:rsid w:val="002C2BD8"/>
    <w:rsid w:val="002C50BE"/>
    <w:rsid w:val="00317B3D"/>
    <w:rsid w:val="003554D4"/>
    <w:rsid w:val="00495EF8"/>
    <w:rsid w:val="00693027"/>
    <w:rsid w:val="00712ABC"/>
    <w:rsid w:val="00740379"/>
    <w:rsid w:val="008A41B5"/>
    <w:rsid w:val="0091399A"/>
    <w:rsid w:val="00937BF9"/>
    <w:rsid w:val="009A0D05"/>
    <w:rsid w:val="00AC0431"/>
    <w:rsid w:val="00B429EE"/>
    <w:rsid w:val="00B52809"/>
    <w:rsid w:val="00B722E7"/>
    <w:rsid w:val="00B82C5F"/>
    <w:rsid w:val="00B96E25"/>
    <w:rsid w:val="00BD1766"/>
    <w:rsid w:val="00C25707"/>
    <w:rsid w:val="00C37147"/>
    <w:rsid w:val="00C80C67"/>
    <w:rsid w:val="00CB3DD5"/>
    <w:rsid w:val="00CD3D2F"/>
    <w:rsid w:val="00D42071"/>
    <w:rsid w:val="00D61CFE"/>
    <w:rsid w:val="00D927C9"/>
    <w:rsid w:val="00DD3384"/>
    <w:rsid w:val="00DE6E48"/>
    <w:rsid w:val="00E0139E"/>
    <w:rsid w:val="00E27841"/>
    <w:rsid w:val="00E64216"/>
    <w:rsid w:val="00E81375"/>
    <w:rsid w:val="00EC6D06"/>
    <w:rsid w:val="00F3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45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1</cp:revision>
  <dcterms:created xsi:type="dcterms:W3CDTF">2023-08-24T10:46:00Z</dcterms:created>
  <dcterms:modified xsi:type="dcterms:W3CDTF">2023-08-24T11:32:00Z</dcterms:modified>
</cp:coreProperties>
</file>