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1B704B" w:rsidP="00B722E7">
      <w:pPr>
        <w:pStyle w:val="Heading1"/>
      </w:pPr>
      <w:r>
        <w:t xml:space="preserve">Caerphilly Summits Challenge – </w:t>
      </w:r>
      <w:r w:rsidR="00C07F3F">
        <w:t>Marshals’ Walk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 w:rsidRPr="001B704B">
        <w:rPr>
          <w:rFonts w:eastAsia="Times New Roman"/>
          <w:b w:val="0"/>
        </w:rPr>
        <w:tab/>
      </w:r>
      <w:r w:rsidR="00DF42ED">
        <w:rPr>
          <w:rFonts w:eastAsia="Times New Roman"/>
          <w:b w:val="0"/>
        </w:rPr>
        <w:t>11</w:t>
      </w:r>
      <w:r w:rsidR="001B704B" w:rsidRPr="001B704B">
        <w:rPr>
          <w:b w:val="0"/>
        </w:rPr>
        <w:t>th J</w:t>
      </w:r>
      <w:r w:rsidR="00DF42ED">
        <w:rPr>
          <w:b w:val="0"/>
        </w:rPr>
        <w:t xml:space="preserve">une </w:t>
      </w:r>
      <w:r w:rsidR="001B704B" w:rsidRPr="001B704B">
        <w:rPr>
          <w:b w:val="0"/>
        </w:rPr>
        <w:t>1988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DF42ED">
        <w:rPr>
          <w:rFonts w:eastAsia="Times New Roman"/>
          <w:b w:val="0"/>
        </w:rPr>
        <w:t>31.5 miles, 5627</w:t>
      </w:r>
      <w:r w:rsidR="001B704B">
        <w:rPr>
          <w:rFonts w:eastAsia="Times New Roman"/>
          <w:b w:val="0"/>
        </w:rPr>
        <w:t xml:space="preserve">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1B704B">
        <w:rPr>
          <w:b w:val="0"/>
        </w:rPr>
        <w:t>Nick Kaye</w:t>
      </w:r>
    </w:p>
    <w:p w:rsidR="00712ABC" w:rsidRPr="008115FA" w:rsidRDefault="00712ABC" w:rsidP="00B722E7">
      <w:pPr>
        <w:pStyle w:val="Heading2"/>
        <w:rPr>
          <w:rFonts w:eastAsia="Times New Roman"/>
          <w:color w:val="FF0000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  <w:r w:rsidR="008115FA">
        <w:rPr>
          <w:rFonts w:eastAsia="Times New Roman"/>
        </w:rPr>
        <w:t xml:space="preserve"> </w:t>
      </w:r>
    </w:p>
    <w:p w:rsidR="00290B8A" w:rsidRPr="0001789B" w:rsidRDefault="0001789B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at Caerphilly Leisure </w:t>
      </w:r>
      <w:r w:rsidRPr="000E6C08">
        <w:rPr>
          <w:sz w:val="28"/>
          <w:szCs w:val="28"/>
        </w:rPr>
        <w:t>Centre (ST 159 878).</w:t>
      </w:r>
    </w:p>
    <w:p w:rsidR="0001789B" w:rsidRDefault="00CF459B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South-east across Virginia Park and road through Lansbury Park.</w:t>
      </w:r>
    </w:p>
    <w:p w:rsidR="00CF459B" w:rsidRDefault="00CF459B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Footpath</w:t>
      </w:r>
      <w:r w:rsidR="00D44033">
        <w:rPr>
          <w:sz w:val="28"/>
          <w:szCs w:val="28"/>
        </w:rPr>
        <w:t>s</w:t>
      </w:r>
      <w:r>
        <w:rPr>
          <w:sz w:val="28"/>
          <w:szCs w:val="28"/>
        </w:rPr>
        <w:t xml:space="preserve"> south across fields via (ST </w:t>
      </w:r>
      <w:r w:rsidR="000E6C08">
        <w:rPr>
          <w:sz w:val="28"/>
          <w:szCs w:val="28"/>
        </w:rPr>
        <w:t>173 866)</w:t>
      </w:r>
      <w:r w:rsidR="00232088">
        <w:rPr>
          <w:sz w:val="28"/>
          <w:szCs w:val="28"/>
        </w:rPr>
        <w:t xml:space="preserve"> to Van Road.</w:t>
      </w:r>
    </w:p>
    <w:p w:rsidR="00D44033" w:rsidRDefault="00D44033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across railway</w:t>
      </w:r>
      <w:r w:rsidR="00340789">
        <w:rPr>
          <w:sz w:val="28"/>
          <w:szCs w:val="28"/>
        </w:rPr>
        <w:t xml:space="preserve"> to junction with forestry track at (ST 169 862)</w:t>
      </w:r>
      <w:r w:rsidR="000B46DE">
        <w:rPr>
          <w:sz w:val="28"/>
          <w:szCs w:val="28"/>
        </w:rPr>
        <w:t>.</w:t>
      </w:r>
    </w:p>
    <w:p w:rsidR="00E25F23" w:rsidRDefault="00E25F23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</w:t>
      </w:r>
      <w:r w:rsidR="00741288">
        <w:rPr>
          <w:sz w:val="28"/>
          <w:szCs w:val="28"/>
        </w:rPr>
        <w:t>rest track and path up through T</w:t>
      </w:r>
      <w:r>
        <w:rPr>
          <w:sz w:val="28"/>
          <w:szCs w:val="28"/>
        </w:rPr>
        <w:t>he Warren</w:t>
      </w:r>
      <w:r w:rsidR="00A14D50">
        <w:rPr>
          <w:sz w:val="28"/>
          <w:szCs w:val="28"/>
        </w:rPr>
        <w:t xml:space="preserve"> to summit of Caerphilly Common.</w:t>
      </w:r>
    </w:p>
    <w:p w:rsidR="00FF5894" w:rsidRDefault="000B46DE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Paths to </w:t>
      </w:r>
      <w:r w:rsidR="00F82F5D">
        <w:rPr>
          <w:sz w:val="28"/>
          <w:szCs w:val="28"/>
        </w:rPr>
        <w:t>Waun-w</w:t>
      </w:r>
      <w:r w:rsidR="00A14D50">
        <w:rPr>
          <w:sz w:val="28"/>
          <w:szCs w:val="28"/>
        </w:rPr>
        <w:t>ael</w:t>
      </w:r>
      <w:r w:rsidR="00F90F49">
        <w:rPr>
          <w:sz w:val="28"/>
          <w:szCs w:val="28"/>
        </w:rPr>
        <w:t>ed</w:t>
      </w:r>
      <w:r w:rsidR="008F5733">
        <w:rPr>
          <w:sz w:val="28"/>
          <w:szCs w:val="28"/>
        </w:rPr>
        <w:t xml:space="preserve">. Path and road to road junction at (ST </w:t>
      </w:r>
      <w:r w:rsidR="00FF5894">
        <w:rPr>
          <w:sz w:val="28"/>
          <w:szCs w:val="28"/>
        </w:rPr>
        <w:t>142 853)</w:t>
      </w:r>
    </w:p>
    <w:p w:rsidR="00AD5AFF" w:rsidRDefault="00AD5AFF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AD5AFF">
        <w:rPr>
          <w:sz w:val="28"/>
          <w:szCs w:val="28"/>
        </w:rPr>
        <w:t>Road then path west to summit of</w:t>
      </w:r>
      <w:r>
        <w:rPr>
          <w:sz w:val="28"/>
          <w:szCs w:val="28"/>
        </w:rPr>
        <w:t xml:space="preserve"> </w:t>
      </w:r>
      <w:r w:rsidR="00F82F5D" w:rsidRPr="00AD5AFF">
        <w:rPr>
          <w:sz w:val="28"/>
          <w:szCs w:val="28"/>
        </w:rPr>
        <w:t>Craig yr Allt</w:t>
      </w:r>
      <w:r>
        <w:rPr>
          <w:sz w:val="28"/>
          <w:szCs w:val="28"/>
        </w:rPr>
        <w:t>.</w:t>
      </w:r>
    </w:p>
    <w:p w:rsidR="00A14D50" w:rsidRDefault="00AF0918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Down</w:t>
      </w:r>
      <w:r w:rsidR="00AD5AFF" w:rsidRPr="000B0AE5">
        <w:rPr>
          <w:sz w:val="28"/>
          <w:szCs w:val="28"/>
        </w:rPr>
        <w:t xml:space="preserve"> west ridge </w:t>
      </w:r>
      <w:r w:rsidR="000B0AE5" w:rsidRPr="000B0AE5">
        <w:rPr>
          <w:sz w:val="28"/>
          <w:szCs w:val="28"/>
        </w:rPr>
        <w:t xml:space="preserve">using zig-zag path and under A470 at </w:t>
      </w:r>
      <w:r w:rsidR="00F90F49" w:rsidRPr="000B0AE5">
        <w:rPr>
          <w:sz w:val="28"/>
          <w:szCs w:val="28"/>
        </w:rPr>
        <w:t>Nantgarw roundabout</w:t>
      </w:r>
      <w:r w:rsidR="001F10E5">
        <w:rPr>
          <w:sz w:val="28"/>
          <w:szCs w:val="28"/>
        </w:rPr>
        <w:t>.</w:t>
      </w:r>
    </w:p>
    <w:p w:rsidR="00142C3B" w:rsidRDefault="00142C3B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Paths and road via (ST 120 852) </w:t>
      </w:r>
      <w:r w:rsidR="001F10E5">
        <w:rPr>
          <w:sz w:val="28"/>
          <w:szCs w:val="28"/>
        </w:rPr>
        <w:t>over A470</w:t>
      </w:r>
      <w:r w:rsidR="00D90A53">
        <w:rPr>
          <w:sz w:val="28"/>
          <w:szCs w:val="28"/>
        </w:rPr>
        <w:t xml:space="preserve"> by footbridge at (ST 121853).</w:t>
      </w:r>
    </w:p>
    <w:p w:rsidR="00741288" w:rsidRDefault="00BB71D4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</w:t>
      </w:r>
      <w:r w:rsidR="00667F09">
        <w:rPr>
          <w:sz w:val="28"/>
          <w:szCs w:val="28"/>
        </w:rPr>
        <w:t>oad through Nantgarw to path junction at (ST 125 863).</w:t>
      </w:r>
    </w:p>
    <w:p w:rsidR="006920E7" w:rsidRDefault="006920E7" w:rsidP="006920E7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north-north-east to Groeswen then Rhymney Valley Ridgeway path via Ty-llwyd to summit of Mynydd Meio.</w:t>
      </w:r>
    </w:p>
    <w:p w:rsidR="00922D0B" w:rsidRDefault="00185195" w:rsidP="00922D0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Descend </w:t>
      </w:r>
      <w:r w:rsidR="00922D0B">
        <w:rPr>
          <w:sz w:val="28"/>
          <w:szCs w:val="28"/>
        </w:rPr>
        <w:t xml:space="preserve">west to road at (ST </w:t>
      </w:r>
      <w:r w:rsidR="00AF05F4">
        <w:rPr>
          <w:sz w:val="28"/>
          <w:szCs w:val="28"/>
        </w:rPr>
        <w:t>111 883)</w:t>
      </w:r>
      <w:r w:rsidR="00922D0B">
        <w:rPr>
          <w:sz w:val="28"/>
          <w:szCs w:val="28"/>
        </w:rPr>
        <w:t xml:space="preserve">, road </w:t>
      </w:r>
      <w:r w:rsidR="00AF05F4">
        <w:rPr>
          <w:sz w:val="28"/>
          <w:szCs w:val="28"/>
        </w:rPr>
        <w:t xml:space="preserve">north </w:t>
      </w:r>
      <w:r w:rsidR="00922D0B">
        <w:rPr>
          <w:sz w:val="28"/>
          <w:szCs w:val="28"/>
        </w:rPr>
        <w:t xml:space="preserve">through Eglwysilan to </w:t>
      </w:r>
      <w:r w:rsidR="00B658A2">
        <w:rPr>
          <w:sz w:val="28"/>
          <w:szCs w:val="28"/>
        </w:rPr>
        <w:t xml:space="preserve">sharp left </w:t>
      </w:r>
      <w:r w:rsidR="00922D0B">
        <w:rPr>
          <w:sz w:val="28"/>
          <w:szCs w:val="28"/>
        </w:rPr>
        <w:t>bend at (ST 099 901).</w:t>
      </w:r>
    </w:p>
    <w:p w:rsidR="00B658A2" w:rsidRDefault="00B658A2" w:rsidP="00B658A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Up to summit of Cefn Eglwysilan.</w:t>
      </w:r>
      <w:r w:rsidR="009726D5">
        <w:rPr>
          <w:sz w:val="28"/>
          <w:szCs w:val="28"/>
        </w:rPr>
        <w:t xml:space="preserve"> North to north summit and communication masts</w:t>
      </w:r>
      <w:r w:rsidR="00241609">
        <w:rPr>
          <w:sz w:val="28"/>
          <w:szCs w:val="28"/>
        </w:rPr>
        <w:t>.</w:t>
      </w:r>
    </w:p>
    <w:p w:rsidR="00241609" w:rsidRDefault="00241609" w:rsidP="00B658A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 down track to track junction at (ST 099 915)</w:t>
      </w:r>
    </w:p>
    <w:p w:rsidR="00FB52EF" w:rsidRDefault="00FB52EF" w:rsidP="00FB52E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north-east to road at (ST 110 922).</w:t>
      </w:r>
    </w:p>
    <w:p w:rsidR="006B0601" w:rsidRDefault="00FB52EF" w:rsidP="00FB52E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then path </w:t>
      </w:r>
      <w:r w:rsidR="00150BDC">
        <w:rPr>
          <w:sz w:val="28"/>
          <w:szCs w:val="28"/>
        </w:rPr>
        <w:t xml:space="preserve">east </w:t>
      </w:r>
      <w:r>
        <w:rPr>
          <w:sz w:val="28"/>
          <w:szCs w:val="28"/>
        </w:rPr>
        <w:t>to s</w:t>
      </w:r>
      <w:r w:rsidR="006B0601">
        <w:rPr>
          <w:sz w:val="28"/>
          <w:szCs w:val="28"/>
        </w:rPr>
        <w:t>ummit of Mynydd Eglwysilan.</w:t>
      </w:r>
    </w:p>
    <w:p w:rsidR="0096455E" w:rsidRDefault="006B0601" w:rsidP="00FB52E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</w:t>
      </w:r>
      <w:r w:rsidR="00150BDC">
        <w:rPr>
          <w:sz w:val="28"/>
          <w:szCs w:val="28"/>
        </w:rPr>
        <w:t xml:space="preserve">escend due east to intake wall at </w:t>
      </w:r>
      <w:r>
        <w:rPr>
          <w:sz w:val="28"/>
          <w:szCs w:val="28"/>
        </w:rPr>
        <w:t>(ST 129 925)</w:t>
      </w:r>
      <w:r w:rsidR="0096455E">
        <w:rPr>
          <w:sz w:val="28"/>
          <w:szCs w:val="28"/>
        </w:rPr>
        <w:t xml:space="preserve">. </w:t>
      </w:r>
    </w:p>
    <w:p w:rsidR="001E3040" w:rsidRDefault="0096455E" w:rsidP="00FB52E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 downhill </w:t>
      </w:r>
      <w:r w:rsidR="00D22A80">
        <w:rPr>
          <w:sz w:val="28"/>
          <w:szCs w:val="28"/>
        </w:rPr>
        <w:t>through fields, past ruined barn at (ST 137 927)</w:t>
      </w:r>
      <w:r w:rsidR="001E3040">
        <w:rPr>
          <w:sz w:val="28"/>
          <w:szCs w:val="28"/>
        </w:rPr>
        <w:t>.</w:t>
      </w:r>
    </w:p>
    <w:p w:rsidR="00150BDC" w:rsidRDefault="00D22A80" w:rsidP="00FB52E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3040">
        <w:rPr>
          <w:sz w:val="28"/>
          <w:szCs w:val="28"/>
        </w:rPr>
        <w:t>N</w:t>
      </w:r>
      <w:r>
        <w:rPr>
          <w:sz w:val="28"/>
          <w:szCs w:val="28"/>
        </w:rPr>
        <w:t xml:space="preserve">orth-east </w:t>
      </w:r>
      <w:r w:rsidR="003B3A68">
        <w:rPr>
          <w:sz w:val="28"/>
          <w:szCs w:val="28"/>
        </w:rPr>
        <w:t xml:space="preserve">down through fields to lane at bend at (ST </w:t>
      </w:r>
      <w:r w:rsidR="001E3040">
        <w:rPr>
          <w:sz w:val="28"/>
          <w:szCs w:val="28"/>
        </w:rPr>
        <w:t>140 934).</w:t>
      </w:r>
    </w:p>
    <w:p w:rsidR="00C32EB5" w:rsidRDefault="00250341" w:rsidP="007E748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</w:t>
      </w:r>
      <w:r w:rsidRPr="00380858">
        <w:rPr>
          <w:sz w:val="28"/>
          <w:szCs w:val="28"/>
        </w:rPr>
        <w:t>ast down lane</w:t>
      </w:r>
      <w:r>
        <w:rPr>
          <w:sz w:val="28"/>
          <w:szCs w:val="28"/>
        </w:rPr>
        <w:t xml:space="preserve"> to Coopers Arms and A469</w:t>
      </w:r>
      <w:r w:rsidR="00C32EB5">
        <w:rPr>
          <w:sz w:val="28"/>
          <w:szCs w:val="28"/>
        </w:rPr>
        <w:t>.</w:t>
      </w:r>
    </w:p>
    <w:p w:rsidR="00087424" w:rsidRDefault="007E7482" w:rsidP="007E748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</w:t>
      </w:r>
      <w:r w:rsidR="00D24EE8" w:rsidRPr="007E7482">
        <w:rPr>
          <w:sz w:val="28"/>
          <w:szCs w:val="28"/>
        </w:rPr>
        <w:t>cross A469 and Afon Rhymni</w:t>
      </w:r>
      <w:r w:rsidR="00FE2B03" w:rsidRPr="007E7482">
        <w:rPr>
          <w:sz w:val="28"/>
          <w:szCs w:val="28"/>
        </w:rPr>
        <w:t xml:space="preserve"> to track Junction at </w:t>
      </w:r>
      <w:r w:rsidR="0062059E" w:rsidRPr="007E7482">
        <w:rPr>
          <w:sz w:val="28"/>
          <w:szCs w:val="28"/>
        </w:rPr>
        <w:t>(ST 149 933).</w:t>
      </w:r>
    </w:p>
    <w:p w:rsidR="00F8200A" w:rsidRDefault="00F8200A" w:rsidP="007E748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north-east to road, road south-east to </w:t>
      </w:r>
      <w:r w:rsidR="004535FC">
        <w:rPr>
          <w:sz w:val="28"/>
          <w:szCs w:val="28"/>
        </w:rPr>
        <w:t>road junction</w:t>
      </w:r>
      <w:r>
        <w:rPr>
          <w:sz w:val="28"/>
          <w:szCs w:val="28"/>
        </w:rPr>
        <w:t xml:space="preserve"> at (ST 154 934).</w:t>
      </w:r>
    </w:p>
    <w:p w:rsidR="00F8200A" w:rsidRDefault="00F8200A" w:rsidP="00F8200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past Gwernau-ganol to path junction at (ST 160 935).</w:t>
      </w:r>
    </w:p>
    <w:p w:rsidR="00767C1C" w:rsidRDefault="00767C1C" w:rsidP="00767C1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Field path north to (ST 162 940) then east to lane at (ST 169 939).</w:t>
      </w:r>
    </w:p>
    <w:p w:rsidR="0033374B" w:rsidRDefault="0033374B" w:rsidP="003337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Lane then track southwards over Mynydd y Grug then eastwards along ridge to summit of Mynydd Machen.</w:t>
      </w:r>
    </w:p>
    <w:p w:rsidR="0033374B" w:rsidRDefault="0033374B" w:rsidP="003337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 to (ST 227 898) then west-south-west via Bovil-uchaf to Machen.</w:t>
      </w:r>
    </w:p>
    <w:p w:rsidR="0032039A" w:rsidRDefault="0032039A" w:rsidP="003203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AD5EB1">
        <w:rPr>
          <w:sz w:val="28"/>
          <w:szCs w:val="28"/>
        </w:rPr>
        <w:t>Across A468 then south up through forestry to lane at (ST 207 871).</w:t>
      </w:r>
    </w:p>
    <w:p w:rsidR="00F8200A" w:rsidRDefault="004B57A2" w:rsidP="00456A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Lane to Maenllwyd Inn, across road </w:t>
      </w:r>
      <w:r w:rsidR="007A4EED">
        <w:rPr>
          <w:sz w:val="28"/>
          <w:szCs w:val="28"/>
        </w:rPr>
        <w:t xml:space="preserve">and along Rhymney Valley Ridgeway path </w:t>
      </w:r>
      <w:r w:rsidR="0007712B">
        <w:rPr>
          <w:sz w:val="28"/>
          <w:szCs w:val="28"/>
        </w:rPr>
        <w:t>to path junction at (ST 193</w:t>
      </w:r>
      <w:r w:rsidR="009F2773">
        <w:rPr>
          <w:sz w:val="28"/>
          <w:szCs w:val="28"/>
        </w:rPr>
        <w:t xml:space="preserve"> 863</w:t>
      </w:r>
      <w:r w:rsidR="0007712B" w:rsidRPr="00456A2F">
        <w:rPr>
          <w:sz w:val="28"/>
          <w:szCs w:val="28"/>
        </w:rPr>
        <w:t>)</w:t>
      </w:r>
      <w:r w:rsidR="00456A2F">
        <w:rPr>
          <w:sz w:val="28"/>
          <w:szCs w:val="28"/>
        </w:rPr>
        <w:t>.</w:t>
      </w:r>
    </w:p>
    <w:p w:rsidR="00456A2F" w:rsidRDefault="00456A2F" w:rsidP="00456A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south-west then south across Nant y Cwm</w:t>
      </w:r>
      <w:r w:rsidR="00532079">
        <w:rPr>
          <w:sz w:val="28"/>
          <w:szCs w:val="28"/>
        </w:rPr>
        <w:t xml:space="preserve"> to main ridge path at (ST 194 853).</w:t>
      </w:r>
    </w:p>
    <w:p w:rsidR="00532079" w:rsidRDefault="00532079" w:rsidP="00456A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Ridge path west over summit of </w:t>
      </w:r>
      <w:r w:rsidR="005B61BB">
        <w:rPr>
          <w:sz w:val="28"/>
          <w:szCs w:val="28"/>
        </w:rPr>
        <w:t>Craig Llysfaen to road at (ST 184 850).</w:t>
      </w:r>
    </w:p>
    <w:p w:rsidR="003F2DA1" w:rsidRDefault="003F2DA1" w:rsidP="00456A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north past Cefn-onn</w:t>
      </w:r>
      <w:r w:rsidR="00725C2D">
        <w:rPr>
          <w:sz w:val="28"/>
          <w:szCs w:val="28"/>
        </w:rPr>
        <w:t xml:space="preserve"> farm to Rudry Common then summit of Mynydd Rudry.</w:t>
      </w:r>
    </w:p>
    <w:p w:rsidR="00725C2D" w:rsidRPr="00456A2F" w:rsidRDefault="00725C2D" w:rsidP="00456A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Descend northwards to path junction </w:t>
      </w:r>
      <w:r w:rsidR="00687F63">
        <w:rPr>
          <w:sz w:val="28"/>
          <w:szCs w:val="28"/>
        </w:rPr>
        <w:t>at (ST 181 874).</w:t>
      </w:r>
    </w:p>
    <w:p w:rsidR="007E7482" w:rsidRPr="007C6A84" w:rsidRDefault="00687F63" w:rsidP="007E748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west across </w:t>
      </w:r>
      <w:r w:rsidR="0031616B">
        <w:rPr>
          <w:sz w:val="28"/>
          <w:szCs w:val="28"/>
        </w:rPr>
        <w:t>Nant Gwaunybara to road at (ST 169 875</w:t>
      </w:r>
      <w:r>
        <w:rPr>
          <w:sz w:val="28"/>
          <w:szCs w:val="28"/>
        </w:rPr>
        <w:t>).</w:t>
      </w:r>
    </w:p>
    <w:p w:rsidR="00035335" w:rsidRPr="00AD5EB1" w:rsidRDefault="00035335" w:rsidP="0038085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</w:t>
      </w:r>
      <w:r w:rsidR="007C6A84">
        <w:rPr>
          <w:sz w:val="28"/>
          <w:szCs w:val="28"/>
        </w:rPr>
        <w:t>oad</w:t>
      </w:r>
      <w:r>
        <w:rPr>
          <w:sz w:val="28"/>
          <w:szCs w:val="28"/>
        </w:rPr>
        <w:t xml:space="preserve"> through </w:t>
      </w:r>
      <w:r w:rsidR="008462ED">
        <w:rPr>
          <w:sz w:val="28"/>
          <w:szCs w:val="28"/>
        </w:rPr>
        <w:t>Lansbury Park and across Virginia Park to Caerphilly Leisure Centre.</w:t>
      </w:r>
    </w:p>
    <w:p w:rsidR="00C37147" w:rsidRPr="00DE6E48" w:rsidRDefault="00C37147" w:rsidP="0029740B">
      <w:pPr>
        <w:pStyle w:val="Heading2"/>
        <w:keepNext w:val="0"/>
        <w:keepLines w:val="0"/>
        <w:widowControl w:val="0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77080B">
        <w:rPr>
          <w:rFonts w:eastAsia="Times New Roman"/>
          <w:b w:val="0"/>
        </w:rPr>
        <w:t xml:space="preserve">Very sunny </w:t>
      </w:r>
      <w:r w:rsidR="002E57D8">
        <w:rPr>
          <w:rFonts w:eastAsia="Times New Roman"/>
          <w:b w:val="0"/>
        </w:rPr>
        <w:t>and warm day, l</w:t>
      </w:r>
      <w:r w:rsidR="0077080B">
        <w:rPr>
          <w:rFonts w:eastAsia="Times New Roman"/>
          <w:b w:val="0"/>
        </w:rPr>
        <w:t>ight breeze</w:t>
      </w:r>
      <w:r w:rsidR="002E57D8">
        <w:rPr>
          <w:rFonts w:eastAsia="Times New Roman"/>
          <w:b w:val="0"/>
        </w:rPr>
        <w:t>. G</w:t>
      </w:r>
      <w:r w:rsidR="0077080B">
        <w:rPr>
          <w:rFonts w:eastAsia="Times New Roman"/>
          <w:b w:val="0"/>
        </w:rPr>
        <w:t>ood views</w:t>
      </w:r>
      <w:r w:rsidR="002E57D8">
        <w:rPr>
          <w:rFonts w:eastAsia="Times New Roman"/>
          <w:b w:val="0"/>
        </w:rPr>
        <w:t>. An excellent day out.</w:t>
      </w:r>
    </w:p>
    <w:p w:rsidR="00712ABC" w:rsidRPr="008115FA" w:rsidRDefault="00712ABC" w:rsidP="0029740B">
      <w:pPr>
        <w:pStyle w:val="Heading2"/>
        <w:keepNext w:val="0"/>
        <w:keepLines w:val="0"/>
        <w:widowControl w:val="0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1B704B">
        <w:rPr>
          <w:rFonts w:eastAsia="Times New Roman"/>
          <w:b w:val="0"/>
        </w:rPr>
        <w:t>Nick Kaye</w:t>
      </w:r>
      <w:r w:rsidR="001B704B" w:rsidRPr="008115FA">
        <w:rPr>
          <w:rFonts w:eastAsia="Times New Roman"/>
          <w:b w:val="0"/>
        </w:rPr>
        <w:t xml:space="preserve">, </w:t>
      </w:r>
      <w:r w:rsidR="008115FA" w:rsidRPr="008115FA">
        <w:rPr>
          <w:b w:val="0"/>
        </w:rPr>
        <w:t>Gerry Jackson, Mike Evans, Tim Gronow, Roger Blake, Keith Bennet, Alun Jones, Bill Harris, Jim Morris.</w:t>
      </w:r>
    </w:p>
    <w:p w:rsidR="00937BF9" w:rsidRPr="001F0C94" w:rsidRDefault="00937BF9" w:rsidP="0029740B">
      <w:pPr>
        <w:widowControl w:val="0"/>
      </w:pPr>
    </w:p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1B704B"/>
    <w:rsid w:val="0001789B"/>
    <w:rsid w:val="00025CFE"/>
    <w:rsid w:val="00035335"/>
    <w:rsid w:val="00052FB5"/>
    <w:rsid w:val="0007712B"/>
    <w:rsid w:val="0008166F"/>
    <w:rsid w:val="00087424"/>
    <w:rsid w:val="00092761"/>
    <w:rsid w:val="000B0AE5"/>
    <w:rsid w:val="000B4230"/>
    <w:rsid w:val="000B46DE"/>
    <w:rsid w:val="000C677F"/>
    <w:rsid w:val="000D1346"/>
    <w:rsid w:val="000D497A"/>
    <w:rsid w:val="000E6C08"/>
    <w:rsid w:val="000F20D3"/>
    <w:rsid w:val="00107197"/>
    <w:rsid w:val="00114BA5"/>
    <w:rsid w:val="00142C3B"/>
    <w:rsid w:val="00150BDC"/>
    <w:rsid w:val="001763E8"/>
    <w:rsid w:val="00185195"/>
    <w:rsid w:val="00191034"/>
    <w:rsid w:val="001B704B"/>
    <w:rsid w:val="001D6AD1"/>
    <w:rsid w:val="001E3040"/>
    <w:rsid w:val="001F0C94"/>
    <w:rsid w:val="001F10E5"/>
    <w:rsid w:val="00231D39"/>
    <w:rsid w:val="00232088"/>
    <w:rsid w:val="0023789D"/>
    <w:rsid w:val="00241609"/>
    <w:rsid w:val="00250341"/>
    <w:rsid w:val="00270489"/>
    <w:rsid w:val="00290B8A"/>
    <w:rsid w:val="0029740B"/>
    <w:rsid w:val="002C2BD8"/>
    <w:rsid w:val="002C50BE"/>
    <w:rsid w:val="002E57D8"/>
    <w:rsid w:val="0031616B"/>
    <w:rsid w:val="00317585"/>
    <w:rsid w:val="0032039A"/>
    <w:rsid w:val="0033374B"/>
    <w:rsid w:val="00340789"/>
    <w:rsid w:val="003554D4"/>
    <w:rsid w:val="0036574D"/>
    <w:rsid w:val="00373D32"/>
    <w:rsid w:val="00380858"/>
    <w:rsid w:val="00397973"/>
    <w:rsid w:val="003B3A68"/>
    <w:rsid w:val="003F2DA1"/>
    <w:rsid w:val="004535FC"/>
    <w:rsid w:val="00456A2F"/>
    <w:rsid w:val="00485982"/>
    <w:rsid w:val="004B57A2"/>
    <w:rsid w:val="004C78E9"/>
    <w:rsid w:val="004E1502"/>
    <w:rsid w:val="00532079"/>
    <w:rsid w:val="005356E4"/>
    <w:rsid w:val="0056466F"/>
    <w:rsid w:val="005848AF"/>
    <w:rsid w:val="005B61BB"/>
    <w:rsid w:val="0062059E"/>
    <w:rsid w:val="00631EB2"/>
    <w:rsid w:val="00667F09"/>
    <w:rsid w:val="00687F63"/>
    <w:rsid w:val="006920E7"/>
    <w:rsid w:val="006B0601"/>
    <w:rsid w:val="00712ABC"/>
    <w:rsid w:val="00722085"/>
    <w:rsid w:val="00725C2D"/>
    <w:rsid w:val="00741288"/>
    <w:rsid w:val="00767C1C"/>
    <w:rsid w:val="0077080B"/>
    <w:rsid w:val="00782A57"/>
    <w:rsid w:val="007A4EED"/>
    <w:rsid w:val="007C26DF"/>
    <w:rsid w:val="007C6A84"/>
    <w:rsid w:val="007E7482"/>
    <w:rsid w:val="008115FA"/>
    <w:rsid w:val="008462ED"/>
    <w:rsid w:val="00872190"/>
    <w:rsid w:val="008F5733"/>
    <w:rsid w:val="0091399A"/>
    <w:rsid w:val="00922D0B"/>
    <w:rsid w:val="009350CA"/>
    <w:rsid w:val="00937BF9"/>
    <w:rsid w:val="00943CCD"/>
    <w:rsid w:val="0096455E"/>
    <w:rsid w:val="009726D5"/>
    <w:rsid w:val="00981706"/>
    <w:rsid w:val="009A6EEB"/>
    <w:rsid w:val="009F2773"/>
    <w:rsid w:val="00A14D50"/>
    <w:rsid w:val="00A62CD8"/>
    <w:rsid w:val="00AD5AFF"/>
    <w:rsid w:val="00AD5EB1"/>
    <w:rsid w:val="00AF05F4"/>
    <w:rsid w:val="00AF0918"/>
    <w:rsid w:val="00B15224"/>
    <w:rsid w:val="00B52809"/>
    <w:rsid w:val="00B626D0"/>
    <w:rsid w:val="00B658A2"/>
    <w:rsid w:val="00B71A0D"/>
    <w:rsid w:val="00B722E7"/>
    <w:rsid w:val="00B96E25"/>
    <w:rsid w:val="00BB71D4"/>
    <w:rsid w:val="00BD1766"/>
    <w:rsid w:val="00C07F3F"/>
    <w:rsid w:val="00C25707"/>
    <w:rsid w:val="00C32EB5"/>
    <w:rsid w:val="00C37147"/>
    <w:rsid w:val="00C80C67"/>
    <w:rsid w:val="00CB3DD5"/>
    <w:rsid w:val="00CD3D2F"/>
    <w:rsid w:val="00CD6B04"/>
    <w:rsid w:val="00CF459B"/>
    <w:rsid w:val="00D22A80"/>
    <w:rsid w:val="00D24EE8"/>
    <w:rsid w:val="00D42071"/>
    <w:rsid w:val="00D44033"/>
    <w:rsid w:val="00D90A53"/>
    <w:rsid w:val="00D94F32"/>
    <w:rsid w:val="00DE6E48"/>
    <w:rsid w:val="00DF42ED"/>
    <w:rsid w:val="00E0139E"/>
    <w:rsid w:val="00E25F23"/>
    <w:rsid w:val="00E81375"/>
    <w:rsid w:val="00E90443"/>
    <w:rsid w:val="00EB7D93"/>
    <w:rsid w:val="00EC3CF6"/>
    <w:rsid w:val="00EC6D06"/>
    <w:rsid w:val="00F8200A"/>
    <w:rsid w:val="00F82F5D"/>
    <w:rsid w:val="00F8463D"/>
    <w:rsid w:val="00F90F49"/>
    <w:rsid w:val="00FB52EF"/>
    <w:rsid w:val="00FE2B03"/>
    <w:rsid w:val="00FF5500"/>
    <w:rsid w:val="00FF5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86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4</cp:revision>
  <dcterms:created xsi:type="dcterms:W3CDTF">2023-08-15T18:56:00Z</dcterms:created>
  <dcterms:modified xsi:type="dcterms:W3CDTF">2023-08-15T20:19:00Z</dcterms:modified>
</cp:coreProperties>
</file>