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522B78" w:rsidP="00B722E7">
      <w:pPr>
        <w:pStyle w:val="Heading1"/>
      </w:pPr>
      <w:r>
        <w:t>Went from Wood to Coast with Caer a</w:t>
      </w:r>
      <w:r w:rsidR="005A2B7E" w:rsidRPr="005A2B7E">
        <w:t>nd Castles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5A2B7E">
        <w:rPr>
          <w:rFonts w:eastAsia="Times New Roman"/>
          <w:b w:val="0"/>
        </w:rPr>
        <w:t>13th February 1988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5A2B7E">
        <w:rPr>
          <w:rFonts w:eastAsia="Times New Roman"/>
          <w:b w:val="0"/>
        </w:rPr>
        <w:t>21.7 miles, 1880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5A2B7E">
        <w:rPr>
          <w:b w:val="0"/>
        </w:rPr>
        <w:t>Gerry Jackson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522B78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Foresters’</w:t>
      </w:r>
      <w:r w:rsidR="00080E9C">
        <w:rPr>
          <w:sz w:val="28"/>
          <w:szCs w:val="28"/>
        </w:rPr>
        <w:t xml:space="preserve"> Oaks car park/picnic site (ST 428 939).</w:t>
      </w:r>
    </w:p>
    <w:p w:rsidR="00080E9C" w:rsidRDefault="00300DAD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Up to summit of Grey Hill.</w:t>
      </w:r>
      <w:r w:rsidR="00B64399">
        <w:rPr>
          <w:sz w:val="28"/>
          <w:szCs w:val="28"/>
        </w:rPr>
        <w:t xml:space="preserve"> South-westwards to Cil-voynog</w:t>
      </w:r>
      <w:r w:rsidR="00256318">
        <w:rPr>
          <w:sz w:val="28"/>
          <w:szCs w:val="28"/>
        </w:rPr>
        <w:t>.</w:t>
      </w:r>
    </w:p>
    <w:p w:rsidR="00256318" w:rsidRDefault="00B021E8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 past Penhein</w:t>
      </w:r>
      <w:r w:rsidR="00256318">
        <w:rPr>
          <w:sz w:val="28"/>
          <w:szCs w:val="28"/>
        </w:rPr>
        <w:t xml:space="preserve"> and south-east </w:t>
      </w:r>
      <w:r w:rsidR="00C44B00">
        <w:rPr>
          <w:sz w:val="28"/>
          <w:szCs w:val="28"/>
        </w:rPr>
        <w:t>through Cuhere Wood to (ST 456 925)</w:t>
      </w:r>
      <w:r w:rsidR="00AA5CDD">
        <w:rPr>
          <w:sz w:val="28"/>
          <w:szCs w:val="28"/>
        </w:rPr>
        <w:t>.</w:t>
      </w:r>
    </w:p>
    <w:p w:rsidR="00AA5CDD" w:rsidRDefault="005511EC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Roads south to A48, r</w:t>
      </w:r>
      <w:r w:rsidR="00AA5CDD">
        <w:rPr>
          <w:sz w:val="28"/>
          <w:szCs w:val="28"/>
        </w:rPr>
        <w:t>oad east into Caerwent</w:t>
      </w:r>
      <w:r>
        <w:rPr>
          <w:sz w:val="28"/>
          <w:szCs w:val="28"/>
        </w:rPr>
        <w:t xml:space="preserve"> and around south half of Roman Wall to road at (ST </w:t>
      </w:r>
      <w:r w:rsidR="00826076">
        <w:rPr>
          <w:sz w:val="28"/>
          <w:szCs w:val="28"/>
        </w:rPr>
        <w:t xml:space="preserve">471 903). </w:t>
      </w:r>
    </w:p>
    <w:p w:rsidR="00826076" w:rsidRDefault="00C43DDC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to track junction at (ST 476 897).</w:t>
      </w:r>
    </w:p>
    <w:p w:rsidR="00C43DDC" w:rsidRDefault="00C43DDC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 under M4</w:t>
      </w:r>
      <w:r w:rsidR="00072EF0">
        <w:rPr>
          <w:sz w:val="28"/>
          <w:szCs w:val="28"/>
        </w:rPr>
        <w:t xml:space="preserve"> </w:t>
      </w:r>
      <w:r w:rsidR="00072EF0">
        <w:rPr>
          <w:color w:val="FF0000"/>
          <w:sz w:val="28"/>
          <w:szCs w:val="28"/>
        </w:rPr>
        <w:t>(now M48)</w:t>
      </w:r>
      <w:r>
        <w:rPr>
          <w:sz w:val="28"/>
          <w:szCs w:val="28"/>
        </w:rPr>
        <w:t xml:space="preserve"> </w:t>
      </w:r>
      <w:r w:rsidR="00072EF0">
        <w:rPr>
          <w:sz w:val="28"/>
          <w:szCs w:val="28"/>
        </w:rPr>
        <w:t xml:space="preserve">then path south-east crossing road </w:t>
      </w:r>
      <w:r w:rsidR="002577D7">
        <w:rPr>
          <w:sz w:val="28"/>
          <w:szCs w:val="28"/>
        </w:rPr>
        <w:t>at (ST 484 886)</w:t>
      </w:r>
      <w:r w:rsidR="000915A4">
        <w:rPr>
          <w:sz w:val="28"/>
          <w:szCs w:val="28"/>
        </w:rPr>
        <w:t>.</w:t>
      </w:r>
    </w:p>
    <w:p w:rsidR="000915A4" w:rsidRDefault="000915A4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Down drive To Caldicot Castle</w:t>
      </w:r>
      <w:r w:rsidR="00296304">
        <w:rPr>
          <w:sz w:val="28"/>
          <w:szCs w:val="28"/>
        </w:rPr>
        <w:t xml:space="preserve"> and B4245 at (ST </w:t>
      </w:r>
      <w:r w:rsidR="00AE200F">
        <w:rPr>
          <w:sz w:val="28"/>
          <w:szCs w:val="28"/>
        </w:rPr>
        <w:t>489 883).</w:t>
      </w:r>
    </w:p>
    <w:p w:rsidR="00AE200F" w:rsidRDefault="00EF4A99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Roads south past Pill Farm </w:t>
      </w:r>
      <w:r w:rsidR="004569A3">
        <w:rPr>
          <w:color w:val="FF0000"/>
          <w:sz w:val="28"/>
          <w:szCs w:val="28"/>
        </w:rPr>
        <w:t xml:space="preserve">(under M4) </w:t>
      </w:r>
      <w:r>
        <w:rPr>
          <w:sz w:val="28"/>
          <w:szCs w:val="28"/>
        </w:rPr>
        <w:t>to coastal sea wall at (ST 491 873).</w:t>
      </w:r>
    </w:p>
    <w:p w:rsidR="00EF4A99" w:rsidRDefault="00D512BC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westwards along the sea wall </w:t>
      </w:r>
      <w:r w:rsidR="0024070B">
        <w:rPr>
          <w:sz w:val="28"/>
          <w:szCs w:val="28"/>
        </w:rPr>
        <w:t>to track junction at Magor Pill at (ST 436 847).</w:t>
      </w:r>
    </w:p>
    <w:p w:rsidR="000B1B7C" w:rsidRDefault="000B1B7C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 to </w:t>
      </w:r>
      <w:r w:rsidR="00200620">
        <w:rPr>
          <w:sz w:val="28"/>
          <w:szCs w:val="28"/>
        </w:rPr>
        <w:t xml:space="preserve">road at </w:t>
      </w:r>
      <w:r>
        <w:rPr>
          <w:sz w:val="28"/>
          <w:szCs w:val="28"/>
        </w:rPr>
        <w:t>Magor Pill Farm</w:t>
      </w:r>
      <w:r w:rsidR="00200620">
        <w:rPr>
          <w:sz w:val="28"/>
          <w:szCs w:val="28"/>
        </w:rPr>
        <w:t xml:space="preserve"> (ST 432 856).</w:t>
      </w:r>
    </w:p>
    <w:p w:rsidR="00200620" w:rsidRDefault="00200620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Roads through Magor to cross M4 </w:t>
      </w:r>
      <w:r w:rsidR="00DF3315">
        <w:rPr>
          <w:color w:val="FF0000"/>
          <w:sz w:val="28"/>
          <w:szCs w:val="28"/>
        </w:rPr>
        <w:t xml:space="preserve">(now M48) </w:t>
      </w:r>
      <w:r>
        <w:rPr>
          <w:sz w:val="28"/>
          <w:szCs w:val="28"/>
        </w:rPr>
        <w:t xml:space="preserve">at </w:t>
      </w:r>
      <w:r w:rsidR="00DF3315">
        <w:rPr>
          <w:sz w:val="28"/>
          <w:szCs w:val="28"/>
        </w:rPr>
        <w:t>(ST 431 878)</w:t>
      </w:r>
      <w:r w:rsidR="006C4812">
        <w:rPr>
          <w:sz w:val="28"/>
          <w:szCs w:val="28"/>
        </w:rPr>
        <w:t>.</w:t>
      </w:r>
    </w:p>
    <w:p w:rsidR="006C4812" w:rsidRDefault="006C4812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to Knollbury then field paths past Upper Grange </w:t>
      </w:r>
      <w:r w:rsidR="004C478B">
        <w:rPr>
          <w:sz w:val="28"/>
          <w:szCs w:val="28"/>
        </w:rPr>
        <w:t>to Castell Coch at (ST 420 887).</w:t>
      </w:r>
    </w:p>
    <w:p w:rsidR="004C478B" w:rsidRDefault="00376527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to path junction at (ST 418 891).</w:t>
      </w:r>
    </w:p>
    <w:p w:rsidR="00376527" w:rsidRDefault="00CD096B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 to A48 at Penhow.</w:t>
      </w:r>
    </w:p>
    <w:p w:rsidR="00CD096B" w:rsidRDefault="00CD096B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and path north-west to Parc Seymour</w:t>
      </w:r>
      <w:r w:rsidR="004A4FF8">
        <w:rPr>
          <w:sz w:val="28"/>
          <w:szCs w:val="28"/>
        </w:rPr>
        <w:t>.</w:t>
      </w:r>
    </w:p>
    <w:p w:rsidR="004A4FF8" w:rsidRDefault="004A4FF8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</w:t>
      </w:r>
      <w:r w:rsidR="009A45A0">
        <w:rPr>
          <w:sz w:val="28"/>
          <w:szCs w:val="28"/>
        </w:rPr>
        <w:t>north from (ST 406 919) to Wentwood Gate at (ST 409 927).</w:t>
      </w:r>
    </w:p>
    <w:p w:rsidR="009A45A0" w:rsidRDefault="009A45A0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and path north through forestry </w:t>
      </w:r>
      <w:r w:rsidR="006F725C">
        <w:rPr>
          <w:sz w:val="28"/>
          <w:szCs w:val="28"/>
        </w:rPr>
        <w:t>via Curley Oak at (ST 403 936)</w:t>
      </w:r>
      <w:r w:rsidR="00087802">
        <w:rPr>
          <w:sz w:val="28"/>
          <w:szCs w:val="28"/>
        </w:rPr>
        <w:t xml:space="preserve"> to main ridge path at (ST 406 942)</w:t>
      </w:r>
      <w:r w:rsidR="006F725C">
        <w:rPr>
          <w:sz w:val="28"/>
          <w:szCs w:val="28"/>
        </w:rPr>
        <w:t>.</w:t>
      </w:r>
    </w:p>
    <w:p w:rsidR="006F725C" w:rsidRDefault="00087802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Path/track along ridge to road </w:t>
      </w:r>
      <w:r w:rsidR="00B6013C">
        <w:rPr>
          <w:sz w:val="28"/>
          <w:szCs w:val="28"/>
        </w:rPr>
        <w:t xml:space="preserve">junction </w:t>
      </w:r>
      <w:r>
        <w:rPr>
          <w:sz w:val="28"/>
          <w:szCs w:val="28"/>
        </w:rPr>
        <w:t xml:space="preserve">at </w:t>
      </w:r>
      <w:r w:rsidR="00B6013C">
        <w:rPr>
          <w:sz w:val="28"/>
          <w:szCs w:val="28"/>
        </w:rPr>
        <w:t>(ST 422 948).</w:t>
      </w:r>
    </w:p>
    <w:p w:rsidR="00B6013C" w:rsidRPr="005A2B7E" w:rsidRDefault="00B6013C" w:rsidP="005A2B7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southwards </w:t>
      </w:r>
      <w:r w:rsidR="00871D12">
        <w:rPr>
          <w:sz w:val="28"/>
          <w:szCs w:val="28"/>
        </w:rPr>
        <w:t>to Foresters’ Oaks car park and finish.</w:t>
      </w:r>
    </w:p>
    <w:p w:rsidR="00C37147" w:rsidRPr="00DE6E48" w:rsidRDefault="00C37147" w:rsidP="00314501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080E9C">
        <w:rPr>
          <w:rFonts w:eastAsia="Times New Roman"/>
          <w:b w:val="0"/>
        </w:rPr>
        <w:t xml:space="preserve">Except for a </w:t>
      </w:r>
      <w:r w:rsidR="007E30F5">
        <w:rPr>
          <w:rFonts w:eastAsia="Times New Roman"/>
          <w:b w:val="0"/>
        </w:rPr>
        <w:t xml:space="preserve">break of about 2 hours around midday it rained continuously with a strong wind in exposed situations (especially on the coast). Finished </w:t>
      </w:r>
      <w:r w:rsidR="00CE42E7">
        <w:rPr>
          <w:rFonts w:eastAsia="Times New Roman"/>
          <w:b w:val="0"/>
        </w:rPr>
        <w:t>in mist on top of Wentwood. Had lunch on coast whilst waiting for firing to stop on firing range</w:t>
      </w:r>
      <w:r w:rsidR="00DE1983">
        <w:rPr>
          <w:rFonts w:eastAsia="Times New Roman"/>
          <w:b w:val="0"/>
        </w:rPr>
        <w:t>. A good pub break after lunch. Really wet.</w:t>
      </w:r>
    </w:p>
    <w:p w:rsidR="00712ABC" w:rsidRPr="00DE1983" w:rsidRDefault="00712ABC" w:rsidP="00314501">
      <w:pPr>
        <w:pStyle w:val="Heading2"/>
        <w:keepNext w:val="0"/>
        <w:keepLines w:val="0"/>
        <w:widowControl w:val="0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DE1983">
        <w:rPr>
          <w:rFonts w:eastAsia="Times New Roman"/>
          <w:b w:val="0"/>
        </w:rPr>
        <w:t>Gerry Jackson</w:t>
      </w:r>
      <w:r w:rsidR="00DE1983" w:rsidRPr="00DE1983">
        <w:rPr>
          <w:rFonts w:eastAsia="Times New Roman"/>
          <w:b w:val="0"/>
        </w:rPr>
        <w:t xml:space="preserve">, </w:t>
      </w:r>
      <w:r w:rsidR="00DE1983" w:rsidRPr="00DE1983">
        <w:rPr>
          <w:b w:val="0"/>
        </w:rPr>
        <w:t>Nick Kaye, Roger Blake, Keith Bennet, Marcus Harling, Peter Davies, Alun Jones, Don Henley</w:t>
      </w:r>
      <w:r w:rsidR="00E91F48">
        <w:rPr>
          <w:b w:val="0"/>
        </w:rPr>
        <w:t xml:space="preserve"> + </w:t>
      </w:r>
      <w:r w:rsidR="00DE1983" w:rsidRPr="00DE1983">
        <w:rPr>
          <w:b w:val="0"/>
        </w:rPr>
        <w:t xml:space="preserve"> friend</w:t>
      </w:r>
      <w:r w:rsidR="00E91F48">
        <w:rPr>
          <w:b w:val="0"/>
        </w:rPr>
        <w:t xml:space="preserve">, </w:t>
      </w:r>
      <w:r w:rsidR="00DE1983" w:rsidRPr="00DE1983">
        <w:rPr>
          <w:b w:val="0"/>
        </w:rPr>
        <w:t>Doug Matthews.</w:t>
      </w:r>
    </w:p>
    <w:p w:rsidR="00937BF9" w:rsidRPr="001F0C94" w:rsidRDefault="00937BF9" w:rsidP="00314501">
      <w:pPr>
        <w:widowControl w:val="0"/>
      </w:pP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5A2B7E"/>
    <w:rsid w:val="00051747"/>
    <w:rsid w:val="00072EF0"/>
    <w:rsid w:val="00080E9C"/>
    <w:rsid w:val="0008166F"/>
    <w:rsid w:val="00087802"/>
    <w:rsid w:val="000915A4"/>
    <w:rsid w:val="000B1B7C"/>
    <w:rsid w:val="000D1346"/>
    <w:rsid w:val="000D497A"/>
    <w:rsid w:val="00107197"/>
    <w:rsid w:val="001763E8"/>
    <w:rsid w:val="00191034"/>
    <w:rsid w:val="001F0C94"/>
    <w:rsid w:val="00200620"/>
    <w:rsid w:val="0024070B"/>
    <w:rsid w:val="00256318"/>
    <w:rsid w:val="002577D7"/>
    <w:rsid w:val="00270489"/>
    <w:rsid w:val="00290B8A"/>
    <w:rsid w:val="00296304"/>
    <w:rsid w:val="002C2BD8"/>
    <w:rsid w:val="002C50BE"/>
    <w:rsid w:val="00300DAD"/>
    <w:rsid w:val="00314501"/>
    <w:rsid w:val="003554D4"/>
    <w:rsid w:val="00376527"/>
    <w:rsid w:val="004569A3"/>
    <w:rsid w:val="004A4FF8"/>
    <w:rsid w:val="004C478B"/>
    <w:rsid w:val="00522B78"/>
    <w:rsid w:val="005511EC"/>
    <w:rsid w:val="005A2B7E"/>
    <w:rsid w:val="00632DEA"/>
    <w:rsid w:val="006C4812"/>
    <w:rsid w:val="006F725C"/>
    <w:rsid w:val="00712ABC"/>
    <w:rsid w:val="007E30F5"/>
    <w:rsid w:val="00826076"/>
    <w:rsid w:val="00871D12"/>
    <w:rsid w:val="0091399A"/>
    <w:rsid w:val="00937BF9"/>
    <w:rsid w:val="009A45A0"/>
    <w:rsid w:val="00AA5CDD"/>
    <w:rsid w:val="00AE200F"/>
    <w:rsid w:val="00B021E8"/>
    <w:rsid w:val="00B52809"/>
    <w:rsid w:val="00B6013C"/>
    <w:rsid w:val="00B64399"/>
    <w:rsid w:val="00B722E7"/>
    <w:rsid w:val="00B96E25"/>
    <w:rsid w:val="00BD1766"/>
    <w:rsid w:val="00C25707"/>
    <w:rsid w:val="00C37147"/>
    <w:rsid w:val="00C43DDC"/>
    <w:rsid w:val="00C44B00"/>
    <w:rsid w:val="00C80C67"/>
    <w:rsid w:val="00CB3DD5"/>
    <w:rsid w:val="00CD096B"/>
    <w:rsid w:val="00CD3D2F"/>
    <w:rsid w:val="00CE42E7"/>
    <w:rsid w:val="00D42071"/>
    <w:rsid w:val="00D512BC"/>
    <w:rsid w:val="00DE1983"/>
    <w:rsid w:val="00DE6E48"/>
    <w:rsid w:val="00DF3315"/>
    <w:rsid w:val="00E0139E"/>
    <w:rsid w:val="00E81375"/>
    <w:rsid w:val="00E91F48"/>
    <w:rsid w:val="00EC6D06"/>
    <w:rsid w:val="00EF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52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7</cp:revision>
  <dcterms:created xsi:type="dcterms:W3CDTF">2023-08-14T19:27:00Z</dcterms:created>
  <dcterms:modified xsi:type="dcterms:W3CDTF">2023-08-14T20:19:00Z</dcterms:modified>
</cp:coreProperties>
</file>