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3E0580" w:rsidP="00B722E7">
      <w:pPr>
        <w:pStyle w:val="Heading1"/>
      </w:pPr>
      <w:r>
        <w:t xml:space="preserve">Vale </w:t>
      </w:r>
      <w:r w:rsidR="003F71D7">
        <w:t>of</w:t>
      </w:r>
      <w:r>
        <w:t xml:space="preserve"> Ewyas Circular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3E0580">
        <w:rPr>
          <w:rFonts w:eastAsia="Times New Roman"/>
          <w:b w:val="0"/>
        </w:rPr>
        <w:t>16th January 1988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3E0580">
        <w:rPr>
          <w:rFonts w:eastAsia="Times New Roman"/>
          <w:b w:val="0"/>
        </w:rPr>
        <w:t>21 miles, 3795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3E0580">
        <w:rPr>
          <w:b w:val="0"/>
        </w:rPr>
        <w:t>Don Henley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906823" w:rsidP="003E058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Llanthony Priory car park (SO 289 278).</w:t>
      </w:r>
    </w:p>
    <w:p w:rsidR="00906823" w:rsidRDefault="00906823" w:rsidP="003E058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up Lox</w:t>
      </w:r>
      <w:r w:rsidR="00A21F77">
        <w:rPr>
          <w:sz w:val="28"/>
          <w:szCs w:val="28"/>
        </w:rPr>
        <w:t>idge Tump to main ridge path.</w:t>
      </w:r>
    </w:p>
    <w:p w:rsidR="00A21F77" w:rsidRDefault="00A21F77" w:rsidP="003E058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northwards up ridge over Black Darren (2003 feet) </w:t>
      </w:r>
      <w:r w:rsidR="009769C5">
        <w:rPr>
          <w:sz w:val="28"/>
          <w:szCs w:val="28"/>
        </w:rPr>
        <w:t>and Black Mountain (2306 feet) to Hay Bluff (2220 feet).</w:t>
      </w:r>
    </w:p>
    <w:p w:rsidR="009769C5" w:rsidRDefault="009769C5" w:rsidP="003E058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To Gospel Pass then Twmpa</w:t>
      </w:r>
      <w:r w:rsidR="00C73B14">
        <w:rPr>
          <w:sz w:val="28"/>
          <w:szCs w:val="28"/>
        </w:rPr>
        <w:t xml:space="preserve"> (2263 feet) and </w:t>
      </w:r>
      <w:r w:rsidR="009974A3">
        <w:rPr>
          <w:sz w:val="28"/>
          <w:szCs w:val="28"/>
        </w:rPr>
        <w:t>down Darren Lwyd ridge to Capel-y-ffin.</w:t>
      </w:r>
    </w:p>
    <w:p w:rsidR="00C604D3" w:rsidRDefault="00C604D3" w:rsidP="003E058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past ‘The Monastery’ to main ridge at the Blacksmith’s Anvil (SO 250 302).</w:t>
      </w:r>
    </w:p>
    <w:p w:rsidR="00C604D3" w:rsidRDefault="00C604D3" w:rsidP="003E058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Ridge path south </w:t>
      </w:r>
      <w:r w:rsidR="00663F23">
        <w:rPr>
          <w:sz w:val="28"/>
          <w:szCs w:val="28"/>
        </w:rPr>
        <w:t>over Chwarel y Fan (2228 feet) to col at Bal-bach</w:t>
      </w:r>
      <w:r w:rsidR="00C72F18">
        <w:rPr>
          <w:sz w:val="28"/>
          <w:szCs w:val="28"/>
        </w:rPr>
        <w:t xml:space="preserve"> (SO 272 266).</w:t>
      </w:r>
    </w:p>
    <w:p w:rsidR="00C72F18" w:rsidRDefault="00C72F18" w:rsidP="003E058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Continue down ridge over Garn Wen</w:t>
      </w:r>
      <w:r w:rsidR="00FB10FC">
        <w:rPr>
          <w:sz w:val="28"/>
          <w:szCs w:val="28"/>
        </w:rPr>
        <w:t xml:space="preserve"> to D</w:t>
      </w:r>
      <w:r w:rsidR="00DD5925">
        <w:rPr>
          <w:sz w:val="28"/>
          <w:szCs w:val="28"/>
        </w:rPr>
        <w:t>ialgarreg at (SO 284 240)</w:t>
      </w:r>
      <w:r w:rsidR="004A2BED">
        <w:rPr>
          <w:sz w:val="28"/>
          <w:szCs w:val="28"/>
        </w:rPr>
        <w:t xml:space="preserve"> and path junction</w:t>
      </w:r>
      <w:r w:rsidR="00DD5925">
        <w:rPr>
          <w:sz w:val="28"/>
          <w:szCs w:val="28"/>
        </w:rPr>
        <w:t>.</w:t>
      </w:r>
    </w:p>
    <w:p w:rsidR="00DD5925" w:rsidRPr="003E0580" w:rsidRDefault="004A2BED" w:rsidP="003E058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Path/track northwards descending from ridge via Noyaddlwyd</w:t>
      </w:r>
      <w:r w:rsidR="00B85237">
        <w:rPr>
          <w:sz w:val="28"/>
          <w:szCs w:val="28"/>
        </w:rPr>
        <w:t xml:space="preserve"> and Sunny Bank to finish at Llanthony Priory.</w:t>
      </w:r>
    </w:p>
    <w:p w:rsidR="00C37147" w:rsidRPr="00DE6E48" w:rsidRDefault="00C37147" w:rsidP="00F639D1">
      <w:pPr>
        <w:pStyle w:val="Heading2"/>
        <w:keepNext w:val="0"/>
        <w:keepLines w:val="0"/>
        <w:widowControl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8E47C2">
        <w:rPr>
          <w:rFonts w:eastAsia="Times New Roman"/>
          <w:b w:val="0"/>
        </w:rPr>
        <w:t>Chilly to start, becoming beautifully warm in sun, high cloud with sun for rest of day.</w:t>
      </w:r>
      <w:r w:rsidR="004C43BD">
        <w:rPr>
          <w:rFonts w:eastAsia="Times New Roman"/>
          <w:b w:val="0"/>
        </w:rPr>
        <w:t xml:space="preserve"> Most of valleys filled with thick cloud all day giving spectacular views. Skirrid Fawr was an island all day.</w:t>
      </w:r>
    </w:p>
    <w:p w:rsidR="00712ABC" w:rsidRPr="00EF4A18" w:rsidRDefault="00712ABC" w:rsidP="00F639D1">
      <w:pPr>
        <w:pStyle w:val="Heading2"/>
        <w:keepNext w:val="0"/>
        <w:keepLines w:val="0"/>
        <w:widowControl w:val="0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EF4A18">
        <w:rPr>
          <w:b w:val="0"/>
        </w:rPr>
        <w:t>Don Henley (+friend)</w:t>
      </w:r>
      <w:r w:rsidR="00EF4A18" w:rsidRPr="00EF4A18">
        <w:rPr>
          <w:b w:val="0"/>
        </w:rPr>
        <w:t>, Nick Kaye, Doug Matthews, Keith Bennet, Roger Blake, Peter Davis</w:t>
      </w:r>
      <w:r w:rsidR="00DA77D0">
        <w:rPr>
          <w:b w:val="0"/>
        </w:rPr>
        <w:t xml:space="preserve"> (+ friend)</w:t>
      </w:r>
      <w:r w:rsidR="00EF4A18" w:rsidRPr="00EF4A18">
        <w:rPr>
          <w:b w:val="0"/>
        </w:rPr>
        <w:t xml:space="preserve">, Tim Gronow, Alun Jones, Gerry Jackson, Gwyneth and Iris from Cardiff CHA, Kate </w:t>
      </w:r>
      <w:r w:rsidR="00F639D1">
        <w:rPr>
          <w:b w:val="0"/>
        </w:rPr>
        <w:t>(</w:t>
      </w:r>
      <w:r w:rsidR="00EF4A18" w:rsidRPr="00EF4A18">
        <w:rPr>
          <w:b w:val="0"/>
        </w:rPr>
        <w:t xml:space="preserve">from Brecon Mountain Rescue Team </w:t>
      </w:r>
      <w:r w:rsidR="00F639D1">
        <w:rPr>
          <w:b w:val="0"/>
        </w:rPr>
        <w:t>+ friend)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3E0580"/>
    <w:rsid w:val="0008166F"/>
    <w:rsid w:val="000D1346"/>
    <w:rsid w:val="000D497A"/>
    <w:rsid w:val="00107197"/>
    <w:rsid w:val="001763E8"/>
    <w:rsid w:val="00191034"/>
    <w:rsid w:val="001F0C94"/>
    <w:rsid w:val="00270489"/>
    <w:rsid w:val="00290B8A"/>
    <w:rsid w:val="002C2BD8"/>
    <w:rsid w:val="002C50BE"/>
    <w:rsid w:val="003554D4"/>
    <w:rsid w:val="003E0580"/>
    <w:rsid w:val="003F71D7"/>
    <w:rsid w:val="004A2BED"/>
    <w:rsid w:val="004C43BD"/>
    <w:rsid w:val="0058323F"/>
    <w:rsid w:val="00663F23"/>
    <w:rsid w:val="00712ABC"/>
    <w:rsid w:val="007B2558"/>
    <w:rsid w:val="008E47C2"/>
    <w:rsid w:val="00906823"/>
    <w:rsid w:val="0091399A"/>
    <w:rsid w:val="00937BF9"/>
    <w:rsid w:val="009769C5"/>
    <w:rsid w:val="009974A3"/>
    <w:rsid w:val="00A21F77"/>
    <w:rsid w:val="00B52809"/>
    <w:rsid w:val="00B722E7"/>
    <w:rsid w:val="00B85237"/>
    <w:rsid w:val="00B96E25"/>
    <w:rsid w:val="00BD1766"/>
    <w:rsid w:val="00C25707"/>
    <w:rsid w:val="00C37147"/>
    <w:rsid w:val="00C604D3"/>
    <w:rsid w:val="00C72F18"/>
    <w:rsid w:val="00C73B14"/>
    <w:rsid w:val="00C80C67"/>
    <w:rsid w:val="00CB3DD5"/>
    <w:rsid w:val="00CD3D2F"/>
    <w:rsid w:val="00D42071"/>
    <w:rsid w:val="00DA77D0"/>
    <w:rsid w:val="00DD5925"/>
    <w:rsid w:val="00DE6E48"/>
    <w:rsid w:val="00E0139E"/>
    <w:rsid w:val="00E81375"/>
    <w:rsid w:val="00E85F42"/>
    <w:rsid w:val="00EC6D06"/>
    <w:rsid w:val="00EF4A18"/>
    <w:rsid w:val="00F639D1"/>
    <w:rsid w:val="00FB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4</cp:revision>
  <dcterms:created xsi:type="dcterms:W3CDTF">2023-08-10T10:43:00Z</dcterms:created>
  <dcterms:modified xsi:type="dcterms:W3CDTF">2023-08-10T11:11:00Z</dcterms:modified>
</cp:coreProperties>
</file>