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1D361A" w:rsidP="00B722E7">
      <w:pPr>
        <w:pStyle w:val="Heading1"/>
      </w:pPr>
      <w:r>
        <w:t>Vale Ale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1D361A">
        <w:rPr>
          <w:rFonts w:eastAsia="Times New Roman"/>
          <w:b w:val="0"/>
        </w:rPr>
        <w:t>12th December 1987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1D361A">
        <w:rPr>
          <w:rFonts w:eastAsia="Times New Roman"/>
          <w:b w:val="0"/>
        </w:rPr>
        <w:t>21.2 miles, 2160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1D361A">
        <w:rPr>
          <w:b w:val="0"/>
        </w:rPr>
        <w:t>Keith Bennett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290B8A" w:rsidRDefault="00D959B0" w:rsidP="001D361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Start at Bridgend Leisure Centre at (SS 903 794).</w:t>
      </w:r>
    </w:p>
    <w:p w:rsidR="00D959B0" w:rsidRDefault="00DE05FE" w:rsidP="001D361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beside Afon Ogwr, over A48 to New Inn </w:t>
      </w:r>
      <w:r w:rsidR="00D73B2D">
        <w:rPr>
          <w:sz w:val="28"/>
          <w:szCs w:val="28"/>
        </w:rPr>
        <w:t>Bridge</w:t>
      </w:r>
      <w:r w:rsidR="00976192">
        <w:rPr>
          <w:sz w:val="28"/>
          <w:szCs w:val="28"/>
        </w:rPr>
        <w:t>.</w:t>
      </w:r>
    </w:p>
    <w:p w:rsidR="00976192" w:rsidRDefault="00976192" w:rsidP="001D361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Driveway through Merthyr-Mawr House to Merthyr-</w:t>
      </w:r>
      <w:r w:rsidR="004977B4">
        <w:rPr>
          <w:sz w:val="28"/>
          <w:szCs w:val="28"/>
        </w:rPr>
        <w:t>Mawr.</w:t>
      </w:r>
    </w:p>
    <w:p w:rsidR="008A21B4" w:rsidRDefault="008A21B4" w:rsidP="001D361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across Afon Ogwr and Afon Ewenni to Ogmore.</w:t>
      </w:r>
    </w:p>
    <w:p w:rsidR="00FB09F8" w:rsidRDefault="00FB09F8" w:rsidP="001D361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south-east across Ogmore Down</w:t>
      </w:r>
      <w:r w:rsidR="004977B4">
        <w:rPr>
          <w:sz w:val="28"/>
          <w:szCs w:val="28"/>
        </w:rPr>
        <w:t xml:space="preserve"> to north end of St Brides Major.</w:t>
      </w:r>
    </w:p>
    <w:p w:rsidR="004977B4" w:rsidRDefault="004977B4" w:rsidP="001D361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via Brynawel</w:t>
      </w:r>
      <w:r w:rsidR="00AB5B73">
        <w:rPr>
          <w:sz w:val="28"/>
          <w:szCs w:val="28"/>
        </w:rPr>
        <w:t xml:space="preserve"> and Craig Ddu to Blackhall.</w:t>
      </w:r>
    </w:p>
    <w:p w:rsidR="00AB5B73" w:rsidRDefault="00163704" w:rsidP="001D361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to Pool Farm, path</w:t>
      </w:r>
      <w:r w:rsidR="00044A32">
        <w:rPr>
          <w:sz w:val="28"/>
          <w:szCs w:val="28"/>
        </w:rPr>
        <w:t xml:space="preserve"> across fields and down Pant y S</w:t>
      </w:r>
      <w:r>
        <w:rPr>
          <w:sz w:val="28"/>
          <w:szCs w:val="28"/>
        </w:rPr>
        <w:t>lade</w:t>
      </w:r>
      <w:r w:rsidR="00044A32">
        <w:rPr>
          <w:sz w:val="28"/>
          <w:szCs w:val="28"/>
        </w:rPr>
        <w:t xml:space="preserve"> to Dunraven Bay.</w:t>
      </w:r>
    </w:p>
    <w:p w:rsidR="00044A32" w:rsidRDefault="00044A32" w:rsidP="001D361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Dunraven Park, beach to </w:t>
      </w:r>
      <w:r w:rsidR="008B1ED7">
        <w:rPr>
          <w:sz w:val="28"/>
          <w:szCs w:val="28"/>
        </w:rPr>
        <w:t>Cwm Bach, up Cwm Bach to road</w:t>
      </w:r>
      <w:r w:rsidR="00BD0444">
        <w:rPr>
          <w:sz w:val="28"/>
          <w:szCs w:val="28"/>
        </w:rPr>
        <w:t>.</w:t>
      </w:r>
    </w:p>
    <w:p w:rsidR="0065101B" w:rsidRDefault="00BD0444" w:rsidP="001D361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</w:t>
      </w:r>
      <w:r w:rsidR="0065101B">
        <w:rPr>
          <w:sz w:val="28"/>
          <w:szCs w:val="28"/>
        </w:rPr>
        <w:t>d south-south-east to Monknash</w:t>
      </w:r>
    </w:p>
    <w:p w:rsidR="00BD0444" w:rsidRDefault="0065101B" w:rsidP="001D361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</w:t>
      </w:r>
      <w:r w:rsidR="00BD0444">
        <w:rPr>
          <w:sz w:val="28"/>
          <w:szCs w:val="28"/>
        </w:rPr>
        <w:t>oad past Mill Farm</w:t>
      </w:r>
      <w:r w:rsidR="00F7693C">
        <w:rPr>
          <w:sz w:val="28"/>
          <w:szCs w:val="28"/>
        </w:rPr>
        <w:t xml:space="preserve"> then path down Cwm Nash to beach.</w:t>
      </w:r>
    </w:p>
    <w:p w:rsidR="00F7693C" w:rsidRDefault="00C504D9" w:rsidP="001D361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Beach to Dunrav</w:t>
      </w:r>
      <w:r w:rsidR="0065101B">
        <w:rPr>
          <w:sz w:val="28"/>
          <w:szCs w:val="28"/>
        </w:rPr>
        <w:t>en Park, cliff path past</w:t>
      </w:r>
      <w:r>
        <w:rPr>
          <w:sz w:val="28"/>
          <w:szCs w:val="28"/>
        </w:rPr>
        <w:t xml:space="preserve"> Ogmore-by-Sea</w:t>
      </w:r>
      <w:r w:rsidR="00746C88">
        <w:rPr>
          <w:sz w:val="28"/>
          <w:szCs w:val="28"/>
        </w:rPr>
        <w:t>.</w:t>
      </w:r>
    </w:p>
    <w:p w:rsidR="00746C88" w:rsidRDefault="00746C88" w:rsidP="001D361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and path beside Afon Ogwr to Ogmore.</w:t>
      </w:r>
    </w:p>
    <w:p w:rsidR="00A05315" w:rsidRDefault="00A05315" w:rsidP="001D361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Across Afon Ewenni and Ogwr to Merthyr Mawr.</w:t>
      </w:r>
    </w:p>
    <w:p w:rsidR="00A05315" w:rsidRDefault="007D4D70" w:rsidP="001D361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then path round north side of Merthyr Mawr House to New Inn Bridge</w:t>
      </w:r>
      <w:r w:rsidR="00BC0E4B">
        <w:rPr>
          <w:sz w:val="28"/>
          <w:szCs w:val="28"/>
        </w:rPr>
        <w:t>.</w:t>
      </w:r>
    </w:p>
    <w:p w:rsidR="00BC0E4B" w:rsidRPr="001D361A" w:rsidRDefault="00BC0E4B" w:rsidP="001D361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Return to Bridgend Leisure Centre via path beside Afon Ogwr.</w:t>
      </w:r>
    </w:p>
    <w:p w:rsidR="00C37147" w:rsidRPr="00DE6E48" w:rsidRDefault="00C37147" w:rsidP="00DE6E48">
      <w:pPr>
        <w:pStyle w:val="Heading2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FB1539">
        <w:rPr>
          <w:rFonts w:eastAsia="Times New Roman"/>
          <w:b w:val="0"/>
        </w:rPr>
        <w:t>Dull, overcast virtually all day</w:t>
      </w:r>
      <w:r w:rsidR="00CB4DED">
        <w:rPr>
          <w:rFonts w:eastAsia="Times New Roman"/>
          <w:b w:val="0"/>
        </w:rPr>
        <w:t>, brief glimpse of watery sun at one point</w:t>
      </w:r>
      <w:r w:rsidR="00D959B0">
        <w:rPr>
          <w:rFonts w:eastAsia="Times New Roman"/>
          <w:b w:val="0"/>
        </w:rPr>
        <w:t>, cold with a cold breeze.</w:t>
      </w:r>
    </w:p>
    <w:p w:rsidR="00712ABC" w:rsidRPr="00FB1539" w:rsidRDefault="00712ABC" w:rsidP="00DE6E48">
      <w:pPr>
        <w:pStyle w:val="Heading2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 w:rsidRPr="00FB1539">
        <w:rPr>
          <w:rFonts w:eastAsia="Times New Roman"/>
          <w:b w:val="0"/>
        </w:rPr>
        <w:tab/>
      </w:r>
      <w:r w:rsidR="00FB1539" w:rsidRPr="00FB1539">
        <w:rPr>
          <w:b w:val="0"/>
        </w:rPr>
        <w:t>Keith Bennett, Nick Kaye, Roger Blake, Gerry Jackson, Chris Coy, Marcu</w:t>
      </w:r>
      <w:r w:rsidR="00FB1539">
        <w:rPr>
          <w:b w:val="0"/>
        </w:rPr>
        <w:t>s Harling, Alun Jones, Tim Gron</w:t>
      </w:r>
      <w:r w:rsidR="00FB1539" w:rsidRPr="00FB1539">
        <w:rPr>
          <w:b w:val="0"/>
        </w:rPr>
        <w:t>ow, Don Henley, Doug Matthews</w:t>
      </w:r>
    </w:p>
    <w:p w:rsidR="00937BF9" w:rsidRPr="001F0C94" w:rsidRDefault="00937BF9" w:rsidP="00B722E7"/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1D361A"/>
    <w:rsid w:val="00044A32"/>
    <w:rsid w:val="0008166F"/>
    <w:rsid w:val="000D1346"/>
    <w:rsid w:val="000D497A"/>
    <w:rsid w:val="00107197"/>
    <w:rsid w:val="00163704"/>
    <w:rsid w:val="001763E8"/>
    <w:rsid w:val="00191034"/>
    <w:rsid w:val="001D361A"/>
    <w:rsid w:val="001F0C94"/>
    <w:rsid w:val="00270489"/>
    <w:rsid w:val="00290B8A"/>
    <w:rsid w:val="002C2BD8"/>
    <w:rsid w:val="002C50BE"/>
    <w:rsid w:val="003554D4"/>
    <w:rsid w:val="004977B4"/>
    <w:rsid w:val="0065101B"/>
    <w:rsid w:val="00712ABC"/>
    <w:rsid w:val="00746C88"/>
    <w:rsid w:val="007D4D70"/>
    <w:rsid w:val="008A21B4"/>
    <w:rsid w:val="008B1ED7"/>
    <w:rsid w:val="0091399A"/>
    <w:rsid w:val="00937BF9"/>
    <w:rsid w:val="00976192"/>
    <w:rsid w:val="00A05315"/>
    <w:rsid w:val="00AB5B73"/>
    <w:rsid w:val="00B243AD"/>
    <w:rsid w:val="00B52809"/>
    <w:rsid w:val="00B722E7"/>
    <w:rsid w:val="00B96E25"/>
    <w:rsid w:val="00BC0E4B"/>
    <w:rsid w:val="00BD0444"/>
    <w:rsid w:val="00BD1766"/>
    <w:rsid w:val="00C25707"/>
    <w:rsid w:val="00C37147"/>
    <w:rsid w:val="00C504D9"/>
    <w:rsid w:val="00C80C67"/>
    <w:rsid w:val="00CB3DD5"/>
    <w:rsid w:val="00CB4DED"/>
    <w:rsid w:val="00CD3D2F"/>
    <w:rsid w:val="00D42071"/>
    <w:rsid w:val="00D73B2D"/>
    <w:rsid w:val="00D959B0"/>
    <w:rsid w:val="00DE05FE"/>
    <w:rsid w:val="00DE6E48"/>
    <w:rsid w:val="00E0139E"/>
    <w:rsid w:val="00E235C4"/>
    <w:rsid w:val="00E81375"/>
    <w:rsid w:val="00EC6D06"/>
    <w:rsid w:val="00F7693C"/>
    <w:rsid w:val="00FB09F8"/>
    <w:rsid w:val="00FB1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33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3</cp:revision>
  <dcterms:created xsi:type="dcterms:W3CDTF">2023-08-08T20:18:00Z</dcterms:created>
  <dcterms:modified xsi:type="dcterms:W3CDTF">2023-08-08T20:51:00Z</dcterms:modified>
</cp:coreProperties>
</file>