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384BF5" w:rsidP="00B722E7">
      <w:pPr>
        <w:pStyle w:val="Heading1"/>
      </w:pPr>
      <w:r>
        <w:t>A Walker’s Golden Wander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384BF5">
        <w:rPr>
          <w:rFonts w:eastAsia="Times New Roman"/>
          <w:b w:val="0"/>
        </w:rPr>
        <w:t>14th November 1987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384BF5">
        <w:rPr>
          <w:rFonts w:eastAsia="Times New Roman"/>
          <w:b w:val="0"/>
        </w:rPr>
        <w:t>22.5 miles, 2550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84BF5">
        <w:rPr>
          <w:b w:val="0"/>
        </w:rPr>
        <w:t>Roger Blake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9C4AF6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Old Pandy Inn</w:t>
      </w:r>
      <w:r w:rsidR="006A730F">
        <w:rPr>
          <w:sz w:val="28"/>
          <w:szCs w:val="28"/>
        </w:rPr>
        <w:t>, Pandy,</w:t>
      </w:r>
      <w:r>
        <w:rPr>
          <w:sz w:val="28"/>
          <w:szCs w:val="28"/>
        </w:rPr>
        <w:t xml:space="preserve"> (SO 335 226).</w:t>
      </w:r>
    </w:p>
    <w:p w:rsidR="00294C32" w:rsidRDefault="00294C32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Riverside path beside Afon Honddu </w:t>
      </w:r>
      <w:r w:rsidR="00EF5476">
        <w:rPr>
          <w:sz w:val="28"/>
          <w:szCs w:val="28"/>
        </w:rPr>
        <w:t>to footbridge and road bridge at junction of Afon Honddu and River Monnow at (SO 335 233).</w:t>
      </w:r>
    </w:p>
    <w:p w:rsidR="00EF5476" w:rsidRDefault="00656407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north-east to Arcadia at (SO 356 261).</w:t>
      </w:r>
    </w:p>
    <w:p w:rsidR="00656407" w:rsidRDefault="00656407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</w:t>
      </w:r>
      <w:r w:rsidR="00503A9D">
        <w:rPr>
          <w:sz w:val="28"/>
          <w:szCs w:val="28"/>
        </w:rPr>
        <w:t>and old packhorse route south-east down small valley to Llancillo court at (</w:t>
      </w:r>
      <w:r w:rsidR="00E9564A">
        <w:rPr>
          <w:sz w:val="28"/>
          <w:szCs w:val="28"/>
        </w:rPr>
        <w:t>SO </w:t>
      </w:r>
      <w:r w:rsidR="00503A9D">
        <w:rPr>
          <w:sz w:val="28"/>
          <w:szCs w:val="28"/>
        </w:rPr>
        <w:t>368</w:t>
      </w:r>
      <w:r w:rsidR="00E9564A">
        <w:rPr>
          <w:sz w:val="28"/>
          <w:szCs w:val="28"/>
        </w:rPr>
        <w:t> </w:t>
      </w:r>
      <w:r w:rsidR="00503A9D">
        <w:rPr>
          <w:sz w:val="28"/>
          <w:szCs w:val="28"/>
        </w:rPr>
        <w:t>255)</w:t>
      </w:r>
      <w:r w:rsidR="00E9564A">
        <w:rPr>
          <w:sz w:val="28"/>
          <w:szCs w:val="28"/>
        </w:rPr>
        <w:t>.</w:t>
      </w:r>
    </w:p>
    <w:p w:rsidR="00E9564A" w:rsidRDefault="00E9564A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north-</w:t>
      </w:r>
      <w:r w:rsidR="00BC358A">
        <w:rPr>
          <w:sz w:val="28"/>
          <w:szCs w:val="28"/>
        </w:rPr>
        <w:t>east over ridge to track</w:t>
      </w:r>
      <w:r w:rsidR="005263F4">
        <w:rPr>
          <w:sz w:val="28"/>
          <w:szCs w:val="28"/>
        </w:rPr>
        <w:t xml:space="preserve"> at (SO 376 261), north </w:t>
      </w:r>
      <w:r w:rsidR="00B37F56">
        <w:rPr>
          <w:sz w:val="28"/>
          <w:szCs w:val="28"/>
        </w:rPr>
        <w:t xml:space="preserve">on </w:t>
      </w:r>
      <w:r w:rsidR="005263F4">
        <w:rPr>
          <w:sz w:val="28"/>
          <w:szCs w:val="28"/>
        </w:rPr>
        <w:t xml:space="preserve">track across Cwm Brook and up to road junction </w:t>
      </w:r>
      <w:r w:rsidR="00BC358A">
        <w:rPr>
          <w:sz w:val="28"/>
          <w:szCs w:val="28"/>
        </w:rPr>
        <w:t xml:space="preserve">at (SO </w:t>
      </w:r>
      <w:r w:rsidR="00B37F56">
        <w:rPr>
          <w:sz w:val="28"/>
          <w:szCs w:val="28"/>
        </w:rPr>
        <w:t>377 269).</w:t>
      </w:r>
    </w:p>
    <w:p w:rsidR="00703AEB" w:rsidRDefault="003C56F2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north-west to Rowlestone then north to lane junction at (SO 374 275).</w:t>
      </w:r>
    </w:p>
    <w:p w:rsidR="003C56F2" w:rsidRDefault="00703AEB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north then north-east </w:t>
      </w:r>
      <w:r w:rsidR="00E5107B">
        <w:rPr>
          <w:sz w:val="28"/>
          <w:szCs w:val="28"/>
        </w:rPr>
        <w:t>down small valley to road junction at (SO 384 285).</w:t>
      </w:r>
    </w:p>
    <w:p w:rsidR="00E00BDC" w:rsidRDefault="00686FC4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F1EB5">
        <w:rPr>
          <w:sz w:val="28"/>
          <w:szCs w:val="28"/>
        </w:rPr>
        <w:t>Road into Ewyas Harold. Paths and track north over Ewyas Harold Common</w:t>
      </w:r>
      <w:r w:rsidR="00E00BDC" w:rsidRPr="009F1EB5">
        <w:rPr>
          <w:sz w:val="28"/>
          <w:szCs w:val="28"/>
        </w:rPr>
        <w:t xml:space="preserve"> to B44347 at (SO 389 399).</w:t>
      </w:r>
      <w:r w:rsidR="009F1EB5" w:rsidRPr="009F1EB5">
        <w:rPr>
          <w:sz w:val="28"/>
          <w:szCs w:val="28"/>
        </w:rPr>
        <w:t xml:space="preserve"> B4347 north-west to Abbey Dore.</w:t>
      </w:r>
    </w:p>
    <w:p w:rsidR="009F1EB5" w:rsidRDefault="009F1EB5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northwards to </w:t>
      </w:r>
      <w:r w:rsidR="00006202">
        <w:rPr>
          <w:sz w:val="28"/>
          <w:szCs w:val="28"/>
        </w:rPr>
        <w:t>footbridge over River Dore</w:t>
      </w:r>
      <w:r w:rsidR="00FC2E83">
        <w:rPr>
          <w:sz w:val="28"/>
          <w:szCs w:val="28"/>
        </w:rPr>
        <w:t xml:space="preserve"> at (SO 388 306) and on to C</w:t>
      </w:r>
      <w:r w:rsidR="00A117DC">
        <w:rPr>
          <w:sz w:val="28"/>
          <w:szCs w:val="28"/>
        </w:rPr>
        <w:t>ourt an</w:t>
      </w:r>
      <w:r w:rsidR="000D6EBA">
        <w:rPr>
          <w:sz w:val="28"/>
          <w:szCs w:val="28"/>
        </w:rPr>
        <w:t xml:space="preserve">d road at (SO 388 309). Road </w:t>
      </w:r>
      <w:r w:rsidR="00A117DC">
        <w:rPr>
          <w:sz w:val="28"/>
          <w:szCs w:val="28"/>
        </w:rPr>
        <w:t xml:space="preserve">south-west </w:t>
      </w:r>
      <w:r w:rsidR="00FC2E83">
        <w:rPr>
          <w:sz w:val="28"/>
          <w:szCs w:val="28"/>
        </w:rPr>
        <w:t xml:space="preserve">for short way then riverside path </w:t>
      </w:r>
      <w:r w:rsidR="00A6509C">
        <w:rPr>
          <w:sz w:val="28"/>
          <w:szCs w:val="28"/>
        </w:rPr>
        <w:t xml:space="preserve">up </w:t>
      </w:r>
      <w:r w:rsidR="00FC2E83">
        <w:rPr>
          <w:sz w:val="28"/>
          <w:szCs w:val="28"/>
        </w:rPr>
        <w:t xml:space="preserve"> left bank of River Dore </w:t>
      </w:r>
      <w:r w:rsidR="00A6509C">
        <w:rPr>
          <w:sz w:val="28"/>
          <w:szCs w:val="28"/>
        </w:rPr>
        <w:t>to Riverdale at (SO 384 327).</w:t>
      </w:r>
      <w:r w:rsidR="00CC02D9">
        <w:rPr>
          <w:sz w:val="28"/>
          <w:szCs w:val="28"/>
        </w:rPr>
        <w:t xml:space="preserve"> Minor road to B4347.</w:t>
      </w:r>
    </w:p>
    <w:p w:rsidR="00006202" w:rsidRDefault="00855632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Then south-west on B4347 to cross River Dore at (SO 382326)</w:t>
      </w:r>
      <w:r w:rsidR="008513F8">
        <w:rPr>
          <w:sz w:val="28"/>
          <w:szCs w:val="28"/>
        </w:rPr>
        <w:t>.</w:t>
      </w:r>
    </w:p>
    <w:p w:rsidR="008513F8" w:rsidRDefault="008513F8" w:rsidP="00384BF5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Follow track along course of old railway along right bank of River Dore to cross tracks beside </w:t>
      </w:r>
      <w:r w:rsidR="000D5520">
        <w:rPr>
          <w:sz w:val="28"/>
          <w:szCs w:val="28"/>
        </w:rPr>
        <w:t>Chanstone Court Farm at (SO 365 357).</w:t>
      </w:r>
    </w:p>
    <w:p w:rsidR="00D16A81" w:rsidRDefault="000074B4" w:rsidP="00CB7EE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past Chanstone Court Farm</w:t>
      </w:r>
      <w:r w:rsidR="001747F1">
        <w:rPr>
          <w:sz w:val="28"/>
          <w:szCs w:val="28"/>
        </w:rPr>
        <w:t xml:space="preserve"> then path south west up valley between Chanstone and Tanhouse woods </w:t>
      </w:r>
      <w:r w:rsidR="00D16A81">
        <w:rPr>
          <w:sz w:val="28"/>
          <w:szCs w:val="28"/>
        </w:rPr>
        <w:t>to road at (SO 353 339).</w:t>
      </w:r>
      <w:r w:rsidR="00CB7EE1">
        <w:rPr>
          <w:sz w:val="28"/>
          <w:szCs w:val="28"/>
        </w:rPr>
        <w:t xml:space="preserve"> </w:t>
      </w:r>
      <w:r w:rsidR="00D16A81" w:rsidRPr="00CB7EE1">
        <w:rPr>
          <w:sz w:val="28"/>
          <w:szCs w:val="28"/>
        </w:rPr>
        <w:t xml:space="preserve">Road to St Margarets </w:t>
      </w:r>
      <w:r w:rsidR="00CB7EE1" w:rsidRPr="00CB7EE1">
        <w:rPr>
          <w:sz w:val="28"/>
          <w:szCs w:val="28"/>
        </w:rPr>
        <w:t>and the pub.</w:t>
      </w:r>
    </w:p>
    <w:p w:rsidR="00BD0354" w:rsidRDefault="00BD0354" w:rsidP="00CB7EE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south-west through Newton to road junction at (SO 339 322)</w:t>
      </w:r>
      <w:r w:rsidR="006D1729">
        <w:rPr>
          <w:sz w:val="28"/>
          <w:szCs w:val="28"/>
        </w:rPr>
        <w:t>.</w:t>
      </w:r>
    </w:p>
    <w:p w:rsidR="006D1729" w:rsidRDefault="006D1729" w:rsidP="00CB7EE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to road junction at (SO 342 294)</w:t>
      </w:r>
      <w:r w:rsidR="0019134E">
        <w:rPr>
          <w:sz w:val="28"/>
          <w:szCs w:val="28"/>
        </w:rPr>
        <w:t>.</w:t>
      </w:r>
    </w:p>
    <w:p w:rsidR="00C527DE" w:rsidRDefault="0019134E" w:rsidP="00CB7EE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 up to an</w:t>
      </w:r>
      <w:r w:rsidR="00FD47BE">
        <w:rPr>
          <w:sz w:val="28"/>
          <w:szCs w:val="28"/>
        </w:rPr>
        <w:t>d along summit ridge of Mynydd F</w:t>
      </w:r>
      <w:r>
        <w:rPr>
          <w:sz w:val="28"/>
          <w:szCs w:val="28"/>
        </w:rPr>
        <w:t>erddin</w:t>
      </w:r>
      <w:r w:rsidR="00FD47BE">
        <w:rPr>
          <w:sz w:val="28"/>
          <w:szCs w:val="28"/>
        </w:rPr>
        <w:t xml:space="preserve"> </w:t>
      </w:r>
      <w:r w:rsidR="00BF7CBA">
        <w:rPr>
          <w:sz w:val="28"/>
          <w:szCs w:val="28"/>
        </w:rPr>
        <w:t xml:space="preserve">then </w:t>
      </w:r>
      <w:r w:rsidR="00FD47BE">
        <w:rPr>
          <w:sz w:val="28"/>
          <w:szCs w:val="28"/>
        </w:rPr>
        <w:t>descending to road at (SO</w:t>
      </w:r>
      <w:r w:rsidR="00DA1240">
        <w:rPr>
          <w:sz w:val="28"/>
          <w:szCs w:val="28"/>
        </w:rPr>
        <w:t xml:space="preserve"> 343 259). </w:t>
      </w:r>
    </w:p>
    <w:p w:rsidR="0019134E" w:rsidRPr="005D5DC5" w:rsidRDefault="00DA1240" w:rsidP="00CB7EE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5D5DC5">
        <w:rPr>
          <w:sz w:val="28"/>
          <w:szCs w:val="28"/>
        </w:rPr>
        <w:t>Roads south-south-west through Walterstone</w:t>
      </w:r>
      <w:r w:rsidR="0075319D" w:rsidRPr="005D5DC5">
        <w:rPr>
          <w:sz w:val="28"/>
          <w:szCs w:val="28"/>
        </w:rPr>
        <w:t xml:space="preserve"> to road bridge at junction of Afon Honddu and River Monnow at (SO 335 233)</w:t>
      </w:r>
      <w:r w:rsidR="00B15943" w:rsidRPr="005D5DC5">
        <w:rPr>
          <w:sz w:val="28"/>
          <w:szCs w:val="28"/>
        </w:rPr>
        <w:t>.</w:t>
      </w:r>
      <w:r w:rsidR="005D5DC5" w:rsidRPr="005D5DC5">
        <w:rPr>
          <w:sz w:val="28"/>
          <w:szCs w:val="28"/>
        </w:rPr>
        <w:t xml:space="preserve"> </w:t>
      </w:r>
      <w:r w:rsidR="00B15943" w:rsidRPr="005D5DC5">
        <w:rPr>
          <w:sz w:val="28"/>
          <w:szCs w:val="28"/>
        </w:rPr>
        <w:t xml:space="preserve">Riverside path south </w:t>
      </w:r>
      <w:r w:rsidR="00E97302">
        <w:rPr>
          <w:sz w:val="28"/>
          <w:szCs w:val="28"/>
        </w:rPr>
        <w:t>to</w:t>
      </w:r>
      <w:r w:rsidR="00B15943" w:rsidRPr="005D5DC5">
        <w:rPr>
          <w:sz w:val="28"/>
          <w:szCs w:val="28"/>
        </w:rPr>
        <w:t xml:space="preserve"> Old Pandy Inn.</w:t>
      </w:r>
      <w:r w:rsidRPr="005D5DC5">
        <w:rPr>
          <w:sz w:val="28"/>
          <w:szCs w:val="28"/>
        </w:rPr>
        <w:t xml:space="preserve"> </w:t>
      </w:r>
    </w:p>
    <w:p w:rsidR="00C37147" w:rsidRPr="00DE6E48" w:rsidRDefault="00C37147" w:rsidP="009C4AF6">
      <w:pPr>
        <w:pStyle w:val="Heading2"/>
        <w:keepNext w:val="0"/>
        <w:keepLines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D57BF0">
        <w:rPr>
          <w:rFonts w:eastAsia="Times New Roman"/>
          <w:b w:val="0"/>
        </w:rPr>
        <w:t>Superb autumn day. Virtually cloudless all day, cool but warm in the sun (sat outside at the pub). Magical views</w:t>
      </w:r>
      <w:r w:rsidR="009C4AF6">
        <w:rPr>
          <w:rFonts w:eastAsia="Times New Roman"/>
          <w:b w:val="0"/>
        </w:rPr>
        <w:t>.</w:t>
      </w:r>
    </w:p>
    <w:p w:rsidR="00937BF9" w:rsidRPr="001F0C94" w:rsidRDefault="00712ABC" w:rsidP="000E1769">
      <w:pPr>
        <w:pStyle w:val="Heading2"/>
        <w:keepNext w:val="0"/>
        <w:keepLines w:val="0"/>
        <w:tabs>
          <w:tab w:val="left" w:pos="1843"/>
        </w:tabs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00628A">
        <w:rPr>
          <w:rFonts w:eastAsia="Times New Roman"/>
          <w:b w:val="0"/>
        </w:rPr>
        <w:tab/>
      </w:r>
      <w:r w:rsidR="0000628A" w:rsidRPr="0000628A">
        <w:rPr>
          <w:b w:val="0"/>
        </w:rPr>
        <w:t>Roger Blake, Nick Kaye, Keith Bennet, Gerry Jackson, Tony Clark</w:t>
      </w:r>
      <w:r w:rsidR="003A5FDD">
        <w:rPr>
          <w:b w:val="0"/>
        </w:rPr>
        <w:t>, Chris Coy, Marcus Harling, Alu</w:t>
      </w:r>
      <w:r w:rsidR="0000628A" w:rsidRPr="0000628A">
        <w:rPr>
          <w:b w:val="0"/>
        </w:rPr>
        <w:t xml:space="preserve">n Jones, Graham </w:t>
      </w:r>
      <w:r w:rsidR="000E1769">
        <w:rPr>
          <w:b w:val="0"/>
        </w:rPr>
        <w:t>?,</w:t>
      </w:r>
      <w:r w:rsidR="0000628A" w:rsidRPr="0000628A">
        <w:rPr>
          <w:b w:val="0"/>
        </w:rPr>
        <w:t xml:space="preserve"> Peter (friend of Chris and</w:t>
      </w:r>
      <w:r w:rsidR="003A5FDD">
        <w:rPr>
          <w:b w:val="0"/>
        </w:rPr>
        <w:t xml:space="preserve"> Marcus</w:t>
      </w:r>
      <w:r w:rsidR="0000628A" w:rsidRPr="0000628A">
        <w:rPr>
          <w:b w:val="0"/>
        </w:rPr>
        <w:t>), Tom Harding.</w:t>
      </w: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384BF5"/>
    <w:rsid w:val="00006202"/>
    <w:rsid w:val="0000628A"/>
    <w:rsid w:val="000074B4"/>
    <w:rsid w:val="0008166F"/>
    <w:rsid w:val="000D1346"/>
    <w:rsid w:val="000D497A"/>
    <w:rsid w:val="000D5520"/>
    <w:rsid w:val="000D6EBA"/>
    <w:rsid w:val="000E1769"/>
    <w:rsid w:val="00107197"/>
    <w:rsid w:val="001747F1"/>
    <w:rsid w:val="001763E8"/>
    <w:rsid w:val="00191034"/>
    <w:rsid w:val="0019134E"/>
    <w:rsid w:val="001F0C94"/>
    <w:rsid w:val="00270489"/>
    <w:rsid w:val="00290B8A"/>
    <w:rsid w:val="00294C32"/>
    <w:rsid w:val="002C2BD8"/>
    <w:rsid w:val="002C50BE"/>
    <w:rsid w:val="003554D4"/>
    <w:rsid w:val="00384BF5"/>
    <w:rsid w:val="003A5FDD"/>
    <w:rsid w:val="003C56F2"/>
    <w:rsid w:val="003D2C1F"/>
    <w:rsid w:val="00503A9D"/>
    <w:rsid w:val="005263F4"/>
    <w:rsid w:val="005D5DC5"/>
    <w:rsid w:val="00656407"/>
    <w:rsid w:val="00686FC4"/>
    <w:rsid w:val="006A730F"/>
    <w:rsid w:val="006D1729"/>
    <w:rsid w:val="006D597D"/>
    <w:rsid w:val="00703AEB"/>
    <w:rsid w:val="00712ABC"/>
    <w:rsid w:val="0075319D"/>
    <w:rsid w:val="008513F8"/>
    <w:rsid w:val="00855632"/>
    <w:rsid w:val="0091399A"/>
    <w:rsid w:val="00937BF9"/>
    <w:rsid w:val="009C4AF6"/>
    <w:rsid w:val="009F1EB5"/>
    <w:rsid w:val="00A117DC"/>
    <w:rsid w:val="00A3605C"/>
    <w:rsid w:val="00A6509C"/>
    <w:rsid w:val="00B15943"/>
    <w:rsid w:val="00B37F56"/>
    <w:rsid w:val="00B52809"/>
    <w:rsid w:val="00B722E7"/>
    <w:rsid w:val="00B96E25"/>
    <w:rsid w:val="00BC358A"/>
    <w:rsid w:val="00BD0354"/>
    <w:rsid w:val="00BD1766"/>
    <w:rsid w:val="00BF7CBA"/>
    <w:rsid w:val="00C25707"/>
    <w:rsid w:val="00C37147"/>
    <w:rsid w:val="00C527DE"/>
    <w:rsid w:val="00C627FD"/>
    <w:rsid w:val="00C80C67"/>
    <w:rsid w:val="00C9158E"/>
    <w:rsid w:val="00CB3DD5"/>
    <w:rsid w:val="00CB7EE1"/>
    <w:rsid w:val="00CC02D9"/>
    <w:rsid w:val="00CD3D2F"/>
    <w:rsid w:val="00D16A81"/>
    <w:rsid w:val="00D42071"/>
    <w:rsid w:val="00D57BF0"/>
    <w:rsid w:val="00DA1240"/>
    <w:rsid w:val="00DE6E48"/>
    <w:rsid w:val="00E00BDC"/>
    <w:rsid w:val="00E0139E"/>
    <w:rsid w:val="00E02663"/>
    <w:rsid w:val="00E5107B"/>
    <w:rsid w:val="00E81375"/>
    <w:rsid w:val="00E9564A"/>
    <w:rsid w:val="00E97302"/>
    <w:rsid w:val="00EC6D06"/>
    <w:rsid w:val="00EF5476"/>
    <w:rsid w:val="00FC2E83"/>
    <w:rsid w:val="00FD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694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2023-08-08T07:26:00Z</dcterms:created>
  <dcterms:modified xsi:type="dcterms:W3CDTF">2023-08-08T19:00:00Z</dcterms:modified>
</cp:coreProperties>
</file>