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A70D3D" w:rsidP="00B722E7">
      <w:pPr>
        <w:pStyle w:val="Heading1"/>
      </w:pPr>
      <w:r>
        <w:t>Backbrecon Beacons Vol 2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A70D3D">
        <w:rPr>
          <w:rFonts w:eastAsia="Times New Roman"/>
          <w:b w:val="0"/>
        </w:rPr>
        <w:t>29th</w:t>
      </w:r>
      <w:r w:rsidR="00A70D3D">
        <w:rPr>
          <w:rFonts w:eastAsia="Times New Roman"/>
          <w:b w:val="0"/>
          <w:vertAlign w:val="superscript"/>
        </w:rPr>
        <w:t xml:space="preserve"> </w:t>
      </w:r>
      <w:r w:rsidR="00A70D3D">
        <w:rPr>
          <w:rFonts w:eastAsia="Times New Roman"/>
          <w:b w:val="0"/>
        </w:rPr>
        <w:t>August 1987</w:t>
      </w:r>
    </w:p>
    <w:p w:rsidR="00C37147" w:rsidRPr="00B96E25" w:rsidRDefault="00C37147" w:rsidP="004109E9">
      <w:pPr>
        <w:pStyle w:val="Heading2"/>
        <w:keepNext w:val="0"/>
        <w:keepLines w:val="0"/>
        <w:tabs>
          <w:tab w:val="left" w:pos="2552"/>
        </w:tabs>
        <w:spacing w:before="120"/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A70D3D">
        <w:rPr>
          <w:rFonts w:eastAsia="Times New Roman"/>
          <w:b w:val="0"/>
        </w:rPr>
        <w:t>24.6 miles, 5910 feet</w:t>
      </w:r>
    </w:p>
    <w:p w:rsidR="0091399A" w:rsidRPr="00B96E25" w:rsidRDefault="0091399A" w:rsidP="004109E9">
      <w:pPr>
        <w:pStyle w:val="Heading2"/>
        <w:tabs>
          <w:tab w:val="left" w:pos="1418"/>
        </w:tabs>
        <w:spacing w:before="120"/>
        <w:rPr>
          <w:b w:val="0"/>
        </w:rPr>
      </w:pPr>
      <w:r>
        <w:t>Leader:</w:t>
      </w:r>
      <w:r w:rsidR="00B96E25">
        <w:rPr>
          <w:b w:val="0"/>
        </w:rPr>
        <w:tab/>
      </w:r>
    </w:p>
    <w:p w:rsidR="00712ABC" w:rsidRDefault="00712ABC" w:rsidP="00095A97">
      <w:pPr>
        <w:pStyle w:val="Heading2"/>
        <w:spacing w:before="120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454784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from car park, Porth yr O</w:t>
      </w:r>
      <w:r w:rsidR="00145432">
        <w:rPr>
          <w:sz w:val="28"/>
          <w:szCs w:val="28"/>
        </w:rPr>
        <w:t>gof</w:t>
      </w:r>
      <w:r>
        <w:rPr>
          <w:sz w:val="28"/>
          <w:szCs w:val="28"/>
        </w:rPr>
        <w:t xml:space="preserve"> near Ystrafellte (</w:t>
      </w:r>
      <w:r w:rsidRPr="00454784">
        <w:rPr>
          <w:sz w:val="28"/>
          <w:szCs w:val="28"/>
        </w:rPr>
        <w:t>SN</w:t>
      </w:r>
      <w:r>
        <w:rPr>
          <w:sz w:val="28"/>
          <w:szCs w:val="28"/>
        </w:rPr>
        <w:t xml:space="preserve"> </w:t>
      </w:r>
      <w:r w:rsidRPr="00454784">
        <w:rPr>
          <w:sz w:val="28"/>
          <w:szCs w:val="28"/>
        </w:rPr>
        <w:t>928</w:t>
      </w:r>
      <w:r>
        <w:rPr>
          <w:sz w:val="28"/>
          <w:szCs w:val="28"/>
        </w:rPr>
        <w:t xml:space="preserve"> </w:t>
      </w:r>
      <w:r w:rsidRPr="00454784">
        <w:rPr>
          <w:sz w:val="28"/>
          <w:szCs w:val="28"/>
        </w:rPr>
        <w:t>124</w:t>
      </w:r>
      <w:r>
        <w:rPr>
          <w:sz w:val="28"/>
          <w:szCs w:val="28"/>
        </w:rPr>
        <w:t>).</w:t>
      </w:r>
    </w:p>
    <w:p w:rsidR="00F140CD" w:rsidRDefault="00F46D94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819C9">
        <w:rPr>
          <w:sz w:val="28"/>
          <w:szCs w:val="28"/>
        </w:rPr>
        <w:t>Road northwards to junction at (SN 926 128)</w:t>
      </w:r>
      <w:r w:rsidR="00111B62" w:rsidRPr="009819C9">
        <w:rPr>
          <w:sz w:val="28"/>
          <w:szCs w:val="28"/>
        </w:rPr>
        <w:t>.</w:t>
      </w:r>
      <w:r w:rsidR="009819C9" w:rsidRPr="009819C9">
        <w:rPr>
          <w:sz w:val="28"/>
          <w:szCs w:val="28"/>
        </w:rPr>
        <w:t xml:space="preserve"> </w:t>
      </w:r>
    </w:p>
    <w:p w:rsidR="008C3DA6" w:rsidRDefault="00111B62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9819C9">
        <w:rPr>
          <w:sz w:val="28"/>
          <w:szCs w:val="28"/>
        </w:rPr>
        <w:t xml:space="preserve">Track north-west to join footpath at (SN </w:t>
      </w:r>
      <w:r w:rsidR="009819C9" w:rsidRPr="009819C9">
        <w:rPr>
          <w:sz w:val="28"/>
          <w:szCs w:val="28"/>
        </w:rPr>
        <w:t>918 139)</w:t>
      </w:r>
      <w:r w:rsidR="008C3DA6">
        <w:rPr>
          <w:sz w:val="28"/>
          <w:szCs w:val="28"/>
        </w:rPr>
        <w:t>.</w:t>
      </w:r>
    </w:p>
    <w:p w:rsidR="006F7718" w:rsidRDefault="00F140CD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west to road end and across Afon Nedd by bridge at </w:t>
      </w:r>
      <w:r w:rsidR="006F7718">
        <w:rPr>
          <w:sz w:val="28"/>
          <w:szCs w:val="28"/>
        </w:rPr>
        <w:t>(SN 911 140).</w:t>
      </w:r>
    </w:p>
    <w:p w:rsidR="00111B62" w:rsidRDefault="005C3A32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</w:t>
      </w:r>
      <w:r w:rsidR="00B56E49">
        <w:rPr>
          <w:sz w:val="28"/>
          <w:szCs w:val="28"/>
        </w:rPr>
        <w:t xml:space="preserve"> west </w:t>
      </w:r>
      <w:r>
        <w:rPr>
          <w:sz w:val="28"/>
          <w:szCs w:val="28"/>
        </w:rPr>
        <w:t>to track at (SN 907 138).</w:t>
      </w:r>
    </w:p>
    <w:p w:rsidR="009B5C95" w:rsidRDefault="00E04C2D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then pat</w:t>
      </w:r>
      <w:r w:rsidR="00462186">
        <w:rPr>
          <w:sz w:val="28"/>
          <w:szCs w:val="28"/>
        </w:rPr>
        <w:t xml:space="preserve">h north-west past Pant </w:t>
      </w:r>
      <w:r>
        <w:rPr>
          <w:sz w:val="28"/>
          <w:szCs w:val="28"/>
        </w:rPr>
        <w:t>Mawr</w:t>
      </w:r>
      <w:r w:rsidR="00462186">
        <w:rPr>
          <w:sz w:val="28"/>
          <w:szCs w:val="28"/>
        </w:rPr>
        <w:t xml:space="preserve"> and across P</w:t>
      </w:r>
      <w:r w:rsidR="00055EDD">
        <w:rPr>
          <w:sz w:val="28"/>
          <w:szCs w:val="28"/>
        </w:rPr>
        <w:t>ant Mawr Moor descending to Pen</w:t>
      </w:r>
      <w:r w:rsidR="00462186">
        <w:rPr>
          <w:sz w:val="28"/>
          <w:szCs w:val="28"/>
        </w:rPr>
        <w:t>wyllt</w:t>
      </w:r>
      <w:r w:rsidR="009B5C95">
        <w:rPr>
          <w:sz w:val="28"/>
          <w:szCs w:val="28"/>
        </w:rPr>
        <w:t>.</w:t>
      </w:r>
    </w:p>
    <w:p w:rsidR="00DB5840" w:rsidRDefault="009B5C95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north-north-west via </w:t>
      </w:r>
      <w:r w:rsidR="00F35047">
        <w:rPr>
          <w:sz w:val="28"/>
          <w:szCs w:val="28"/>
        </w:rPr>
        <w:t>Pwllc</w:t>
      </w:r>
      <w:r>
        <w:rPr>
          <w:sz w:val="28"/>
          <w:szCs w:val="28"/>
        </w:rPr>
        <w:t>oediog</w:t>
      </w:r>
      <w:r w:rsidR="00F12C71">
        <w:rPr>
          <w:sz w:val="28"/>
          <w:szCs w:val="28"/>
        </w:rPr>
        <w:t xml:space="preserve"> Farm to A4067 at (SN </w:t>
      </w:r>
      <w:r w:rsidR="00DB5840">
        <w:rPr>
          <w:sz w:val="28"/>
          <w:szCs w:val="28"/>
        </w:rPr>
        <w:t>846 167).</w:t>
      </w:r>
    </w:p>
    <w:p w:rsidR="00E04C2D" w:rsidRDefault="00DB5840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 for short way</w:t>
      </w:r>
      <w:r w:rsidR="001C01D6">
        <w:rPr>
          <w:sz w:val="28"/>
          <w:szCs w:val="28"/>
        </w:rPr>
        <w:t xml:space="preserve"> then farm track past Careg Haffes </w:t>
      </w:r>
      <w:r w:rsidR="005C6DFF">
        <w:rPr>
          <w:sz w:val="28"/>
          <w:szCs w:val="28"/>
        </w:rPr>
        <w:t>and across Afon Haffes.</w:t>
      </w:r>
    </w:p>
    <w:p w:rsidR="005C6DFF" w:rsidRDefault="002C3312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and path over Twyn Spratt, Twyn Du </w:t>
      </w:r>
      <w:r w:rsidR="00C61516">
        <w:rPr>
          <w:sz w:val="28"/>
          <w:szCs w:val="28"/>
        </w:rPr>
        <w:t xml:space="preserve">and </w:t>
      </w:r>
      <w:r w:rsidR="00BF21EE">
        <w:rPr>
          <w:sz w:val="28"/>
          <w:szCs w:val="28"/>
        </w:rPr>
        <w:t xml:space="preserve">Twyn Walter </w:t>
      </w:r>
      <w:r w:rsidR="00E528E7">
        <w:rPr>
          <w:sz w:val="28"/>
          <w:szCs w:val="28"/>
        </w:rPr>
        <w:t>to cross Afon Giedd at (SN </w:t>
      </w:r>
      <w:r w:rsidR="002F3DAB">
        <w:rPr>
          <w:sz w:val="28"/>
          <w:szCs w:val="28"/>
        </w:rPr>
        <w:t>811 1</w:t>
      </w:r>
      <w:r w:rsidR="00BF21EE">
        <w:rPr>
          <w:sz w:val="28"/>
          <w:szCs w:val="28"/>
        </w:rPr>
        <w:t>86).</w:t>
      </w:r>
    </w:p>
    <w:p w:rsidR="00BF21EE" w:rsidRDefault="00154762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North-westwards across Twyn Tal y </w:t>
      </w:r>
      <w:r w:rsidR="00315577">
        <w:rPr>
          <w:sz w:val="28"/>
          <w:szCs w:val="28"/>
        </w:rPr>
        <w:t>Ddraenen</w:t>
      </w:r>
      <w:r>
        <w:rPr>
          <w:sz w:val="28"/>
          <w:szCs w:val="28"/>
        </w:rPr>
        <w:t xml:space="preserve"> to cross Afon Twrch at (SN </w:t>
      </w:r>
      <w:r w:rsidR="00E11236">
        <w:rPr>
          <w:sz w:val="28"/>
          <w:szCs w:val="28"/>
        </w:rPr>
        <w:t>803 197).</w:t>
      </w:r>
    </w:p>
    <w:p w:rsidR="00E11236" w:rsidRDefault="0079736A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Northwards uphill to meet top of ridge at (SN 801 214)</w:t>
      </w:r>
      <w:r w:rsidR="00A641A0">
        <w:rPr>
          <w:sz w:val="28"/>
          <w:szCs w:val="28"/>
        </w:rPr>
        <w:t>.</w:t>
      </w:r>
    </w:p>
    <w:p w:rsidR="008C3DA6" w:rsidRDefault="00A641A0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76451">
        <w:rPr>
          <w:sz w:val="28"/>
          <w:szCs w:val="28"/>
        </w:rPr>
        <w:t>East along ridge over summit of Bannau Sir Gaer (2460ft) and down to the col</w:t>
      </w:r>
      <w:r w:rsidR="008C3DA6">
        <w:rPr>
          <w:sz w:val="28"/>
          <w:szCs w:val="28"/>
        </w:rPr>
        <w:t>.</w:t>
      </w:r>
    </w:p>
    <w:p w:rsidR="00076451" w:rsidRDefault="00B06310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76451">
        <w:rPr>
          <w:sz w:val="28"/>
          <w:szCs w:val="28"/>
        </w:rPr>
        <w:t xml:space="preserve">Up to summit of Bannau Brycheiniog (2630 ft) and southwards to Bwlch </w:t>
      </w:r>
      <w:r w:rsidR="004267BA" w:rsidRPr="00076451">
        <w:rPr>
          <w:sz w:val="28"/>
          <w:szCs w:val="28"/>
        </w:rPr>
        <w:t>y Giedd.</w:t>
      </w:r>
    </w:p>
    <w:p w:rsidR="004267BA" w:rsidRDefault="00076451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down </w:t>
      </w:r>
      <w:r w:rsidR="004267BA" w:rsidRPr="00076451">
        <w:rPr>
          <w:sz w:val="28"/>
          <w:szCs w:val="28"/>
        </w:rPr>
        <w:t>to outflow of Llyn y Fan Fawr</w:t>
      </w:r>
      <w:r w:rsidR="00EE10F4" w:rsidRPr="00076451">
        <w:rPr>
          <w:sz w:val="28"/>
          <w:szCs w:val="28"/>
        </w:rPr>
        <w:t xml:space="preserve"> and down beside Nant y Llyn</w:t>
      </w:r>
      <w:r w:rsidRPr="00076451">
        <w:rPr>
          <w:sz w:val="28"/>
          <w:szCs w:val="28"/>
        </w:rPr>
        <w:t xml:space="preserve"> to mountain road at (SN 853 203).</w:t>
      </w:r>
    </w:p>
    <w:p w:rsidR="00076451" w:rsidRDefault="00A35BE2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Eastwards across Cefn Cul to </w:t>
      </w:r>
      <w:r w:rsidR="001410D3">
        <w:rPr>
          <w:sz w:val="28"/>
          <w:szCs w:val="28"/>
        </w:rPr>
        <w:t xml:space="preserve">descend to </w:t>
      </w:r>
      <w:r>
        <w:rPr>
          <w:sz w:val="28"/>
          <w:szCs w:val="28"/>
        </w:rPr>
        <w:t xml:space="preserve">A4067 </w:t>
      </w:r>
      <w:r w:rsidR="001410D3">
        <w:rPr>
          <w:sz w:val="28"/>
          <w:szCs w:val="28"/>
        </w:rPr>
        <w:t>at (SN 871 196)</w:t>
      </w:r>
      <w:r w:rsidR="003437BC">
        <w:rPr>
          <w:sz w:val="28"/>
          <w:szCs w:val="28"/>
        </w:rPr>
        <w:t xml:space="preserve"> at the col.</w:t>
      </w:r>
    </w:p>
    <w:p w:rsidR="003437BC" w:rsidRDefault="003437BC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Eastwards uphill following beside slanting stream </w:t>
      </w:r>
      <w:r w:rsidR="00D2134E">
        <w:rPr>
          <w:sz w:val="28"/>
          <w:szCs w:val="28"/>
        </w:rPr>
        <w:t xml:space="preserve">and </w:t>
      </w:r>
      <w:r w:rsidR="00E77244">
        <w:rPr>
          <w:sz w:val="28"/>
          <w:szCs w:val="28"/>
        </w:rPr>
        <w:t>then</w:t>
      </w:r>
      <w:r w:rsidR="00D2134E">
        <w:rPr>
          <w:sz w:val="28"/>
          <w:szCs w:val="28"/>
        </w:rPr>
        <w:t>ce</w:t>
      </w:r>
      <w:r w:rsidR="00E77244">
        <w:rPr>
          <w:sz w:val="28"/>
          <w:szCs w:val="28"/>
        </w:rPr>
        <w:t xml:space="preserve"> to summit of Fan Gy</w:t>
      </w:r>
      <w:r w:rsidR="00D2134E">
        <w:rPr>
          <w:sz w:val="28"/>
          <w:szCs w:val="28"/>
        </w:rPr>
        <w:t>hiry</w:t>
      </w:r>
      <w:r w:rsidR="00E77244">
        <w:rPr>
          <w:sz w:val="28"/>
          <w:szCs w:val="28"/>
        </w:rPr>
        <w:t>ch (2379 ft).</w:t>
      </w:r>
    </w:p>
    <w:p w:rsidR="00AA6578" w:rsidRDefault="00AA6578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Southwards from summit over Fan Fraith eventually entering new forestry</w:t>
      </w:r>
      <w:r w:rsidR="00BD1040">
        <w:rPr>
          <w:sz w:val="28"/>
          <w:szCs w:val="28"/>
        </w:rPr>
        <w:t>.</w:t>
      </w:r>
    </w:p>
    <w:p w:rsidR="008C3DA6" w:rsidRDefault="00BD1040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3C64E6">
        <w:rPr>
          <w:sz w:val="28"/>
          <w:szCs w:val="28"/>
        </w:rPr>
        <w:t>Forestry tracks wending down hillside and across Nant-y-moch</w:t>
      </w:r>
      <w:r w:rsidR="00424F38" w:rsidRPr="003C64E6">
        <w:rPr>
          <w:sz w:val="28"/>
          <w:szCs w:val="28"/>
        </w:rPr>
        <w:t xml:space="preserve"> at about (SN 899 161) </w:t>
      </w:r>
      <w:r w:rsidR="00C32ADA" w:rsidRPr="003C64E6">
        <w:rPr>
          <w:sz w:val="28"/>
          <w:szCs w:val="28"/>
        </w:rPr>
        <w:t>to meet cross tracks at (SN 908 143)</w:t>
      </w:r>
      <w:r w:rsidR="004B5034" w:rsidRPr="003C64E6">
        <w:rPr>
          <w:sz w:val="28"/>
          <w:szCs w:val="28"/>
        </w:rPr>
        <w:t>.</w:t>
      </w:r>
    </w:p>
    <w:p w:rsidR="004B5034" w:rsidRDefault="004B5034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3C64E6">
        <w:rPr>
          <w:sz w:val="28"/>
          <w:szCs w:val="28"/>
        </w:rPr>
        <w:t>Path east across Afon Nedd to Blaen-nedd-isaf</w:t>
      </w:r>
      <w:r w:rsidR="003C64E6" w:rsidRPr="003C64E6">
        <w:rPr>
          <w:sz w:val="28"/>
          <w:szCs w:val="28"/>
        </w:rPr>
        <w:t xml:space="preserve">. </w:t>
      </w:r>
    </w:p>
    <w:p w:rsidR="003C64E6" w:rsidRPr="003C64E6" w:rsidRDefault="003C64E6" w:rsidP="00D643A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Return via outward route </w:t>
      </w:r>
      <w:r w:rsidR="00C20A9B">
        <w:rPr>
          <w:sz w:val="28"/>
          <w:szCs w:val="28"/>
        </w:rPr>
        <w:t xml:space="preserve">south-east over ridge to minor road at (SN 926 128) and along road to </w:t>
      </w:r>
      <w:r w:rsidR="008C3DA6">
        <w:rPr>
          <w:sz w:val="28"/>
          <w:szCs w:val="28"/>
        </w:rPr>
        <w:t>Porth y</w:t>
      </w:r>
      <w:r w:rsidR="003730C1">
        <w:rPr>
          <w:sz w:val="28"/>
          <w:szCs w:val="28"/>
        </w:rPr>
        <w:t>r Ogof and finish at car park.</w:t>
      </w:r>
    </w:p>
    <w:p w:rsidR="00C37147" w:rsidRPr="00DE6E48" w:rsidRDefault="00C37147" w:rsidP="00095A97">
      <w:pPr>
        <w:pStyle w:val="Heading2"/>
        <w:keepNext w:val="0"/>
        <w:keepLines w:val="0"/>
        <w:tabs>
          <w:tab w:val="left" w:pos="1418"/>
        </w:tabs>
        <w:spacing w:before="120"/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C67B63">
        <w:rPr>
          <w:rFonts w:eastAsia="Times New Roman"/>
          <w:b w:val="0"/>
        </w:rPr>
        <w:t xml:space="preserve">Mild all day becoming warm in afternoon. A cloudy </w:t>
      </w:r>
      <w:r w:rsidR="00060671">
        <w:rPr>
          <w:rFonts w:eastAsia="Times New Roman"/>
          <w:b w:val="0"/>
        </w:rPr>
        <w:t xml:space="preserve">bright overcast start to the day with a light shower of rain at lunchtime. Becoming sunny </w:t>
      </w:r>
      <w:r w:rsidR="00055EDD">
        <w:rPr>
          <w:rFonts w:eastAsia="Times New Roman"/>
          <w:b w:val="0"/>
        </w:rPr>
        <w:t>later in afternoon to give a good end to the day.</w:t>
      </w:r>
    </w:p>
    <w:p w:rsidR="00937BF9" w:rsidRPr="00D643AE" w:rsidRDefault="00712ABC" w:rsidP="004109E9">
      <w:pPr>
        <w:pStyle w:val="Heading2"/>
        <w:keepNext w:val="0"/>
        <w:keepLines w:val="0"/>
        <w:widowControl w:val="0"/>
        <w:tabs>
          <w:tab w:val="left" w:pos="1843"/>
        </w:tabs>
        <w:spacing w:before="120"/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BD03C1" w:rsidRPr="00BD03C1">
        <w:rPr>
          <w:b w:val="0"/>
        </w:rPr>
        <w:t xml:space="preserve">Nick Kaye, </w:t>
      </w:r>
      <w:r w:rsidR="00BD03C1">
        <w:rPr>
          <w:b w:val="0"/>
        </w:rPr>
        <w:t>Andrew Clabon, Keith Bennet, Alu</w:t>
      </w:r>
      <w:r w:rsidR="00BD03C1" w:rsidRPr="00BD03C1">
        <w:rPr>
          <w:b w:val="0"/>
        </w:rPr>
        <w:t>n Jones, Tony Clark, Steve Plant, Bob Ford.</w:t>
      </w:r>
    </w:p>
    <w:sectPr w:rsidR="00937BF9" w:rsidRPr="00D643AE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A70D3D"/>
    <w:rsid w:val="00055EDD"/>
    <w:rsid w:val="00060671"/>
    <w:rsid w:val="00076451"/>
    <w:rsid w:val="0008166F"/>
    <w:rsid w:val="00095A97"/>
    <w:rsid w:val="000D1346"/>
    <w:rsid w:val="000D497A"/>
    <w:rsid w:val="00107197"/>
    <w:rsid w:val="00111B62"/>
    <w:rsid w:val="001410D3"/>
    <w:rsid w:val="00145432"/>
    <w:rsid w:val="00154762"/>
    <w:rsid w:val="001763E8"/>
    <w:rsid w:val="00191034"/>
    <w:rsid w:val="001C01D6"/>
    <w:rsid w:val="001F0C94"/>
    <w:rsid w:val="00270489"/>
    <w:rsid w:val="00290B8A"/>
    <w:rsid w:val="002C2BD8"/>
    <w:rsid w:val="002C3312"/>
    <w:rsid w:val="002C50BE"/>
    <w:rsid w:val="002F3DAB"/>
    <w:rsid w:val="00315577"/>
    <w:rsid w:val="003437BC"/>
    <w:rsid w:val="003554D4"/>
    <w:rsid w:val="003730C1"/>
    <w:rsid w:val="003C64E6"/>
    <w:rsid w:val="004109E9"/>
    <w:rsid w:val="00424F38"/>
    <w:rsid w:val="004267BA"/>
    <w:rsid w:val="00454784"/>
    <w:rsid w:val="00462186"/>
    <w:rsid w:val="004B5034"/>
    <w:rsid w:val="005C3A32"/>
    <w:rsid w:val="005C6DFF"/>
    <w:rsid w:val="006F7718"/>
    <w:rsid w:val="00712ABC"/>
    <w:rsid w:val="0079736A"/>
    <w:rsid w:val="00844A74"/>
    <w:rsid w:val="008C3DA6"/>
    <w:rsid w:val="0091399A"/>
    <w:rsid w:val="00937BF9"/>
    <w:rsid w:val="009819C9"/>
    <w:rsid w:val="009B5C95"/>
    <w:rsid w:val="00A35BE2"/>
    <w:rsid w:val="00A641A0"/>
    <w:rsid w:val="00A70D3D"/>
    <w:rsid w:val="00AA6578"/>
    <w:rsid w:val="00AD7559"/>
    <w:rsid w:val="00B06310"/>
    <w:rsid w:val="00B52809"/>
    <w:rsid w:val="00B56E49"/>
    <w:rsid w:val="00B722E7"/>
    <w:rsid w:val="00B96E25"/>
    <w:rsid w:val="00BD03C1"/>
    <w:rsid w:val="00BD1040"/>
    <w:rsid w:val="00BD1766"/>
    <w:rsid w:val="00BF21EE"/>
    <w:rsid w:val="00C20A9B"/>
    <w:rsid w:val="00C25707"/>
    <w:rsid w:val="00C32ADA"/>
    <w:rsid w:val="00C37147"/>
    <w:rsid w:val="00C61516"/>
    <w:rsid w:val="00C67B63"/>
    <w:rsid w:val="00C80C67"/>
    <w:rsid w:val="00CB3DD5"/>
    <w:rsid w:val="00CD3D2F"/>
    <w:rsid w:val="00D2134E"/>
    <w:rsid w:val="00D42071"/>
    <w:rsid w:val="00D643AE"/>
    <w:rsid w:val="00DB5840"/>
    <w:rsid w:val="00DE6E48"/>
    <w:rsid w:val="00DF3AE9"/>
    <w:rsid w:val="00E0139E"/>
    <w:rsid w:val="00E04C2D"/>
    <w:rsid w:val="00E11236"/>
    <w:rsid w:val="00E528E7"/>
    <w:rsid w:val="00E77244"/>
    <w:rsid w:val="00E81375"/>
    <w:rsid w:val="00EC6D06"/>
    <w:rsid w:val="00EE10F4"/>
    <w:rsid w:val="00F12C71"/>
    <w:rsid w:val="00F140CD"/>
    <w:rsid w:val="00F35047"/>
    <w:rsid w:val="00F4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112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4</cp:revision>
  <dcterms:created xsi:type="dcterms:W3CDTF">2023-08-06T13:41:00Z</dcterms:created>
  <dcterms:modified xsi:type="dcterms:W3CDTF">2023-08-06T15:33:00Z</dcterms:modified>
</cp:coreProperties>
</file>