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FAF" w:rsidRDefault="00A02FAF" w:rsidP="00CD507C">
      <w:pPr>
        <w:pStyle w:val="Heading1"/>
        <w:spacing w:after="0" w:afterAutospacing="0"/>
      </w:pPr>
      <w:r>
        <w:t xml:space="preserve">Around </w:t>
      </w:r>
      <w:r w:rsidR="00F1037C">
        <w:t xml:space="preserve">the </w:t>
      </w:r>
      <w:r>
        <w:t>Base of the Black Mountains</w:t>
      </w:r>
    </w:p>
    <w:p w:rsidR="00A02FAF" w:rsidRPr="00712ABC" w:rsidRDefault="00A02FAF" w:rsidP="00CD507C">
      <w:pPr>
        <w:pStyle w:val="Heading1"/>
        <w:spacing w:before="0" w:beforeAutospacing="0"/>
      </w:pPr>
      <w:r>
        <w:t>(Nick Kaye Special No. 6)</w:t>
      </w:r>
    </w:p>
    <w:p w:rsidR="00C37147" w:rsidRPr="00B96E25" w:rsidRDefault="00C37147" w:rsidP="00B96E25">
      <w:pPr>
        <w:pStyle w:val="Heading2"/>
        <w:tabs>
          <w:tab w:val="left" w:pos="993"/>
        </w:tabs>
        <w:rPr>
          <w:rFonts w:eastAsia="Times New Roman"/>
          <w:b w:val="0"/>
        </w:rPr>
      </w:pPr>
      <w:r>
        <w:rPr>
          <w:rFonts w:eastAsia="Times New Roman"/>
        </w:rPr>
        <w:t>Date:</w:t>
      </w:r>
      <w:r w:rsidR="00B96E25">
        <w:rPr>
          <w:rFonts w:eastAsia="Times New Roman"/>
          <w:b w:val="0"/>
        </w:rPr>
        <w:t xml:space="preserve"> </w:t>
      </w:r>
      <w:r w:rsidR="00A02FAF">
        <w:rPr>
          <w:rFonts w:eastAsia="Times New Roman"/>
          <w:b w:val="0"/>
        </w:rPr>
        <w:t xml:space="preserve"> </w:t>
      </w:r>
      <w:r w:rsidR="00B96E25">
        <w:rPr>
          <w:rFonts w:eastAsia="Times New Roman"/>
          <w:b w:val="0"/>
        </w:rPr>
        <w:tab/>
      </w:r>
      <w:r w:rsidR="00A02FAF">
        <w:rPr>
          <w:rFonts w:eastAsia="Times New Roman"/>
          <w:b w:val="0"/>
        </w:rPr>
        <w:t>2nd May 1987</w:t>
      </w:r>
    </w:p>
    <w:p w:rsidR="00C37147" w:rsidRPr="00B96E25" w:rsidRDefault="00C37147" w:rsidP="00DE577C">
      <w:pPr>
        <w:pStyle w:val="Heading2"/>
        <w:tabs>
          <w:tab w:val="left" w:pos="2552"/>
        </w:tabs>
        <w:spacing w:before="120"/>
        <w:rPr>
          <w:rFonts w:eastAsia="Times New Roman"/>
          <w:b w:val="0"/>
        </w:rPr>
      </w:pPr>
      <w:r>
        <w:rPr>
          <w:rFonts w:eastAsia="Times New Roman"/>
        </w:rPr>
        <w:t>Distance/Ascent:</w:t>
      </w:r>
      <w:r w:rsidR="00B96E25">
        <w:rPr>
          <w:rFonts w:eastAsia="Times New Roman"/>
          <w:b w:val="0"/>
        </w:rPr>
        <w:tab/>
      </w:r>
      <w:r w:rsidR="00A02FAF">
        <w:rPr>
          <w:rFonts w:eastAsia="Times New Roman"/>
          <w:b w:val="0"/>
        </w:rPr>
        <w:t>50.2 miles, 6134 feet</w:t>
      </w:r>
    </w:p>
    <w:p w:rsidR="0091399A" w:rsidRPr="00B96E25" w:rsidRDefault="0091399A" w:rsidP="00DE577C">
      <w:pPr>
        <w:pStyle w:val="Heading2"/>
        <w:tabs>
          <w:tab w:val="left" w:pos="1418"/>
        </w:tabs>
        <w:spacing w:before="120"/>
        <w:rPr>
          <w:b w:val="0"/>
        </w:rPr>
      </w:pPr>
      <w:r>
        <w:t>Leader:</w:t>
      </w:r>
      <w:r w:rsidR="00B96E25">
        <w:rPr>
          <w:b w:val="0"/>
        </w:rPr>
        <w:tab/>
      </w:r>
      <w:r w:rsidR="00A02FAF">
        <w:rPr>
          <w:b w:val="0"/>
        </w:rPr>
        <w:t>Nick Kaye</w:t>
      </w:r>
    </w:p>
    <w:p w:rsidR="00712ABC" w:rsidRDefault="00712ABC" w:rsidP="00DE577C">
      <w:pPr>
        <w:pStyle w:val="Heading2"/>
        <w:spacing w:before="120"/>
        <w:rPr>
          <w:rFonts w:eastAsia="Times New Roman"/>
        </w:rPr>
      </w:pPr>
      <w:r w:rsidRPr="00712ABC">
        <w:rPr>
          <w:rFonts w:eastAsia="Times New Roman"/>
        </w:rPr>
        <w:t>Route Description</w:t>
      </w:r>
      <w:r w:rsidR="00C37147">
        <w:rPr>
          <w:rFonts w:eastAsia="Times New Roman"/>
        </w:rPr>
        <w:t>:</w:t>
      </w:r>
    </w:p>
    <w:p w:rsidR="00290B8A" w:rsidRDefault="001D0030" w:rsidP="00A02FAF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Start from Crickhowell car park at </w:t>
      </w:r>
      <w:r w:rsidRPr="001D0030">
        <w:rPr>
          <w:sz w:val="28"/>
          <w:szCs w:val="28"/>
        </w:rPr>
        <w:t>(SO 2188 1840)</w:t>
      </w:r>
      <w:r>
        <w:rPr>
          <w:sz w:val="28"/>
          <w:szCs w:val="28"/>
        </w:rPr>
        <w:t>.</w:t>
      </w:r>
      <w:r w:rsidR="00954624">
        <w:rPr>
          <w:sz w:val="28"/>
          <w:szCs w:val="28"/>
        </w:rPr>
        <w:t xml:space="preserve"> </w:t>
      </w:r>
    </w:p>
    <w:p w:rsidR="00565BB2" w:rsidRDefault="001D0030" w:rsidP="00A02FAF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Across river to Llangattock </w:t>
      </w:r>
      <w:r w:rsidR="00D17F43">
        <w:rPr>
          <w:sz w:val="28"/>
          <w:szCs w:val="28"/>
        </w:rPr>
        <w:t>and onto canal at (SO 207 178)</w:t>
      </w:r>
      <w:r w:rsidR="00565BB2">
        <w:rPr>
          <w:sz w:val="28"/>
          <w:szCs w:val="28"/>
        </w:rPr>
        <w:t>.</w:t>
      </w:r>
    </w:p>
    <w:p w:rsidR="001D0030" w:rsidRDefault="00F86DEF" w:rsidP="00A02FAF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Canal tow path </w:t>
      </w:r>
      <w:r w:rsidR="00565BB2">
        <w:rPr>
          <w:sz w:val="28"/>
          <w:szCs w:val="28"/>
        </w:rPr>
        <w:t xml:space="preserve">north then </w:t>
      </w:r>
      <w:r>
        <w:rPr>
          <w:sz w:val="28"/>
          <w:szCs w:val="28"/>
        </w:rPr>
        <w:t>west past Glanusk Park to Coed-yr-ynys.</w:t>
      </w:r>
      <w:r w:rsidR="006958B1">
        <w:rPr>
          <w:sz w:val="28"/>
          <w:szCs w:val="28"/>
        </w:rPr>
        <w:t xml:space="preserve"> Road north to Bwlch to track at </w:t>
      </w:r>
      <w:r w:rsidR="00FB7310">
        <w:rPr>
          <w:sz w:val="28"/>
          <w:szCs w:val="28"/>
        </w:rPr>
        <w:t>(SO 148 221).</w:t>
      </w:r>
      <w:r w:rsidR="00954624">
        <w:rPr>
          <w:sz w:val="28"/>
          <w:szCs w:val="28"/>
        </w:rPr>
        <w:t xml:space="preserve"> </w:t>
      </w:r>
    </w:p>
    <w:p w:rsidR="00FB7310" w:rsidRDefault="00CD78A9" w:rsidP="00A02FAF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Track northwards along Cefn Moel to track junction at </w:t>
      </w:r>
      <w:r w:rsidR="00D00580">
        <w:rPr>
          <w:sz w:val="28"/>
          <w:szCs w:val="28"/>
        </w:rPr>
        <w:t>(SO 159 250).</w:t>
      </w:r>
    </w:p>
    <w:p w:rsidR="00D00580" w:rsidRDefault="00D00580" w:rsidP="00A02FAF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West then north on track </w:t>
      </w:r>
      <w:r w:rsidR="00AE0521">
        <w:rPr>
          <w:sz w:val="28"/>
          <w:szCs w:val="28"/>
        </w:rPr>
        <w:t xml:space="preserve">and path via Cwm-Shenkin to minor road </w:t>
      </w:r>
      <w:r w:rsidR="00565BB2">
        <w:rPr>
          <w:sz w:val="28"/>
          <w:szCs w:val="28"/>
        </w:rPr>
        <w:t>at north end of Mynydd Llangorse.</w:t>
      </w:r>
      <w:r w:rsidR="00EE4449">
        <w:rPr>
          <w:sz w:val="28"/>
          <w:szCs w:val="28"/>
        </w:rPr>
        <w:t xml:space="preserve"> </w:t>
      </w:r>
    </w:p>
    <w:p w:rsidR="00E65010" w:rsidRDefault="00E65010" w:rsidP="00A02FAF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Continued north on track round west side of Mynydd Troed</w:t>
      </w:r>
      <w:r w:rsidR="009335D3">
        <w:rPr>
          <w:sz w:val="28"/>
          <w:szCs w:val="28"/>
        </w:rPr>
        <w:t xml:space="preserve"> to Pengenfordd.</w:t>
      </w:r>
    </w:p>
    <w:p w:rsidR="001049F0" w:rsidRPr="00954624" w:rsidRDefault="009335D3" w:rsidP="00A02FAF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954624">
        <w:rPr>
          <w:sz w:val="28"/>
          <w:szCs w:val="28"/>
        </w:rPr>
        <w:t xml:space="preserve">Tracks and roads northwards </w:t>
      </w:r>
      <w:r w:rsidR="00D94A5A" w:rsidRPr="00954624">
        <w:rPr>
          <w:sz w:val="28"/>
          <w:szCs w:val="28"/>
        </w:rPr>
        <w:t>via Dinas Farm, Rhyd</w:t>
      </w:r>
      <w:r w:rsidR="00AE27F3" w:rsidRPr="00954624">
        <w:rPr>
          <w:sz w:val="28"/>
          <w:szCs w:val="28"/>
        </w:rPr>
        <w:t>-</w:t>
      </w:r>
      <w:r w:rsidR="00D94A5A" w:rsidRPr="00954624">
        <w:rPr>
          <w:sz w:val="28"/>
          <w:szCs w:val="28"/>
        </w:rPr>
        <w:t>y</w:t>
      </w:r>
      <w:r w:rsidR="00AE27F3" w:rsidRPr="00954624">
        <w:rPr>
          <w:sz w:val="28"/>
          <w:szCs w:val="28"/>
        </w:rPr>
        <w:t>-</w:t>
      </w:r>
      <w:r w:rsidR="00D94A5A" w:rsidRPr="00954624">
        <w:rPr>
          <w:sz w:val="28"/>
          <w:szCs w:val="28"/>
        </w:rPr>
        <w:t>bont, Rhos Fawr, Blaenau-Isaf</w:t>
      </w:r>
      <w:r w:rsidR="00A51CD2" w:rsidRPr="00954624">
        <w:rPr>
          <w:sz w:val="28"/>
          <w:szCs w:val="28"/>
        </w:rPr>
        <w:t>, Cwm-b</w:t>
      </w:r>
      <w:r w:rsidR="00154847" w:rsidRPr="00954624">
        <w:rPr>
          <w:sz w:val="28"/>
          <w:szCs w:val="28"/>
        </w:rPr>
        <w:t>ach and Cae</w:t>
      </w:r>
      <w:r w:rsidR="000425AD" w:rsidRPr="00954624">
        <w:rPr>
          <w:sz w:val="28"/>
          <w:szCs w:val="28"/>
        </w:rPr>
        <w:t>marchog to Cae</w:t>
      </w:r>
      <w:r w:rsidR="008447C4" w:rsidRPr="00954624">
        <w:rPr>
          <w:sz w:val="28"/>
          <w:szCs w:val="28"/>
        </w:rPr>
        <w:t>-ceiliog.</w:t>
      </w:r>
      <w:r w:rsidR="00954624" w:rsidRPr="00954624">
        <w:rPr>
          <w:sz w:val="28"/>
          <w:szCs w:val="28"/>
        </w:rPr>
        <w:t xml:space="preserve"> </w:t>
      </w:r>
      <w:r w:rsidR="001049F0" w:rsidRPr="00954624">
        <w:rPr>
          <w:sz w:val="28"/>
          <w:szCs w:val="28"/>
        </w:rPr>
        <w:t>Road to north end of Hay Bluff.</w:t>
      </w:r>
    </w:p>
    <w:p w:rsidR="001049F0" w:rsidRDefault="001049F0" w:rsidP="00A02FAF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Track south-east via Probert’s Farm and </w:t>
      </w:r>
      <w:r w:rsidR="0073771B">
        <w:rPr>
          <w:sz w:val="28"/>
          <w:szCs w:val="28"/>
        </w:rPr>
        <w:t>Killhorse Farm to Little Black Hill picnic site.</w:t>
      </w:r>
    </w:p>
    <w:p w:rsidR="00290014" w:rsidRDefault="00290014" w:rsidP="00A02FAF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Field paths via Blackhill Farm to road at Beili-bach.</w:t>
      </w:r>
    </w:p>
    <w:p w:rsidR="00290014" w:rsidRDefault="00290014" w:rsidP="00A02FAF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Minor road southwards to </w:t>
      </w:r>
      <w:r w:rsidR="00C21B8B">
        <w:rPr>
          <w:sz w:val="28"/>
          <w:szCs w:val="28"/>
        </w:rPr>
        <w:t xml:space="preserve">track </w:t>
      </w:r>
      <w:r>
        <w:rPr>
          <w:sz w:val="28"/>
          <w:szCs w:val="28"/>
        </w:rPr>
        <w:t xml:space="preserve">junction at </w:t>
      </w:r>
      <w:r w:rsidR="00C21B8B">
        <w:rPr>
          <w:sz w:val="28"/>
          <w:szCs w:val="28"/>
        </w:rPr>
        <w:t>(SO 304 289) by Ty-canol</w:t>
      </w:r>
    </w:p>
    <w:p w:rsidR="00A8241C" w:rsidRDefault="00A8241C" w:rsidP="00A02FAF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Track south via Drain Farm, </w:t>
      </w:r>
      <w:r w:rsidR="00FB0747">
        <w:rPr>
          <w:sz w:val="28"/>
          <w:szCs w:val="28"/>
        </w:rPr>
        <w:t>Penywyrlod and Upper Clydd</w:t>
      </w:r>
      <w:r w:rsidR="00C85A56">
        <w:rPr>
          <w:sz w:val="28"/>
          <w:szCs w:val="28"/>
        </w:rPr>
        <w:t xml:space="preserve"> to join Offa’s Dyke path at (SO </w:t>
      </w:r>
      <w:r w:rsidR="00910E62">
        <w:rPr>
          <w:sz w:val="28"/>
          <w:szCs w:val="28"/>
        </w:rPr>
        <w:t>324 227).</w:t>
      </w:r>
      <w:r w:rsidR="00497E30">
        <w:rPr>
          <w:sz w:val="28"/>
          <w:szCs w:val="28"/>
        </w:rPr>
        <w:t xml:space="preserve"> Down path to road at (SO 324 225).</w:t>
      </w:r>
    </w:p>
    <w:p w:rsidR="003A7CF9" w:rsidRDefault="003A7CF9" w:rsidP="00A02FAF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Road west to Pont-Rhys-Powell and inn. Roads southwards </w:t>
      </w:r>
      <w:r w:rsidR="00922232">
        <w:rPr>
          <w:sz w:val="28"/>
          <w:szCs w:val="28"/>
        </w:rPr>
        <w:t>past P</w:t>
      </w:r>
      <w:r w:rsidR="00E67784">
        <w:rPr>
          <w:sz w:val="28"/>
          <w:szCs w:val="28"/>
        </w:rPr>
        <w:t>anty</w:t>
      </w:r>
      <w:r w:rsidR="00922232">
        <w:rPr>
          <w:sz w:val="28"/>
          <w:szCs w:val="28"/>
        </w:rPr>
        <w:t>gelli</w:t>
      </w:r>
      <w:r w:rsidR="00E67784">
        <w:rPr>
          <w:sz w:val="28"/>
          <w:szCs w:val="28"/>
        </w:rPr>
        <w:t xml:space="preserve"> and Triley Court </w:t>
      </w:r>
      <w:r w:rsidR="006122AE">
        <w:rPr>
          <w:sz w:val="28"/>
          <w:szCs w:val="28"/>
        </w:rPr>
        <w:t xml:space="preserve">to Abergavenny. Through Abergavenny to Usk Bridge and Llanfoist to join canal </w:t>
      </w:r>
      <w:r w:rsidR="00734351">
        <w:rPr>
          <w:sz w:val="28"/>
          <w:szCs w:val="28"/>
        </w:rPr>
        <w:t>tow</w:t>
      </w:r>
      <w:r w:rsidR="008504AE">
        <w:rPr>
          <w:sz w:val="28"/>
          <w:szCs w:val="28"/>
        </w:rPr>
        <w:t xml:space="preserve"> path </w:t>
      </w:r>
      <w:r w:rsidR="006122AE">
        <w:rPr>
          <w:sz w:val="28"/>
          <w:szCs w:val="28"/>
        </w:rPr>
        <w:t xml:space="preserve">at (SO </w:t>
      </w:r>
      <w:r w:rsidR="008504AE">
        <w:rPr>
          <w:sz w:val="28"/>
          <w:szCs w:val="28"/>
        </w:rPr>
        <w:t>285 130).</w:t>
      </w:r>
    </w:p>
    <w:p w:rsidR="008504AE" w:rsidRPr="00A02FAF" w:rsidRDefault="008504AE" w:rsidP="00A02FAF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North-westwards along canal </w:t>
      </w:r>
      <w:r w:rsidR="00F16A87">
        <w:rPr>
          <w:sz w:val="28"/>
          <w:szCs w:val="28"/>
        </w:rPr>
        <w:t xml:space="preserve">tow path past Gilwern to Llangattock at Pont Llangattock at (SO </w:t>
      </w:r>
      <w:r w:rsidR="004B7B63">
        <w:rPr>
          <w:sz w:val="28"/>
          <w:szCs w:val="28"/>
        </w:rPr>
        <w:t>202 528)</w:t>
      </w:r>
      <w:r w:rsidR="00B56B15">
        <w:rPr>
          <w:sz w:val="28"/>
          <w:szCs w:val="28"/>
        </w:rPr>
        <w:t>.  Return through Llangattock across River Usk to finish at Crickhowell.</w:t>
      </w:r>
    </w:p>
    <w:p w:rsidR="00F1037C" w:rsidRPr="00DE6E48" w:rsidRDefault="00F1037C" w:rsidP="008504AE">
      <w:pPr>
        <w:pStyle w:val="Heading2"/>
        <w:keepNext w:val="0"/>
        <w:keepLines w:val="0"/>
        <w:tabs>
          <w:tab w:val="left" w:pos="1418"/>
        </w:tabs>
        <w:rPr>
          <w:rFonts w:eastAsia="Times New Roman"/>
          <w:b w:val="0"/>
        </w:rPr>
      </w:pPr>
      <w:r w:rsidRPr="00712ABC">
        <w:rPr>
          <w:rFonts w:eastAsia="Times New Roman"/>
        </w:rPr>
        <w:t>Weather</w:t>
      </w:r>
      <w:r>
        <w:rPr>
          <w:rFonts w:eastAsia="Times New Roman"/>
        </w:rPr>
        <w:t>:</w:t>
      </w:r>
      <w:r>
        <w:rPr>
          <w:rFonts w:eastAsia="Times New Roman"/>
          <w:b w:val="0"/>
        </w:rPr>
        <w:tab/>
        <w:t>Cool all day and breezy with quite a cold wind at times. Bright sunny periods with one heavy shower at mid-afternoon</w:t>
      </w:r>
    </w:p>
    <w:p w:rsidR="002C4CDE" w:rsidRPr="00DE6E48" w:rsidRDefault="002C4CDE" w:rsidP="002C4CDE">
      <w:pPr>
        <w:pStyle w:val="Heading2"/>
        <w:tabs>
          <w:tab w:val="left" w:pos="1843"/>
        </w:tabs>
        <w:rPr>
          <w:rFonts w:eastAsia="Times New Roman"/>
          <w:b w:val="0"/>
        </w:rPr>
      </w:pPr>
      <w:r w:rsidRPr="00712ABC">
        <w:rPr>
          <w:rFonts w:eastAsia="Times New Roman"/>
        </w:rPr>
        <w:t>Participants</w:t>
      </w:r>
      <w:r>
        <w:rPr>
          <w:rFonts w:eastAsia="Times New Roman"/>
        </w:rPr>
        <w:t>:</w:t>
      </w:r>
      <w:r>
        <w:rPr>
          <w:rFonts w:eastAsia="Times New Roman"/>
          <w:b w:val="0"/>
        </w:rPr>
        <w:tab/>
        <w:t>Nick Kaye, Andrew Clabon, Peter Lewis, Chris Creswick</w:t>
      </w:r>
    </w:p>
    <w:p w:rsidR="006531A8" w:rsidRPr="00AC61DA" w:rsidRDefault="003750AF" w:rsidP="00B56B15">
      <w:pPr>
        <w:pStyle w:val="Heading2"/>
        <w:keepNext w:val="0"/>
        <w:keepLines w:val="0"/>
        <w:widowControl w:val="0"/>
        <w:tabs>
          <w:tab w:val="left" w:pos="1418"/>
        </w:tabs>
        <w:rPr>
          <w:b w:val="0"/>
          <w:szCs w:val="28"/>
        </w:rPr>
      </w:pPr>
      <w:r>
        <w:rPr>
          <w:rFonts w:eastAsia="Times New Roman"/>
        </w:rPr>
        <w:t>Notes:</w:t>
      </w:r>
      <w:r w:rsidR="00DE577C">
        <w:rPr>
          <w:rFonts w:eastAsia="Times New Roman"/>
          <w:b w:val="0"/>
        </w:rPr>
        <w:tab/>
        <w:t xml:space="preserve">Chris </w:t>
      </w:r>
      <w:r w:rsidR="003E3EC2">
        <w:rPr>
          <w:rFonts w:eastAsia="Times New Roman"/>
          <w:b w:val="0"/>
        </w:rPr>
        <w:t>acted as pacemaker all day ensuring there was no slacking and leading to a 12</w:t>
      </w:r>
      <w:r w:rsidR="009D1D2F">
        <w:rPr>
          <w:rFonts w:eastAsia="Times New Roman"/>
          <w:b w:val="0"/>
        </w:rPr>
        <w:t>¼ hour finishing time</w:t>
      </w:r>
      <w:r w:rsidR="006531A8">
        <w:rPr>
          <w:rFonts w:eastAsia="Times New Roman"/>
          <w:b w:val="0"/>
        </w:rPr>
        <w:t>. The event is to be remembered for two things:</w:t>
      </w:r>
      <w:r w:rsidR="00AC61DA">
        <w:rPr>
          <w:b w:val="0"/>
          <w:szCs w:val="28"/>
        </w:rPr>
        <w:t xml:space="preserve"> t</w:t>
      </w:r>
      <w:r w:rsidR="006531A8" w:rsidRPr="00AC61DA">
        <w:rPr>
          <w:b w:val="0"/>
          <w:szCs w:val="28"/>
        </w:rPr>
        <w:t xml:space="preserve">he meeting of </w:t>
      </w:r>
      <w:r w:rsidR="00347A3F" w:rsidRPr="00AC61DA">
        <w:rPr>
          <w:b w:val="0"/>
          <w:szCs w:val="28"/>
        </w:rPr>
        <w:t xml:space="preserve">Anneka Rice’s </w:t>
      </w:r>
      <w:r w:rsidR="00AC61DA" w:rsidRPr="00AC61DA">
        <w:rPr>
          <w:b w:val="0"/>
          <w:szCs w:val="28"/>
        </w:rPr>
        <w:t xml:space="preserve">Treasure Hunt Helicopter at Little Black Hill Picnic site and </w:t>
      </w:r>
      <w:r w:rsidR="004D343A">
        <w:rPr>
          <w:b w:val="0"/>
          <w:szCs w:val="28"/>
        </w:rPr>
        <w:t>a very heavy chest cold had by me as during the day felt weak at times (especially approaching Hay Bluff</w:t>
      </w:r>
      <w:r w:rsidR="00E96207">
        <w:rPr>
          <w:b w:val="0"/>
          <w:szCs w:val="28"/>
        </w:rPr>
        <w:t>)</w:t>
      </w:r>
      <w:r w:rsidR="00A56627">
        <w:rPr>
          <w:b w:val="0"/>
          <w:szCs w:val="28"/>
        </w:rPr>
        <w:t>.</w:t>
      </w:r>
    </w:p>
    <w:p w:rsidR="00937BF9" w:rsidRPr="001F0C94" w:rsidRDefault="00937BF9" w:rsidP="00B722E7"/>
    <w:sectPr w:rsidR="00937BF9" w:rsidRPr="001F0C94" w:rsidSect="00CD3D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01999"/>
    <w:multiLevelType w:val="multilevel"/>
    <w:tmpl w:val="86A4EC70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abstractNum w:abstractNumId="1">
    <w:nsid w:val="2A16404A"/>
    <w:multiLevelType w:val="multilevel"/>
    <w:tmpl w:val="D8E436B6"/>
    <w:styleLink w:val="Headings"/>
    <w:lvl w:ilvl="0">
      <w:start w:val="1"/>
      <w:numFmt w:val="decimal"/>
      <w:lvlText w:val="%1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abstractNum w:abstractNumId="2">
    <w:nsid w:val="47CB031C"/>
    <w:multiLevelType w:val="hybridMultilevel"/>
    <w:tmpl w:val="FA26427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compat/>
  <w:rsids>
    <w:rsidRoot w:val="00465EA2"/>
    <w:rsid w:val="000425AD"/>
    <w:rsid w:val="0008166F"/>
    <w:rsid w:val="000A30D9"/>
    <w:rsid w:val="000D1346"/>
    <w:rsid w:val="000D497A"/>
    <w:rsid w:val="001049F0"/>
    <w:rsid w:val="00107197"/>
    <w:rsid w:val="00154847"/>
    <w:rsid w:val="001763E8"/>
    <w:rsid w:val="00191034"/>
    <w:rsid w:val="001D0030"/>
    <w:rsid w:val="001F0C94"/>
    <w:rsid w:val="00270489"/>
    <w:rsid w:val="00290014"/>
    <w:rsid w:val="00290B8A"/>
    <w:rsid w:val="002C2BD8"/>
    <w:rsid w:val="002C4CDE"/>
    <w:rsid w:val="002C50BE"/>
    <w:rsid w:val="00347A3F"/>
    <w:rsid w:val="003554D4"/>
    <w:rsid w:val="003750AF"/>
    <w:rsid w:val="003A7CF9"/>
    <w:rsid w:val="003E3EC2"/>
    <w:rsid w:val="00433CA3"/>
    <w:rsid w:val="00465EA2"/>
    <w:rsid w:val="00497E30"/>
    <w:rsid w:val="004B7B63"/>
    <w:rsid w:val="004D343A"/>
    <w:rsid w:val="00565BB2"/>
    <w:rsid w:val="006122AE"/>
    <w:rsid w:val="006531A8"/>
    <w:rsid w:val="006958B1"/>
    <w:rsid w:val="00712ABC"/>
    <w:rsid w:val="00734351"/>
    <w:rsid w:val="0073771B"/>
    <w:rsid w:val="008447C4"/>
    <w:rsid w:val="008504AE"/>
    <w:rsid w:val="008D7A59"/>
    <w:rsid w:val="00910E62"/>
    <w:rsid w:val="0091399A"/>
    <w:rsid w:val="00922232"/>
    <w:rsid w:val="00924649"/>
    <w:rsid w:val="009335D3"/>
    <w:rsid w:val="00937BF9"/>
    <w:rsid w:val="00954624"/>
    <w:rsid w:val="009D1D2F"/>
    <w:rsid w:val="00A02FAF"/>
    <w:rsid w:val="00A51CD2"/>
    <w:rsid w:val="00A56627"/>
    <w:rsid w:val="00A8241C"/>
    <w:rsid w:val="00AC61DA"/>
    <w:rsid w:val="00AE0521"/>
    <w:rsid w:val="00AE27F3"/>
    <w:rsid w:val="00AF45A3"/>
    <w:rsid w:val="00B52809"/>
    <w:rsid w:val="00B56B15"/>
    <w:rsid w:val="00B722E7"/>
    <w:rsid w:val="00B96E25"/>
    <w:rsid w:val="00BD1766"/>
    <w:rsid w:val="00C21B8B"/>
    <w:rsid w:val="00C25707"/>
    <w:rsid w:val="00C37147"/>
    <w:rsid w:val="00C80C67"/>
    <w:rsid w:val="00C85A56"/>
    <w:rsid w:val="00CB3DD5"/>
    <w:rsid w:val="00CD3D2F"/>
    <w:rsid w:val="00CD507C"/>
    <w:rsid w:val="00CD78A9"/>
    <w:rsid w:val="00D00580"/>
    <w:rsid w:val="00D17F43"/>
    <w:rsid w:val="00D42071"/>
    <w:rsid w:val="00D94A5A"/>
    <w:rsid w:val="00DE577C"/>
    <w:rsid w:val="00DE6E48"/>
    <w:rsid w:val="00E0139E"/>
    <w:rsid w:val="00E65010"/>
    <w:rsid w:val="00E67784"/>
    <w:rsid w:val="00E81375"/>
    <w:rsid w:val="00E96207"/>
    <w:rsid w:val="00EC6D06"/>
    <w:rsid w:val="00EE4449"/>
    <w:rsid w:val="00F1037C"/>
    <w:rsid w:val="00F16A87"/>
    <w:rsid w:val="00F86DEF"/>
    <w:rsid w:val="00FB0747"/>
    <w:rsid w:val="00FB7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2E7"/>
    <w:pPr>
      <w:spacing w:after="60"/>
    </w:pPr>
    <w:rPr>
      <w:sz w:val="24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2C2BD8"/>
    <w:pPr>
      <w:spacing w:before="100" w:beforeAutospacing="1" w:after="100" w:afterAutospacing="1" w:line="240" w:lineRule="auto"/>
      <w:jc w:val="center"/>
      <w:outlineLvl w:val="0"/>
    </w:pPr>
    <w:rPr>
      <w:rFonts w:eastAsia="Times New Roman" w:cs="Times New Roman"/>
      <w:b/>
      <w:bCs/>
      <w:kern w:val="36"/>
      <w:sz w:val="40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50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54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554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s">
    <w:name w:val="Headings"/>
    <w:uiPriority w:val="99"/>
    <w:rsid w:val="00E0139E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2C2BD8"/>
    <w:rPr>
      <w:rFonts w:eastAsia="Times New Roman" w:cs="Times New Roman"/>
      <w:b/>
      <w:bCs/>
      <w:kern w:val="36"/>
      <w:sz w:val="40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712ABC"/>
    <w:rPr>
      <w:b/>
      <w:bCs/>
    </w:rPr>
  </w:style>
  <w:style w:type="paragraph" w:customStyle="1" w:styleId="move-up">
    <w:name w:val="move-up"/>
    <w:basedOn w:val="Normal"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C50BE"/>
    <w:rPr>
      <w:rFonts w:eastAsiaTheme="majorEastAsia" w:cstheme="majorBidi"/>
      <w:b/>
      <w:bCs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554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554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9139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2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report-templat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report-template1.dotx</Template>
  <TotalTime>79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Gerry</dc:creator>
  <cp:lastModifiedBy>Gerry</cp:lastModifiedBy>
  <cp:revision>3</cp:revision>
  <dcterms:created xsi:type="dcterms:W3CDTF">2023-08-03T03:14:00Z</dcterms:created>
  <dcterms:modified xsi:type="dcterms:W3CDTF">2023-08-03T04:34:00Z</dcterms:modified>
</cp:coreProperties>
</file>