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A71221" w:rsidP="00B722E7">
      <w:pPr>
        <w:pStyle w:val="Heading1"/>
      </w:pPr>
      <w:r>
        <w:t>Crickhowell Chrimbal Cracker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A71221">
        <w:rPr>
          <w:rFonts w:eastAsia="Times New Roman"/>
          <w:b w:val="0"/>
        </w:rPr>
        <w:t>14thDecember 1986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6A3A29">
        <w:rPr>
          <w:rFonts w:eastAsia="Times New Roman"/>
          <w:b w:val="0"/>
        </w:rPr>
        <w:t>24.2 miles, 4920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6A3A29">
        <w:rPr>
          <w:b w:val="0"/>
        </w:rPr>
        <w:t>Peter Lewis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F35BEC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Crickhowell car park (SO 219 184).</w:t>
      </w:r>
    </w:p>
    <w:p w:rsidR="00F35BEC" w:rsidRDefault="00F35BEC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Lanes via junction at </w:t>
      </w:r>
      <w:r w:rsidR="00DD6B33">
        <w:rPr>
          <w:sz w:val="28"/>
          <w:szCs w:val="28"/>
        </w:rPr>
        <w:t>(SO 221 183)</w:t>
      </w:r>
      <w:r w:rsidR="00ED15AB">
        <w:rPr>
          <w:sz w:val="28"/>
          <w:szCs w:val="28"/>
        </w:rPr>
        <w:t xml:space="preserve"> and past Great Oak to track junction at (SO 223 192)</w:t>
      </w:r>
    </w:p>
    <w:p w:rsidR="0058519C" w:rsidRDefault="0058519C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Bridle path west then north </w:t>
      </w:r>
      <w:r w:rsidR="00CA26E4">
        <w:rPr>
          <w:sz w:val="28"/>
          <w:szCs w:val="28"/>
        </w:rPr>
        <w:t xml:space="preserve">up Cwm Cumbeth to open hillside at </w:t>
      </w:r>
      <w:r w:rsidR="00B67C86">
        <w:rPr>
          <w:sz w:val="28"/>
          <w:szCs w:val="28"/>
        </w:rPr>
        <w:t>(SO 218  209)</w:t>
      </w:r>
    </w:p>
    <w:p w:rsidR="003D6EB1" w:rsidRDefault="003D6EB1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Keeping to north of intake wall, traversing east to col on north side of Table Mountain</w:t>
      </w:r>
      <w:r w:rsidR="00C518CF">
        <w:rPr>
          <w:sz w:val="28"/>
          <w:szCs w:val="28"/>
        </w:rPr>
        <w:t>.</w:t>
      </w:r>
    </w:p>
    <w:p w:rsidR="00C518CF" w:rsidRDefault="00C518CF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Descend to path </w:t>
      </w:r>
      <w:r w:rsidR="006543AB">
        <w:rPr>
          <w:sz w:val="28"/>
          <w:szCs w:val="28"/>
        </w:rPr>
        <w:t>which was followed</w:t>
      </w:r>
      <w:r w:rsidR="00BD4BFC">
        <w:rPr>
          <w:sz w:val="28"/>
          <w:szCs w:val="28"/>
        </w:rPr>
        <w:t xml:space="preserve"> north above intake wall to (SO </w:t>
      </w:r>
      <w:r w:rsidR="006543AB">
        <w:rPr>
          <w:sz w:val="28"/>
          <w:szCs w:val="28"/>
        </w:rPr>
        <w:t>232 217).</w:t>
      </w:r>
    </w:p>
    <w:p w:rsidR="006543AB" w:rsidRDefault="0005180A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east past Graig-lwyd to road. Road north </w:t>
      </w:r>
      <w:r w:rsidR="00EE554A">
        <w:rPr>
          <w:sz w:val="28"/>
          <w:szCs w:val="28"/>
        </w:rPr>
        <w:t xml:space="preserve">for </w:t>
      </w:r>
      <w:r>
        <w:rPr>
          <w:sz w:val="28"/>
          <w:szCs w:val="28"/>
        </w:rPr>
        <w:t xml:space="preserve">short way to </w:t>
      </w:r>
      <w:r w:rsidR="00CA67F7">
        <w:rPr>
          <w:sz w:val="28"/>
          <w:szCs w:val="28"/>
        </w:rPr>
        <w:t>Pen-heol-</w:t>
      </w:r>
      <w:r w:rsidR="00EE554A">
        <w:rPr>
          <w:sz w:val="28"/>
          <w:szCs w:val="28"/>
        </w:rPr>
        <w:t>meirch</w:t>
      </w:r>
      <w:r w:rsidR="00CA67F7">
        <w:rPr>
          <w:sz w:val="28"/>
          <w:szCs w:val="28"/>
        </w:rPr>
        <w:t xml:space="preserve"> Cottage</w:t>
      </w:r>
    </w:p>
    <w:p w:rsidR="0088576C" w:rsidRDefault="0088576C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north-east to Bont, across </w:t>
      </w:r>
      <w:r w:rsidR="00314290">
        <w:rPr>
          <w:sz w:val="28"/>
          <w:szCs w:val="28"/>
        </w:rPr>
        <w:t>Grwyne Fechan and north</w:t>
      </w:r>
      <w:r w:rsidR="00447B37">
        <w:rPr>
          <w:sz w:val="28"/>
          <w:szCs w:val="28"/>
        </w:rPr>
        <w:t xml:space="preserve"> past Blaenau-i</w:t>
      </w:r>
      <w:r w:rsidR="00111B22">
        <w:rPr>
          <w:sz w:val="28"/>
          <w:szCs w:val="28"/>
        </w:rPr>
        <w:t>saf to Blaenau</w:t>
      </w:r>
    </w:p>
    <w:p w:rsidR="00111B22" w:rsidRDefault="005E3BF7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east up side valley</w:t>
      </w:r>
      <w:r w:rsidR="00072A0A">
        <w:rPr>
          <w:sz w:val="28"/>
          <w:szCs w:val="28"/>
        </w:rPr>
        <w:t xml:space="preserve"> of Nant y Ffin to summit of ridge.</w:t>
      </w:r>
    </w:p>
    <w:p w:rsidR="00945BAC" w:rsidRDefault="00945BAC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 across Disgwylfa to </w:t>
      </w:r>
      <w:r w:rsidR="00DF02B2">
        <w:rPr>
          <w:sz w:val="28"/>
          <w:szCs w:val="28"/>
        </w:rPr>
        <w:t>corner of forestry at (SO 260 231)</w:t>
      </w:r>
    </w:p>
    <w:p w:rsidR="00DF02B2" w:rsidRDefault="00DF02B2" w:rsidP="006A3A2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down valley </w:t>
      </w:r>
      <w:r w:rsidR="00A764DA">
        <w:rPr>
          <w:sz w:val="28"/>
          <w:szCs w:val="28"/>
        </w:rPr>
        <w:t>to bridleway</w:t>
      </w:r>
      <w:r w:rsidR="0023049A">
        <w:rPr>
          <w:sz w:val="28"/>
          <w:szCs w:val="28"/>
        </w:rPr>
        <w:t xml:space="preserve"> which was followed</w:t>
      </w:r>
      <w:r w:rsidR="00A764DA">
        <w:rPr>
          <w:sz w:val="28"/>
          <w:szCs w:val="28"/>
        </w:rPr>
        <w:t xml:space="preserve"> south-east </w:t>
      </w:r>
      <w:r w:rsidR="0023049A">
        <w:rPr>
          <w:sz w:val="28"/>
          <w:szCs w:val="28"/>
        </w:rPr>
        <w:t>to lane at (SO </w:t>
      </w:r>
      <w:r w:rsidR="00473BD6">
        <w:rPr>
          <w:sz w:val="28"/>
          <w:szCs w:val="28"/>
        </w:rPr>
        <w:t>279</w:t>
      </w:r>
      <w:r w:rsidR="0023049A">
        <w:rPr>
          <w:sz w:val="28"/>
          <w:szCs w:val="28"/>
        </w:rPr>
        <w:t> </w:t>
      </w:r>
      <w:r w:rsidR="00473BD6">
        <w:rPr>
          <w:sz w:val="28"/>
          <w:szCs w:val="28"/>
        </w:rPr>
        <w:t>228</w:t>
      </w:r>
      <w:r w:rsidR="00A764DA">
        <w:rPr>
          <w:sz w:val="28"/>
          <w:szCs w:val="28"/>
        </w:rPr>
        <w:t>)</w:t>
      </w:r>
      <w:r w:rsidR="0023049A">
        <w:rPr>
          <w:sz w:val="28"/>
          <w:szCs w:val="28"/>
        </w:rPr>
        <w:t>.</w:t>
      </w:r>
    </w:p>
    <w:p w:rsidR="00473BD6" w:rsidRDefault="00BF2F34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past Partrishow Church to Pen-y-bair at (SO </w:t>
      </w:r>
      <w:r w:rsidR="00F31E1C">
        <w:rPr>
          <w:sz w:val="28"/>
          <w:szCs w:val="28"/>
        </w:rPr>
        <w:t xml:space="preserve">278 212) and east down to road junction at (SO </w:t>
      </w:r>
      <w:r w:rsidR="00CF7F87">
        <w:rPr>
          <w:sz w:val="28"/>
          <w:szCs w:val="28"/>
        </w:rPr>
        <w:t>285 211).</w:t>
      </w:r>
    </w:p>
    <w:p w:rsidR="00CF7F87" w:rsidRDefault="00CF7F87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then south-east </w:t>
      </w:r>
      <w:r w:rsidR="008C07CC">
        <w:rPr>
          <w:sz w:val="28"/>
          <w:szCs w:val="28"/>
        </w:rPr>
        <w:t>past Brynawel to junction with</w:t>
      </w:r>
      <w:r w:rsidR="007B6841">
        <w:rPr>
          <w:sz w:val="28"/>
          <w:szCs w:val="28"/>
        </w:rPr>
        <w:t xml:space="preserve"> path at (SO 288 204)</w:t>
      </w:r>
    </w:p>
    <w:p w:rsidR="005E5284" w:rsidRDefault="005E5284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up north-east ridge to summit of Sugar Loaf.</w:t>
      </w:r>
    </w:p>
    <w:p w:rsidR="005E5284" w:rsidRDefault="005E5284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via </w:t>
      </w:r>
      <w:r w:rsidR="007B687C">
        <w:rPr>
          <w:sz w:val="28"/>
          <w:szCs w:val="28"/>
        </w:rPr>
        <w:t xml:space="preserve">Twyn Gwyn down Rholben ridge </w:t>
      </w:r>
      <w:r w:rsidR="00A665F3">
        <w:rPr>
          <w:sz w:val="28"/>
          <w:szCs w:val="28"/>
        </w:rPr>
        <w:t>and past Llwyn-</w:t>
      </w:r>
      <w:r w:rsidR="00777888">
        <w:rPr>
          <w:sz w:val="28"/>
          <w:szCs w:val="28"/>
        </w:rPr>
        <w:t>du to road at (SO 290 157)</w:t>
      </w:r>
      <w:r w:rsidR="003A57BB">
        <w:rPr>
          <w:sz w:val="28"/>
          <w:szCs w:val="28"/>
        </w:rPr>
        <w:t>.</w:t>
      </w:r>
    </w:p>
    <w:p w:rsidR="00871EC8" w:rsidRDefault="003A57BB" w:rsidP="00871EC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through Abergavenny </w:t>
      </w:r>
      <w:r w:rsidR="00287DC6">
        <w:rPr>
          <w:sz w:val="28"/>
          <w:szCs w:val="28"/>
        </w:rPr>
        <w:t>(</w:t>
      </w:r>
      <w:r>
        <w:rPr>
          <w:sz w:val="28"/>
          <w:szCs w:val="28"/>
        </w:rPr>
        <w:t>via pub</w:t>
      </w:r>
      <w:r w:rsidR="00287DC6">
        <w:rPr>
          <w:sz w:val="28"/>
          <w:szCs w:val="28"/>
        </w:rPr>
        <w:t>)</w:t>
      </w:r>
      <w:r>
        <w:rPr>
          <w:sz w:val="28"/>
          <w:szCs w:val="28"/>
        </w:rPr>
        <w:t xml:space="preserve"> to </w:t>
      </w:r>
      <w:r w:rsidR="00BA5EB1">
        <w:rPr>
          <w:sz w:val="28"/>
          <w:szCs w:val="28"/>
        </w:rPr>
        <w:t xml:space="preserve">cross </w:t>
      </w:r>
      <w:r>
        <w:rPr>
          <w:sz w:val="28"/>
          <w:szCs w:val="28"/>
        </w:rPr>
        <w:t>Usk Bridge.</w:t>
      </w:r>
      <w:r w:rsidRPr="00871EC8">
        <w:rPr>
          <w:sz w:val="28"/>
          <w:szCs w:val="28"/>
        </w:rPr>
        <w:t xml:space="preserve"> </w:t>
      </w:r>
    </w:p>
    <w:p w:rsidR="003A57BB" w:rsidRDefault="00871EC8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71EC8">
        <w:rPr>
          <w:sz w:val="28"/>
          <w:szCs w:val="28"/>
        </w:rPr>
        <w:t>Lane past</w:t>
      </w:r>
      <w:r w:rsidR="004D2B88">
        <w:rPr>
          <w:sz w:val="28"/>
          <w:szCs w:val="28"/>
        </w:rPr>
        <w:t xml:space="preserve"> c</w:t>
      </w:r>
      <w:r w:rsidRPr="00871EC8">
        <w:rPr>
          <w:sz w:val="28"/>
          <w:szCs w:val="28"/>
        </w:rPr>
        <w:t>emetery</w:t>
      </w:r>
      <w:r w:rsidR="00BA5EB1">
        <w:rPr>
          <w:sz w:val="28"/>
          <w:szCs w:val="28"/>
        </w:rPr>
        <w:t xml:space="preserve"> and south on </w:t>
      </w:r>
      <w:r w:rsidR="006C7592">
        <w:rPr>
          <w:sz w:val="28"/>
          <w:szCs w:val="28"/>
        </w:rPr>
        <w:t>west side of Llanfoist to reach canal at (SO 285 130)</w:t>
      </w:r>
    </w:p>
    <w:p w:rsidR="006C7592" w:rsidRDefault="00593175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Canal tow path westwards via Govilon and Gilwern to road bridge beside Llangat</w:t>
      </w:r>
      <w:r w:rsidR="003559D9">
        <w:rPr>
          <w:sz w:val="28"/>
          <w:szCs w:val="28"/>
        </w:rPr>
        <w:t>t</w:t>
      </w:r>
      <w:r>
        <w:rPr>
          <w:sz w:val="28"/>
          <w:szCs w:val="28"/>
        </w:rPr>
        <w:t>ock</w:t>
      </w:r>
      <w:r w:rsidR="003559D9">
        <w:rPr>
          <w:sz w:val="28"/>
          <w:szCs w:val="28"/>
        </w:rPr>
        <w:t xml:space="preserve"> Park house at (SO </w:t>
      </w:r>
      <w:r w:rsidR="00F74940">
        <w:rPr>
          <w:sz w:val="28"/>
          <w:szCs w:val="28"/>
        </w:rPr>
        <w:t>208 172).</w:t>
      </w:r>
    </w:p>
    <w:p w:rsidR="00F74940" w:rsidRDefault="00C82EEC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north-east through Llangattock then taking short footpath to emerge on </w:t>
      </w:r>
      <w:r w:rsidR="00A051E5">
        <w:rPr>
          <w:sz w:val="28"/>
          <w:szCs w:val="28"/>
        </w:rPr>
        <w:t>B4558/A4077 at bridge.</w:t>
      </w:r>
    </w:p>
    <w:p w:rsidR="00A051E5" w:rsidRPr="00871EC8" w:rsidRDefault="00A051E5" w:rsidP="00F31E1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bridge into Crickhowell and through </w:t>
      </w:r>
      <w:r w:rsidR="00034F5F">
        <w:rPr>
          <w:sz w:val="28"/>
          <w:szCs w:val="28"/>
        </w:rPr>
        <w:t>town to finish at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982FE6">
        <w:rPr>
          <w:rFonts w:eastAsia="Times New Roman"/>
          <w:b w:val="0"/>
        </w:rPr>
        <w:t>Superb day – cloudless sky – bright sun – light cold breeze</w:t>
      </w:r>
      <w:r w:rsidR="00E94E3F">
        <w:rPr>
          <w:rFonts w:eastAsia="Times New Roman"/>
          <w:b w:val="0"/>
        </w:rPr>
        <w:t xml:space="preserve"> – beautiful clear views – frost persisting all day in shade – becoming icy at nightfall at end of walk</w:t>
      </w:r>
      <w:r w:rsidR="00F56BC9">
        <w:rPr>
          <w:rFonts w:eastAsia="Times New Roman"/>
          <w:b w:val="0"/>
        </w:rPr>
        <w:t>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982FE6">
        <w:rPr>
          <w:b w:val="0"/>
        </w:rPr>
        <w:t>Peter Lewis,</w:t>
      </w:r>
      <w:r w:rsidR="00982FE6" w:rsidRPr="006A3A29">
        <w:rPr>
          <w:b w:val="0"/>
        </w:rPr>
        <w:t xml:space="preserve"> </w:t>
      </w:r>
      <w:r w:rsidR="006A3A29" w:rsidRPr="006A3A29">
        <w:rPr>
          <w:b w:val="0"/>
        </w:rPr>
        <w:t>Nick Kay</w:t>
      </w:r>
      <w:r w:rsidR="00982FE6">
        <w:rPr>
          <w:b w:val="0"/>
        </w:rPr>
        <w:t>e, Andrew Clabon, Chris Coy, Alu</w:t>
      </w:r>
      <w:r w:rsidR="006A3A29" w:rsidRPr="006A3A29">
        <w:rPr>
          <w:b w:val="0"/>
        </w:rPr>
        <w:t>n Jones, Steve Cull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A71221"/>
    <w:rsid w:val="00002911"/>
    <w:rsid w:val="00034F5F"/>
    <w:rsid w:val="0005180A"/>
    <w:rsid w:val="00072A0A"/>
    <w:rsid w:val="0008166F"/>
    <w:rsid w:val="000D1346"/>
    <w:rsid w:val="000D497A"/>
    <w:rsid w:val="00107197"/>
    <w:rsid w:val="00111B22"/>
    <w:rsid w:val="001763E8"/>
    <w:rsid w:val="00191034"/>
    <w:rsid w:val="001F0C94"/>
    <w:rsid w:val="0023049A"/>
    <w:rsid w:val="00270489"/>
    <w:rsid w:val="00287DC6"/>
    <w:rsid w:val="00290B8A"/>
    <w:rsid w:val="002C2BD8"/>
    <w:rsid w:val="002C50BE"/>
    <w:rsid w:val="00314290"/>
    <w:rsid w:val="003554D4"/>
    <w:rsid w:val="003559D9"/>
    <w:rsid w:val="003A57BB"/>
    <w:rsid w:val="003D6EB1"/>
    <w:rsid w:val="00447B37"/>
    <w:rsid w:val="00473BD6"/>
    <w:rsid w:val="004D2B88"/>
    <w:rsid w:val="00513641"/>
    <w:rsid w:val="0058519C"/>
    <w:rsid w:val="00593175"/>
    <w:rsid w:val="005E3BF7"/>
    <w:rsid w:val="005E5284"/>
    <w:rsid w:val="006543AB"/>
    <w:rsid w:val="006A3A29"/>
    <w:rsid w:val="006C7592"/>
    <w:rsid w:val="00712ABC"/>
    <w:rsid w:val="00777888"/>
    <w:rsid w:val="007B6841"/>
    <w:rsid w:val="007B687C"/>
    <w:rsid w:val="00871EC8"/>
    <w:rsid w:val="0088576C"/>
    <w:rsid w:val="008C07CC"/>
    <w:rsid w:val="0091399A"/>
    <w:rsid w:val="00937BF9"/>
    <w:rsid w:val="00945BAC"/>
    <w:rsid w:val="00982FE6"/>
    <w:rsid w:val="009A050A"/>
    <w:rsid w:val="009C1AD2"/>
    <w:rsid w:val="00A051E5"/>
    <w:rsid w:val="00A665F3"/>
    <w:rsid w:val="00A71221"/>
    <w:rsid w:val="00A764DA"/>
    <w:rsid w:val="00B52809"/>
    <w:rsid w:val="00B67C86"/>
    <w:rsid w:val="00B722E7"/>
    <w:rsid w:val="00B96E25"/>
    <w:rsid w:val="00BA5EB1"/>
    <w:rsid w:val="00BD1766"/>
    <w:rsid w:val="00BD4BFC"/>
    <w:rsid w:val="00BF2F34"/>
    <w:rsid w:val="00C25707"/>
    <w:rsid w:val="00C3699B"/>
    <w:rsid w:val="00C37147"/>
    <w:rsid w:val="00C518CF"/>
    <w:rsid w:val="00C80C67"/>
    <w:rsid w:val="00C82EEC"/>
    <w:rsid w:val="00CA26E4"/>
    <w:rsid w:val="00CA67F7"/>
    <w:rsid w:val="00CB3DD5"/>
    <w:rsid w:val="00CD3D2F"/>
    <w:rsid w:val="00CF5A83"/>
    <w:rsid w:val="00CF7F87"/>
    <w:rsid w:val="00D42071"/>
    <w:rsid w:val="00DD6B33"/>
    <w:rsid w:val="00DE6E48"/>
    <w:rsid w:val="00DF02B2"/>
    <w:rsid w:val="00E0139E"/>
    <w:rsid w:val="00E81375"/>
    <w:rsid w:val="00E94E3F"/>
    <w:rsid w:val="00EC6D06"/>
    <w:rsid w:val="00ED15AB"/>
    <w:rsid w:val="00EE554A"/>
    <w:rsid w:val="00F31E1C"/>
    <w:rsid w:val="00F35BEC"/>
    <w:rsid w:val="00F56BC9"/>
    <w:rsid w:val="00F7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107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</dc:creator>
  <cp:lastModifiedBy>Gerry</cp:lastModifiedBy>
  <cp:revision>5</cp:revision>
  <dcterms:created xsi:type="dcterms:W3CDTF">2023-06-30T07:40:00Z</dcterms:created>
  <dcterms:modified xsi:type="dcterms:W3CDTF">2023-06-30T20:55:00Z</dcterms:modified>
</cp:coreProperties>
</file>