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D17606" w:rsidP="00B722E7">
      <w:pPr>
        <w:pStyle w:val="Heading1"/>
      </w:pPr>
      <w:r>
        <w:t xml:space="preserve">Day Return </w:t>
      </w:r>
      <w:r w:rsidR="0094552B">
        <w:t>to</w:t>
      </w:r>
      <w:r>
        <w:t xml:space="preserve"> Nantyglo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C714DE">
        <w:rPr>
          <w:rFonts w:eastAsia="Times New Roman"/>
          <w:b w:val="0"/>
        </w:rPr>
        <w:t>11th October 1986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C714DE">
        <w:rPr>
          <w:rFonts w:eastAsia="Times New Roman"/>
          <w:b w:val="0"/>
        </w:rPr>
        <w:t>28.1 miles, 5085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C714DE">
        <w:rPr>
          <w:b w:val="0"/>
        </w:rPr>
        <w:t>Gerry Jackson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290B8A" w:rsidRDefault="009B0DF3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Start at Pontypool Leisure Centre (SO 284 006).</w:t>
      </w:r>
    </w:p>
    <w:p w:rsidR="009B0DF3" w:rsidRDefault="009B0DF3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South across A472</w:t>
      </w:r>
      <w:r w:rsidR="00977053">
        <w:rPr>
          <w:sz w:val="28"/>
          <w:szCs w:val="28"/>
        </w:rPr>
        <w:t>, minor roads then paths and tracks southwards above Griffithstown.</w:t>
      </w:r>
    </w:p>
    <w:p w:rsidR="00B51503" w:rsidRDefault="00977053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Up Mynydd </w:t>
      </w:r>
      <w:r w:rsidR="007E0307">
        <w:rPr>
          <w:sz w:val="28"/>
          <w:szCs w:val="28"/>
        </w:rPr>
        <w:t xml:space="preserve">Twyn-glas to Mynydd Maen summit. Track then road west past </w:t>
      </w:r>
      <w:r w:rsidR="00F84A1A">
        <w:rPr>
          <w:sz w:val="28"/>
          <w:szCs w:val="28"/>
        </w:rPr>
        <w:t>Pen-y-caeau to A472</w:t>
      </w:r>
      <w:r w:rsidR="00B51503">
        <w:rPr>
          <w:sz w:val="28"/>
          <w:szCs w:val="28"/>
        </w:rPr>
        <w:t>.</w:t>
      </w:r>
    </w:p>
    <w:p w:rsidR="00977053" w:rsidRDefault="00920AC6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At Hafodyrynys (ST 227 989)</w:t>
      </w:r>
      <w:r w:rsidR="00B044C2">
        <w:rPr>
          <w:sz w:val="28"/>
          <w:szCs w:val="28"/>
        </w:rPr>
        <w:t xml:space="preserve"> road then track no</w:t>
      </w:r>
      <w:r w:rsidR="005278AE">
        <w:rPr>
          <w:sz w:val="28"/>
          <w:szCs w:val="28"/>
        </w:rPr>
        <w:t>rthwards to path junction at (SO</w:t>
      </w:r>
      <w:r w:rsidR="00B51503">
        <w:rPr>
          <w:sz w:val="28"/>
          <w:szCs w:val="28"/>
        </w:rPr>
        <w:t> 231 </w:t>
      </w:r>
      <w:r w:rsidR="00B044C2">
        <w:rPr>
          <w:sz w:val="28"/>
          <w:szCs w:val="28"/>
        </w:rPr>
        <w:t>004)</w:t>
      </w:r>
    </w:p>
    <w:p w:rsidR="001A3C46" w:rsidRDefault="003F6DAF" w:rsidP="001A3C46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north-east across Cefn Crib to road at </w:t>
      </w:r>
      <w:r w:rsidR="00333753">
        <w:rPr>
          <w:sz w:val="28"/>
          <w:szCs w:val="28"/>
        </w:rPr>
        <w:t>(SO</w:t>
      </w:r>
      <w:r w:rsidR="000978CF">
        <w:rPr>
          <w:sz w:val="28"/>
          <w:szCs w:val="28"/>
        </w:rPr>
        <w:t xml:space="preserve"> 235 010)</w:t>
      </w:r>
      <w:r w:rsidR="00B329CC">
        <w:rPr>
          <w:sz w:val="28"/>
          <w:szCs w:val="28"/>
        </w:rPr>
        <w:t>.</w:t>
      </w:r>
    </w:p>
    <w:p w:rsidR="009C5981" w:rsidRDefault="00B329CC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9C5981">
        <w:rPr>
          <w:sz w:val="28"/>
          <w:szCs w:val="28"/>
        </w:rPr>
        <w:t>Road no</w:t>
      </w:r>
      <w:r w:rsidR="00333753">
        <w:rPr>
          <w:sz w:val="28"/>
          <w:szCs w:val="28"/>
        </w:rPr>
        <w:t>rth-west to road junction at (SO</w:t>
      </w:r>
      <w:r w:rsidRPr="009C5981">
        <w:rPr>
          <w:sz w:val="28"/>
          <w:szCs w:val="28"/>
        </w:rPr>
        <w:t xml:space="preserve"> 226 021)</w:t>
      </w:r>
      <w:r w:rsidR="00B63508" w:rsidRPr="009C5981">
        <w:rPr>
          <w:sz w:val="28"/>
          <w:szCs w:val="28"/>
        </w:rPr>
        <w:t>.</w:t>
      </w:r>
    </w:p>
    <w:p w:rsidR="00FD4495" w:rsidRDefault="00B63508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9C5981">
        <w:rPr>
          <w:sz w:val="28"/>
          <w:szCs w:val="28"/>
        </w:rPr>
        <w:t>Across north-east</w:t>
      </w:r>
      <w:r w:rsidR="001A3C46" w:rsidRPr="009C5981">
        <w:rPr>
          <w:sz w:val="28"/>
          <w:szCs w:val="28"/>
        </w:rPr>
        <w:t xml:space="preserve"> to farm track </w:t>
      </w:r>
      <w:r w:rsidR="00333753">
        <w:rPr>
          <w:sz w:val="28"/>
          <w:szCs w:val="28"/>
        </w:rPr>
        <w:t>at (SO</w:t>
      </w:r>
      <w:r w:rsidR="001A3C46" w:rsidRPr="009C5981">
        <w:rPr>
          <w:sz w:val="28"/>
          <w:szCs w:val="28"/>
        </w:rPr>
        <w:t xml:space="preserve"> 229 023), </w:t>
      </w:r>
      <w:r w:rsidR="00B72348">
        <w:rPr>
          <w:sz w:val="28"/>
          <w:szCs w:val="28"/>
        </w:rPr>
        <w:t xml:space="preserve">path down side valley to Six Bells and </w:t>
      </w:r>
      <w:r w:rsidR="00DC1345">
        <w:rPr>
          <w:color w:val="FF0000"/>
          <w:sz w:val="28"/>
          <w:szCs w:val="28"/>
        </w:rPr>
        <w:t xml:space="preserve">(old) </w:t>
      </w:r>
      <w:r w:rsidR="00B72348">
        <w:rPr>
          <w:sz w:val="28"/>
          <w:szCs w:val="28"/>
        </w:rPr>
        <w:t xml:space="preserve">A467 at </w:t>
      </w:r>
      <w:r w:rsidR="00333753">
        <w:rPr>
          <w:sz w:val="28"/>
          <w:szCs w:val="28"/>
        </w:rPr>
        <w:t>(SO</w:t>
      </w:r>
      <w:r w:rsidR="00B72348">
        <w:rPr>
          <w:sz w:val="28"/>
          <w:szCs w:val="28"/>
        </w:rPr>
        <w:t xml:space="preserve"> 229 029)</w:t>
      </w:r>
      <w:r w:rsidR="00FD4495">
        <w:rPr>
          <w:sz w:val="28"/>
          <w:szCs w:val="28"/>
        </w:rPr>
        <w:t>.</w:t>
      </w:r>
    </w:p>
    <w:p w:rsidR="00B63508" w:rsidRDefault="00D730EA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North on old A467 for a short way, then west across Afon Ebbw Fach</w:t>
      </w:r>
      <w:r w:rsidR="00354983">
        <w:rPr>
          <w:sz w:val="28"/>
          <w:szCs w:val="28"/>
        </w:rPr>
        <w:t xml:space="preserve"> at (SO 221 031) and via track </w:t>
      </w:r>
      <w:r w:rsidR="009F6C60">
        <w:rPr>
          <w:sz w:val="28"/>
          <w:szCs w:val="28"/>
        </w:rPr>
        <w:t xml:space="preserve">past Arail and along Cefn Bach </w:t>
      </w:r>
      <w:r w:rsidR="00470689">
        <w:rPr>
          <w:sz w:val="28"/>
          <w:szCs w:val="28"/>
        </w:rPr>
        <w:t>crossing to the north-east side of the ridge at (SO</w:t>
      </w:r>
      <w:r w:rsidR="00FD4495">
        <w:rPr>
          <w:sz w:val="28"/>
          <w:szCs w:val="28"/>
        </w:rPr>
        <w:t> </w:t>
      </w:r>
      <w:r w:rsidR="00470689">
        <w:rPr>
          <w:sz w:val="28"/>
          <w:szCs w:val="28"/>
        </w:rPr>
        <w:t>204</w:t>
      </w:r>
      <w:r w:rsidR="00FD4495">
        <w:rPr>
          <w:sz w:val="28"/>
          <w:szCs w:val="28"/>
        </w:rPr>
        <w:t> </w:t>
      </w:r>
      <w:r w:rsidR="00470689">
        <w:rPr>
          <w:sz w:val="28"/>
          <w:szCs w:val="28"/>
        </w:rPr>
        <w:t>047)</w:t>
      </w:r>
      <w:r w:rsidR="00FD4495">
        <w:rPr>
          <w:sz w:val="28"/>
          <w:szCs w:val="28"/>
        </w:rPr>
        <w:t>.</w:t>
      </w:r>
    </w:p>
    <w:p w:rsidR="00FD4495" w:rsidRDefault="00FD4495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(which gradually faded </w:t>
      </w:r>
      <w:r w:rsidR="00CC2EAA">
        <w:rPr>
          <w:sz w:val="28"/>
          <w:szCs w:val="28"/>
        </w:rPr>
        <w:t>away)</w:t>
      </w:r>
      <w:r>
        <w:rPr>
          <w:sz w:val="28"/>
          <w:szCs w:val="28"/>
        </w:rPr>
        <w:t xml:space="preserve"> northwards </w:t>
      </w:r>
      <w:r w:rsidR="00397D47">
        <w:rPr>
          <w:sz w:val="28"/>
          <w:szCs w:val="28"/>
        </w:rPr>
        <w:t>along east side of summit of ridge to summit of Mynydd Carn-y</w:t>
      </w:r>
      <w:r w:rsidR="000A017F">
        <w:rPr>
          <w:sz w:val="28"/>
          <w:szCs w:val="28"/>
        </w:rPr>
        <w:t>-cefn</w:t>
      </w:r>
      <w:r w:rsidR="005D2A9E">
        <w:rPr>
          <w:sz w:val="28"/>
          <w:szCs w:val="28"/>
        </w:rPr>
        <w:t>.</w:t>
      </w:r>
    </w:p>
    <w:p w:rsidR="005D2A9E" w:rsidRDefault="005D2A9E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north across Bwlch y Garn</w:t>
      </w:r>
      <w:r w:rsidR="00CC2EAA">
        <w:rPr>
          <w:sz w:val="28"/>
          <w:szCs w:val="28"/>
        </w:rPr>
        <w:t xml:space="preserve"> and golf course </w:t>
      </w:r>
      <w:r w:rsidR="00F8580C">
        <w:rPr>
          <w:sz w:val="28"/>
          <w:szCs w:val="28"/>
        </w:rPr>
        <w:t>then north-east down lane into Nantyglo to reach old A467 at (</w:t>
      </w:r>
      <w:r w:rsidR="0002008B">
        <w:rPr>
          <w:sz w:val="28"/>
          <w:szCs w:val="28"/>
        </w:rPr>
        <w:t>SO 192 107)</w:t>
      </w:r>
      <w:r w:rsidR="00F8580C">
        <w:rPr>
          <w:sz w:val="28"/>
          <w:szCs w:val="28"/>
        </w:rPr>
        <w:t>.</w:t>
      </w:r>
    </w:p>
    <w:p w:rsidR="00264D01" w:rsidRDefault="0002008B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</w:t>
      </w:r>
      <w:r w:rsidR="00B61D27">
        <w:rPr>
          <w:sz w:val="28"/>
          <w:szCs w:val="28"/>
        </w:rPr>
        <w:t>outhwards along old A467, in search of a pub, to minor road at (SO 197 092)</w:t>
      </w:r>
      <w:r w:rsidR="00CA1056">
        <w:rPr>
          <w:sz w:val="28"/>
          <w:szCs w:val="28"/>
        </w:rPr>
        <w:t>.</w:t>
      </w:r>
    </w:p>
    <w:p w:rsidR="0002008B" w:rsidRDefault="00264D01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Minor road then track beside small reservoir into Cwm-celyn</w:t>
      </w:r>
      <w:r w:rsidR="009A2353">
        <w:rPr>
          <w:sz w:val="28"/>
          <w:szCs w:val="28"/>
        </w:rPr>
        <w:t>.</w:t>
      </w:r>
    </w:p>
    <w:p w:rsidR="009A2353" w:rsidRDefault="009A2353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up northwards </w:t>
      </w:r>
      <w:r w:rsidR="00057EA7">
        <w:rPr>
          <w:sz w:val="28"/>
          <w:szCs w:val="28"/>
        </w:rPr>
        <w:t>to (SO 209 096</w:t>
      </w:r>
      <w:r w:rsidR="00A92F88">
        <w:rPr>
          <w:sz w:val="28"/>
          <w:szCs w:val="28"/>
        </w:rPr>
        <w:t xml:space="preserve">) then north-east </w:t>
      </w:r>
      <w:r w:rsidR="00C0458E">
        <w:rPr>
          <w:sz w:val="28"/>
          <w:szCs w:val="28"/>
        </w:rPr>
        <w:t>and</w:t>
      </w:r>
      <w:r w:rsidR="00A92F88">
        <w:rPr>
          <w:sz w:val="28"/>
          <w:szCs w:val="28"/>
        </w:rPr>
        <w:t xml:space="preserve"> south-east along south-west side </w:t>
      </w:r>
      <w:r w:rsidR="00F750E3">
        <w:rPr>
          <w:sz w:val="28"/>
          <w:szCs w:val="28"/>
        </w:rPr>
        <w:t xml:space="preserve">of Cefn Coch to summit </w:t>
      </w:r>
      <w:r w:rsidR="004E519C">
        <w:rPr>
          <w:sz w:val="28"/>
          <w:szCs w:val="28"/>
        </w:rPr>
        <w:t>of Twyn</w:t>
      </w:r>
      <w:r w:rsidR="0094552B">
        <w:rPr>
          <w:sz w:val="28"/>
          <w:szCs w:val="28"/>
        </w:rPr>
        <w:t xml:space="preserve"> Ff</w:t>
      </w:r>
      <w:r w:rsidR="004E519C">
        <w:rPr>
          <w:sz w:val="28"/>
          <w:szCs w:val="28"/>
        </w:rPr>
        <w:t>ynhonnau Goerion (Coety Mountain)</w:t>
      </w:r>
      <w:r w:rsidR="00F750E3">
        <w:rPr>
          <w:sz w:val="28"/>
          <w:szCs w:val="28"/>
        </w:rPr>
        <w:t>.</w:t>
      </w:r>
    </w:p>
    <w:p w:rsidR="002341EA" w:rsidRDefault="002341EA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</w:t>
      </w:r>
      <w:r w:rsidR="007A201F">
        <w:rPr>
          <w:sz w:val="28"/>
          <w:szCs w:val="28"/>
        </w:rPr>
        <w:t xml:space="preserve">th down ridge across Twyn Gwryd, Gwastad and Waun Wen to summit of </w:t>
      </w:r>
      <w:r w:rsidR="008146C2">
        <w:rPr>
          <w:sz w:val="28"/>
          <w:szCs w:val="28"/>
        </w:rPr>
        <w:t>Byrgwm</w:t>
      </w:r>
      <w:r w:rsidR="007A201F">
        <w:rPr>
          <w:sz w:val="28"/>
          <w:szCs w:val="28"/>
        </w:rPr>
        <w:t>.</w:t>
      </w:r>
    </w:p>
    <w:p w:rsidR="008146C2" w:rsidRDefault="008146C2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South to minor road </w:t>
      </w:r>
      <w:r w:rsidR="00C2478D">
        <w:rPr>
          <w:sz w:val="28"/>
          <w:szCs w:val="28"/>
        </w:rPr>
        <w:t xml:space="preserve">at (SO 238 031) across minor road and </w:t>
      </w:r>
      <w:r w:rsidR="0047164B">
        <w:rPr>
          <w:sz w:val="28"/>
          <w:szCs w:val="28"/>
        </w:rPr>
        <w:t>east-south-east along ridge to road at (SO 264 024)</w:t>
      </w:r>
      <w:r w:rsidR="002B7787">
        <w:rPr>
          <w:sz w:val="28"/>
          <w:szCs w:val="28"/>
        </w:rPr>
        <w:t>.</w:t>
      </w:r>
    </w:p>
    <w:p w:rsidR="002B7787" w:rsidRDefault="002B7787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 down through Pentrepiod to A4043 </w:t>
      </w:r>
      <w:r w:rsidR="00371658">
        <w:rPr>
          <w:sz w:val="28"/>
          <w:szCs w:val="28"/>
        </w:rPr>
        <w:t>at (SO 273 019).</w:t>
      </w:r>
      <w:r w:rsidR="00252D42">
        <w:rPr>
          <w:sz w:val="28"/>
          <w:szCs w:val="28"/>
        </w:rPr>
        <w:t xml:space="preserve"> Southwards d</w:t>
      </w:r>
      <w:r w:rsidR="00371658">
        <w:rPr>
          <w:sz w:val="28"/>
          <w:szCs w:val="28"/>
        </w:rPr>
        <w:t xml:space="preserve">own A4043 for short way </w:t>
      </w:r>
      <w:r w:rsidR="00E66B73">
        <w:rPr>
          <w:sz w:val="28"/>
          <w:szCs w:val="28"/>
        </w:rPr>
        <w:t xml:space="preserve">then across Afon Lwyd by bridge at (SO </w:t>
      </w:r>
      <w:r w:rsidR="00FA6F39">
        <w:rPr>
          <w:sz w:val="28"/>
          <w:szCs w:val="28"/>
        </w:rPr>
        <w:t xml:space="preserve">276 018). </w:t>
      </w:r>
    </w:p>
    <w:p w:rsidR="00371658" w:rsidRPr="009C5981" w:rsidRDefault="0079440E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Riverside path</w:t>
      </w:r>
      <w:r w:rsidR="00FA6F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and track southwards to cross Afon Lwyd </w:t>
      </w:r>
      <w:r w:rsidR="00BE2785">
        <w:rPr>
          <w:sz w:val="28"/>
          <w:szCs w:val="28"/>
        </w:rPr>
        <w:t>to finish in the</w:t>
      </w:r>
      <w:r>
        <w:rPr>
          <w:sz w:val="28"/>
          <w:szCs w:val="28"/>
        </w:rPr>
        <w:t xml:space="preserve"> Pontypool Leisure car park.</w:t>
      </w:r>
    </w:p>
    <w:p w:rsidR="00345296" w:rsidRPr="00345296" w:rsidRDefault="00F25E56" w:rsidP="00F25E56">
      <w:pPr>
        <w:pStyle w:val="Heading2"/>
        <w:keepNext w:val="0"/>
        <w:keepLines w:val="0"/>
        <w:widowControl w:val="0"/>
        <w:tabs>
          <w:tab w:val="left" w:pos="2410"/>
        </w:tabs>
        <w:rPr>
          <w:rFonts w:eastAsia="Times New Roman"/>
          <w:b w:val="0"/>
        </w:rPr>
      </w:pPr>
      <w:r>
        <w:rPr>
          <w:rFonts w:eastAsia="Times New Roman"/>
        </w:rPr>
        <w:t>Note by Nick Kaye</w:t>
      </w:r>
      <w:r w:rsidR="00345296">
        <w:rPr>
          <w:rFonts w:eastAsia="Times New Roman"/>
        </w:rPr>
        <w:t>:</w:t>
      </w:r>
      <w:r w:rsidR="00345296">
        <w:rPr>
          <w:rFonts w:eastAsia="Times New Roman"/>
          <w:b w:val="0"/>
        </w:rPr>
        <w:tab/>
      </w:r>
      <w:r>
        <w:rPr>
          <w:rFonts w:eastAsia="Times New Roman"/>
          <w:b w:val="0"/>
        </w:rPr>
        <w:t>T</w:t>
      </w:r>
      <w:r w:rsidR="00345296">
        <w:rPr>
          <w:rFonts w:eastAsia="Times New Roman"/>
          <w:b w:val="0"/>
        </w:rPr>
        <w:t xml:space="preserve">his walk was memorable due to the discovery of the huge crevasses crossing the </w:t>
      </w:r>
      <w:r w:rsidR="009A282B">
        <w:rPr>
          <w:rFonts w:eastAsia="Times New Roman"/>
          <w:b w:val="0"/>
        </w:rPr>
        <w:t xml:space="preserve">top of the ridge to the west of Abertillery and Blaina. These were totally unprotected (see photographs at </w:t>
      </w:r>
      <w:r w:rsidR="00495977">
        <w:rPr>
          <w:rFonts w:eastAsia="Times New Roman"/>
          <w:b w:val="0"/>
          <w:color w:val="FF0000"/>
        </w:rPr>
        <w:t xml:space="preserve">URL to </w:t>
      </w:r>
      <w:proofErr w:type="spellStart"/>
      <w:r w:rsidR="00495977">
        <w:rPr>
          <w:rFonts w:eastAsia="Times New Roman"/>
          <w:b w:val="0"/>
          <w:color w:val="FF0000"/>
        </w:rPr>
        <w:t>Flikr</w:t>
      </w:r>
      <w:proofErr w:type="spellEnd"/>
      <w:r w:rsidR="00495977">
        <w:rPr>
          <w:rFonts w:eastAsia="Times New Roman"/>
          <w:b w:val="0"/>
          <w:color w:val="FF0000"/>
        </w:rPr>
        <w:t xml:space="preserve"> needed</w:t>
      </w:r>
      <w:r w:rsidR="00495977">
        <w:rPr>
          <w:rFonts w:eastAsia="Times New Roman"/>
          <w:b w:val="0"/>
        </w:rPr>
        <w:t xml:space="preserve">) and, although choked to some extent </w:t>
      </w:r>
      <w:r w:rsidR="00495977">
        <w:rPr>
          <w:rFonts w:eastAsia="Times New Roman"/>
          <w:b w:val="0"/>
        </w:rPr>
        <w:lastRenderedPageBreak/>
        <w:t xml:space="preserve">with boulders, appeared to be </w:t>
      </w:r>
      <w:r w:rsidR="00C47EAB">
        <w:rPr>
          <w:rFonts w:eastAsia="Times New Roman"/>
          <w:b w:val="0"/>
        </w:rPr>
        <w:t xml:space="preserve">up to ~100 feet deep. These must be due to the collapsing of drift mines driven in through the east side </w:t>
      </w:r>
      <w:r w:rsidR="001867AE">
        <w:rPr>
          <w:rFonts w:eastAsia="Times New Roman"/>
          <w:b w:val="0"/>
        </w:rPr>
        <w:t>of the ridge about half between the valley floor and ridge. One section</w:t>
      </w:r>
      <w:r w:rsidR="0003456E">
        <w:rPr>
          <w:rFonts w:eastAsia="Times New Roman"/>
          <w:b w:val="0"/>
        </w:rPr>
        <w:t>,</w:t>
      </w:r>
      <w:r w:rsidR="001867AE">
        <w:rPr>
          <w:rFonts w:eastAsia="Times New Roman"/>
          <w:b w:val="0"/>
        </w:rPr>
        <w:t xml:space="preserve"> an area </w:t>
      </w:r>
      <w:r w:rsidR="005C414E">
        <w:rPr>
          <w:rFonts w:eastAsia="Times New Roman"/>
          <w:b w:val="0"/>
        </w:rPr>
        <w:t>of about two football pitches</w:t>
      </w:r>
      <w:r w:rsidR="0003456E">
        <w:rPr>
          <w:rFonts w:eastAsia="Times New Roman"/>
          <w:b w:val="0"/>
        </w:rPr>
        <w:t>,</w:t>
      </w:r>
      <w:r w:rsidR="005C414E">
        <w:rPr>
          <w:rFonts w:eastAsia="Times New Roman"/>
          <w:b w:val="0"/>
        </w:rPr>
        <w:t xml:space="preserve"> had just sunk by about 20 feet. A chap at work who I talked to about this said that sometimes one was supposed to be able to hear the mountain move on a quiet night</w:t>
      </w:r>
      <w:r>
        <w:rPr>
          <w:rFonts w:eastAsia="Times New Roman"/>
          <w:b w:val="0"/>
        </w:rPr>
        <w:t xml:space="preserve"> – I can well believe it.</w:t>
      </w:r>
    </w:p>
    <w:p w:rsidR="00C37147" w:rsidRPr="00DE6E48" w:rsidRDefault="00C37147" w:rsidP="00FA6F39">
      <w:pPr>
        <w:pStyle w:val="Heading2"/>
        <w:keepNext w:val="0"/>
        <w:keepLines w:val="0"/>
        <w:widowControl w:val="0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D6601E">
        <w:rPr>
          <w:rFonts w:eastAsia="Times New Roman"/>
          <w:b w:val="0"/>
        </w:rPr>
        <w:t>Clear skies - warm sun cool air – superb views</w:t>
      </w:r>
      <w:r w:rsidR="00EB40D5">
        <w:rPr>
          <w:rFonts w:eastAsia="Times New Roman"/>
          <w:b w:val="0"/>
        </w:rPr>
        <w:t xml:space="preserve"> all day with only a light breeze – a magnificent day.</w:t>
      </w:r>
    </w:p>
    <w:p w:rsidR="00937BF9" w:rsidRPr="001F0C94" w:rsidRDefault="00712ABC" w:rsidP="0079440E">
      <w:pPr>
        <w:pStyle w:val="Heading2"/>
        <w:keepNext w:val="0"/>
        <w:keepLines w:val="0"/>
        <w:widowControl w:val="0"/>
        <w:tabs>
          <w:tab w:val="left" w:pos="1843"/>
        </w:tabs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EB40D5">
        <w:rPr>
          <w:rFonts w:eastAsia="Times New Roman"/>
          <w:b w:val="0"/>
        </w:rPr>
        <w:t>Gerry Jackson</w:t>
      </w:r>
      <w:r w:rsidR="00EB40D5" w:rsidRPr="00B3116D">
        <w:rPr>
          <w:rFonts w:eastAsia="Times New Roman"/>
          <w:b w:val="0"/>
        </w:rPr>
        <w:t xml:space="preserve">, </w:t>
      </w:r>
      <w:r w:rsidR="00EB40D5" w:rsidRPr="00B3116D">
        <w:rPr>
          <w:b w:val="0"/>
        </w:rPr>
        <w:t>Nick Kaye, Andrew Clabon, Tony &amp;</w:t>
      </w:r>
      <w:r w:rsidR="00B3116D">
        <w:rPr>
          <w:b w:val="0"/>
        </w:rPr>
        <w:t xml:space="preserve"> (brother) Steve Clark, Clive Marchant, Alu</w:t>
      </w:r>
      <w:r w:rsidR="00B3116D" w:rsidRPr="00B3116D">
        <w:rPr>
          <w:b w:val="0"/>
        </w:rPr>
        <w:t>n Jones</w:t>
      </w:r>
    </w:p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D17606"/>
    <w:rsid w:val="0002008B"/>
    <w:rsid w:val="0003456E"/>
    <w:rsid w:val="00057EA7"/>
    <w:rsid w:val="0008166F"/>
    <w:rsid w:val="000978CF"/>
    <w:rsid w:val="000A017F"/>
    <w:rsid w:val="000D1346"/>
    <w:rsid w:val="000D497A"/>
    <w:rsid w:val="00107197"/>
    <w:rsid w:val="001763E8"/>
    <w:rsid w:val="001867AE"/>
    <w:rsid w:val="00191034"/>
    <w:rsid w:val="001A3C46"/>
    <w:rsid w:val="001C3B33"/>
    <w:rsid w:val="001F0C94"/>
    <w:rsid w:val="002341EA"/>
    <w:rsid w:val="00252D42"/>
    <w:rsid w:val="00264D01"/>
    <w:rsid w:val="00270489"/>
    <w:rsid w:val="00290B8A"/>
    <w:rsid w:val="002B7787"/>
    <w:rsid w:val="002C2BD8"/>
    <w:rsid w:val="002C50BE"/>
    <w:rsid w:val="00333753"/>
    <w:rsid w:val="00345296"/>
    <w:rsid w:val="00354983"/>
    <w:rsid w:val="003554D4"/>
    <w:rsid w:val="00371658"/>
    <w:rsid w:val="00397D47"/>
    <w:rsid w:val="003D23D3"/>
    <w:rsid w:val="003F6DAF"/>
    <w:rsid w:val="00470689"/>
    <w:rsid w:val="0047164B"/>
    <w:rsid w:val="00495977"/>
    <w:rsid w:val="004E519C"/>
    <w:rsid w:val="005278AE"/>
    <w:rsid w:val="005C414E"/>
    <w:rsid w:val="005D2A9E"/>
    <w:rsid w:val="00712ABC"/>
    <w:rsid w:val="0079440E"/>
    <w:rsid w:val="007A201F"/>
    <w:rsid w:val="007E0307"/>
    <w:rsid w:val="008146C2"/>
    <w:rsid w:val="0091399A"/>
    <w:rsid w:val="00920AC6"/>
    <w:rsid w:val="00937BF9"/>
    <w:rsid w:val="0094552B"/>
    <w:rsid w:val="00977053"/>
    <w:rsid w:val="009A2353"/>
    <w:rsid w:val="009A282B"/>
    <w:rsid w:val="009B0DF3"/>
    <w:rsid w:val="009C5981"/>
    <w:rsid w:val="009F6C60"/>
    <w:rsid w:val="00A92F88"/>
    <w:rsid w:val="00B044C2"/>
    <w:rsid w:val="00B3116D"/>
    <w:rsid w:val="00B329CC"/>
    <w:rsid w:val="00B51503"/>
    <w:rsid w:val="00B52809"/>
    <w:rsid w:val="00B61D27"/>
    <w:rsid w:val="00B63508"/>
    <w:rsid w:val="00B722E7"/>
    <w:rsid w:val="00B72348"/>
    <w:rsid w:val="00B96E25"/>
    <w:rsid w:val="00BD1766"/>
    <w:rsid w:val="00BE2785"/>
    <w:rsid w:val="00C0458E"/>
    <w:rsid w:val="00C2478D"/>
    <w:rsid w:val="00C25707"/>
    <w:rsid w:val="00C37147"/>
    <w:rsid w:val="00C47EAB"/>
    <w:rsid w:val="00C714DE"/>
    <w:rsid w:val="00C80C67"/>
    <w:rsid w:val="00CA1056"/>
    <w:rsid w:val="00CB3DD5"/>
    <w:rsid w:val="00CC2EAA"/>
    <w:rsid w:val="00CD3D2F"/>
    <w:rsid w:val="00D17606"/>
    <w:rsid w:val="00D42071"/>
    <w:rsid w:val="00D6601E"/>
    <w:rsid w:val="00D730EA"/>
    <w:rsid w:val="00DA0922"/>
    <w:rsid w:val="00DC1345"/>
    <w:rsid w:val="00DE6E48"/>
    <w:rsid w:val="00E0139E"/>
    <w:rsid w:val="00E66B73"/>
    <w:rsid w:val="00E81375"/>
    <w:rsid w:val="00EB40D5"/>
    <w:rsid w:val="00EC6D06"/>
    <w:rsid w:val="00F25E56"/>
    <w:rsid w:val="00F750E3"/>
    <w:rsid w:val="00F84A1A"/>
    <w:rsid w:val="00F8580C"/>
    <w:rsid w:val="00FA6F39"/>
    <w:rsid w:val="00FD4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360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7</cp:revision>
  <dcterms:created xsi:type="dcterms:W3CDTF">2023-06-29T06:55:00Z</dcterms:created>
  <dcterms:modified xsi:type="dcterms:W3CDTF">2023-06-29T12:55:00Z</dcterms:modified>
</cp:coreProperties>
</file>