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F061FE" w:rsidP="00B722E7">
      <w:pPr>
        <w:pStyle w:val="Heading1"/>
      </w:pPr>
      <w:r>
        <w:t>Backb</w:t>
      </w:r>
      <w:r w:rsidR="006F14E0">
        <w:t>recon Beacons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6F14E0">
        <w:rPr>
          <w:rFonts w:eastAsia="Times New Roman"/>
          <w:b w:val="0"/>
        </w:rPr>
        <w:t>9th August 1986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6F445D">
        <w:rPr>
          <w:rFonts w:eastAsia="Times New Roman"/>
          <w:b w:val="0"/>
        </w:rPr>
        <w:t>25.8 miles, 6290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6F445D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F061FE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Start at car park just south of Storey Arms at (SN 987 199).</w:t>
      </w:r>
    </w:p>
    <w:p w:rsidR="00C93254" w:rsidRDefault="00C93254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Across A470 and uphill to summit of Fan Fawr, 2409 feet.</w:t>
      </w:r>
    </w:p>
    <w:p w:rsidR="00C13487" w:rsidRDefault="00C13487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West downhill across valley just north of Ystradfellte Reservoir and uphill to summit of Fan </w:t>
      </w:r>
      <w:r w:rsidR="00A56931">
        <w:rPr>
          <w:sz w:val="28"/>
          <w:szCs w:val="28"/>
        </w:rPr>
        <w:t>Llia, 207</w:t>
      </w:r>
      <w:r w:rsidR="009C45B6">
        <w:rPr>
          <w:sz w:val="28"/>
          <w:szCs w:val="28"/>
        </w:rPr>
        <w:t>1 feet.</w:t>
      </w:r>
    </w:p>
    <w:p w:rsidR="00A56931" w:rsidRDefault="00A56931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North along ridge via Cefn Perfedd</w:t>
      </w:r>
      <w:r w:rsidR="00F00798">
        <w:rPr>
          <w:sz w:val="28"/>
          <w:szCs w:val="28"/>
        </w:rPr>
        <w:t xml:space="preserve"> to summit of Rhos Dringarth, 2060 feet.</w:t>
      </w:r>
    </w:p>
    <w:p w:rsidR="00F00798" w:rsidRDefault="00F00798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North </w:t>
      </w:r>
      <w:r w:rsidR="00F373D2">
        <w:rPr>
          <w:sz w:val="28"/>
          <w:szCs w:val="28"/>
        </w:rPr>
        <w:t>to summit of Fan Fryny</w:t>
      </w:r>
      <w:r w:rsidR="007E0E3A">
        <w:rPr>
          <w:sz w:val="28"/>
          <w:szCs w:val="28"/>
        </w:rPr>
        <w:t>ch, 2047 feet.</w:t>
      </w:r>
    </w:p>
    <w:p w:rsidR="007E0E3A" w:rsidRDefault="007E0E3A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Down </w:t>
      </w:r>
      <w:r w:rsidR="00F373D2">
        <w:rPr>
          <w:sz w:val="28"/>
          <w:szCs w:val="28"/>
        </w:rPr>
        <w:t>north-east ridge of Fan Fryny</w:t>
      </w:r>
      <w:r>
        <w:rPr>
          <w:sz w:val="28"/>
          <w:szCs w:val="28"/>
        </w:rPr>
        <w:t xml:space="preserve">ch to path crossing at (SN </w:t>
      </w:r>
      <w:r w:rsidR="00935460">
        <w:rPr>
          <w:sz w:val="28"/>
          <w:szCs w:val="28"/>
        </w:rPr>
        <w:t>967 236).</w:t>
      </w:r>
    </w:p>
    <w:p w:rsidR="00935460" w:rsidRDefault="00D34849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Path westwards down to main track at (SN 959 238).</w:t>
      </w:r>
    </w:p>
    <w:p w:rsidR="00D34849" w:rsidRDefault="00D34849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Track north-east </w:t>
      </w:r>
      <w:r w:rsidR="00AD27E4">
        <w:rPr>
          <w:sz w:val="28"/>
          <w:szCs w:val="28"/>
        </w:rPr>
        <w:t>past Forest Lodge, over A4215</w:t>
      </w:r>
      <w:r w:rsidR="001F41F3">
        <w:rPr>
          <w:sz w:val="28"/>
          <w:szCs w:val="28"/>
        </w:rPr>
        <w:t xml:space="preserve"> at (SN 967 248) and on to the Brecon Beacons Mountain Centre for an early lunch.</w:t>
      </w:r>
    </w:p>
    <w:p w:rsidR="003A1276" w:rsidRDefault="00140DA4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Track </w:t>
      </w:r>
      <w:r>
        <w:rPr>
          <w:color w:val="FF0000"/>
          <w:sz w:val="28"/>
          <w:szCs w:val="28"/>
        </w:rPr>
        <w:t xml:space="preserve">(Three Rivers Ride) </w:t>
      </w:r>
      <w:r>
        <w:rPr>
          <w:sz w:val="28"/>
          <w:szCs w:val="28"/>
        </w:rPr>
        <w:t>east-south-east downhill</w:t>
      </w:r>
      <w:r w:rsidR="008B2938">
        <w:rPr>
          <w:sz w:val="28"/>
          <w:szCs w:val="28"/>
        </w:rPr>
        <w:t xml:space="preserve"> to Tai’r-Bull and A470 at </w:t>
      </w:r>
      <w:r w:rsidR="00166143">
        <w:rPr>
          <w:sz w:val="28"/>
          <w:szCs w:val="28"/>
        </w:rPr>
        <w:t>(SN 995 259)</w:t>
      </w:r>
    </w:p>
    <w:p w:rsidR="00166143" w:rsidRDefault="001D04C8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Across A470 </w:t>
      </w:r>
      <w:r w:rsidR="00E265E8">
        <w:rPr>
          <w:sz w:val="28"/>
          <w:szCs w:val="28"/>
        </w:rPr>
        <w:t>then minor roads past Mo</w:t>
      </w:r>
      <w:r w:rsidR="00216D78">
        <w:rPr>
          <w:sz w:val="28"/>
          <w:szCs w:val="28"/>
        </w:rPr>
        <w:t xml:space="preserve">drydd and Heolfanog </w:t>
      </w:r>
      <w:r w:rsidR="00E265E8">
        <w:rPr>
          <w:sz w:val="28"/>
          <w:szCs w:val="28"/>
        </w:rPr>
        <w:t>to track junction at (</w:t>
      </w:r>
      <w:r w:rsidR="00577A91">
        <w:rPr>
          <w:sz w:val="28"/>
          <w:szCs w:val="28"/>
        </w:rPr>
        <w:t>SO 032 252).</w:t>
      </w:r>
    </w:p>
    <w:p w:rsidR="008F4296" w:rsidRDefault="008F4296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Track south then east to Plasygaer Farm then field path east to</w:t>
      </w:r>
      <w:r w:rsidR="009D45B8">
        <w:rPr>
          <w:sz w:val="28"/>
          <w:szCs w:val="28"/>
        </w:rPr>
        <w:t xml:space="preserve"> road at (SO 039 245</w:t>
      </w:r>
      <w:r w:rsidR="005F144F">
        <w:rPr>
          <w:sz w:val="28"/>
          <w:szCs w:val="28"/>
        </w:rPr>
        <w:t>)</w:t>
      </w:r>
    </w:p>
    <w:p w:rsidR="00465700" w:rsidRDefault="00465700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Road</w:t>
      </w:r>
      <w:r w:rsidR="00FA004C">
        <w:rPr>
          <w:sz w:val="28"/>
          <w:szCs w:val="28"/>
        </w:rPr>
        <w:t>s</w:t>
      </w:r>
      <w:r>
        <w:rPr>
          <w:sz w:val="28"/>
          <w:szCs w:val="28"/>
        </w:rPr>
        <w:t xml:space="preserve"> past Neuadd Farm across Nant Sere by bridge at (SO </w:t>
      </w:r>
      <w:r w:rsidR="00264EF7">
        <w:rPr>
          <w:sz w:val="28"/>
          <w:szCs w:val="28"/>
        </w:rPr>
        <w:t>047 248)</w:t>
      </w:r>
      <w:r w:rsidR="00806A09">
        <w:rPr>
          <w:sz w:val="28"/>
          <w:szCs w:val="28"/>
        </w:rPr>
        <w:t xml:space="preserve"> and on to bend and path junction at (SO 055 249)</w:t>
      </w:r>
    </w:p>
    <w:p w:rsidR="00F95325" w:rsidRDefault="00A402B6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A004C">
        <w:rPr>
          <w:sz w:val="28"/>
          <w:szCs w:val="28"/>
        </w:rPr>
        <w:t>Path ea</w:t>
      </w:r>
      <w:r w:rsidR="002314F5" w:rsidRPr="00FA004C">
        <w:rPr>
          <w:sz w:val="28"/>
          <w:szCs w:val="28"/>
        </w:rPr>
        <w:t xml:space="preserve">st then lane south-east towards Pentwyn </w:t>
      </w:r>
      <w:r w:rsidR="00450AEA" w:rsidRPr="00FA004C">
        <w:rPr>
          <w:sz w:val="28"/>
          <w:szCs w:val="28"/>
        </w:rPr>
        <w:t xml:space="preserve">but leaving lane at (SO 063 244) to drop down to Nant </w:t>
      </w:r>
      <w:r w:rsidR="00A22F2A" w:rsidRPr="00FA004C">
        <w:rPr>
          <w:sz w:val="28"/>
          <w:szCs w:val="28"/>
        </w:rPr>
        <w:t>Menasgin crossing by footbridge.</w:t>
      </w:r>
    </w:p>
    <w:p w:rsidR="004571EA" w:rsidRPr="00FA004C" w:rsidRDefault="004571EA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A004C">
        <w:rPr>
          <w:sz w:val="28"/>
          <w:szCs w:val="28"/>
        </w:rPr>
        <w:t xml:space="preserve">Up opposite </w:t>
      </w:r>
      <w:r w:rsidR="00445FFB" w:rsidRPr="00FA004C">
        <w:rPr>
          <w:sz w:val="28"/>
          <w:szCs w:val="28"/>
        </w:rPr>
        <w:t>side to join lane at (SO 066 241</w:t>
      </w:r>
      <w:r w:rsidRPr="00FA004C">
        <w:rPr>
          <w:sz w:val="28"/>
          <w:szCs w:val="28"/>
        </w:rPr>
        <w:t>)</w:t>
      </w:r>
      <w:r w:rsidR="00337049" w:rsidRPr="00FA004C">
        <w:rPr>
          <w:sz w:val="28"/>
          <w:szCs w:val="28"/>
        </w:rPr>
        <w:t>.</w:t>
      </w:r>
    </w:p>
    <w:p w:rsidR="00C737E1" w:rsidRDefault="00337049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Lane then track then path south-south-west </w:t>
      </w:r>
      <w:r w:rsidR="005408C0">
        <w:rPr>
          <w:sz w:val="28"/>
          <w:szCs w:val="28"/>
        </w:rPr>
        <w:t>up the valley of Nant Menasgin</w:t>
      </w:r>
      <w:r w:rsidR="005B5527">
        <w:rPr>
          <w:sz w:val="28"/>
          <w:szCs w:val="28"/>
        </w:rPr>
        <w:t xml:space="preserve"> to stream junction at (SO 053 244)</w:t>
      </w:r>
      <w:r w:rsidR="00C737E1">
        <w:rPr>
          <w:sz w:val="28"/>
          <w:szCs w:val="28"/>
        </w:rPr>
        <w:t>.</w:t>
      </w:r>
    </w:p>
    <w:p w:rsidR="00337049" w:rsidRDefault="00834985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South up ridge between Cwm Oergwm and </w:t>
      </w:r>
      <w:r w:rsidR="00A51A06">
        <w:rPr>
          <w:sz w:val="28"/>
          <w:szCs w:val="28"/>
        </w:rPr>
        <w:t>Cwm Cwareli to Craig C</w:t>
      </w:r>
      <w:r w:rsidR="00EC607B">
        <w:rPr>
          <w:sz w:val="28"/>
          <w:szCs w:val="28"/>
        </w:rPr>
        <w:t>wareli</w:t>
      </w:r>
      <w:r w:rsidR="00C737E1">
        <w:rPr>
          <w:sz w:val="28"/>
          <w:szCs w:val="28"/>
        </w:rPr>
        <w:t>.</w:t>
      </w:r>
    </w:p>
    <w:p w:rsidR="00C737E1" w:rsidRDefault="00C737E1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Around </w:t>
      </w:r>
      <w:r w:rsidR="00A51A06">
        <w:rPr>
          <w:sz w:val="28"/>
          <w:szCs w:val="28"/>
        </w:rPr>
        <w:t>Craig C</w:t>
      </w:r>
      <w:r>
        <w:rPr>
          <w:sz w:val="28"/>
          <w:szCs w:val="28"/>
        </w:rPr>
        <w:t xml:space="preserve">wareli and Craig </w:t>
      </w:r>
      <w:r w:rsidR="0030774B">
        <w:rPr>
          <w:sz w:val="28"/>
          <w:szCs w:val="28"/>
        </w:rPr>
        <w:t>Cwmo</w:t>
      </w:r>
      <w:r>
        <w:rPr>
          <w:sz w:val="28"/>
          <w:szCs w:val="28"/>
        </w:rPr>
        <w:t>ergwm</w:t>
      </w:r>
      <w:r w:rsidR="0030774B">
        <w:rPr>
          <w:sz w:val="28"/>
          <w:szCs w:val="28"/>
        </w:rPr>
        <w:t xml:space="preserve"> and down to </w:t>
      </w:r>
      <w:r w:rsidR="00902D7F">
        <w:rPr>
          <w:sz w:val="28"/>
          <w:szCs w:val="28"/>
        </w:rPr>
        <w:t xml:space="preserve">the </w:t>
      </w:r>
      <w:r w:rsidR="0030774B">
        <w:rPr>
          <w:sz w:val="28"/>
          <w:szCs w:val="28"/>
        </w:rPr>
        <w:t xml:space="preserve">top of </w:t>
      </w:r>
      <w:r w:rsidR="00902D7F">
        <w:rPr>
          <w:sz w:val="28"/>
          <w:szCs w:val="28"/>
        </w:rPr>
        <w:t xml:space="preserve">the </w:t>
      </w:r>
      <w:r w:rsidR="0030774B">
        <w:rPr>
          <w:sz w:val="28"/>
          <w:szCs w:val="28"/>
        </w:rPr>
        <w:t>Roman Road.</w:t>
      </w:r>
    </w:p>
    <w:p w:rsidR="00902D7F" w:rsidRDefault="00902D7F" w:rsidP="0093546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Craig Cwm Cynwyn to summits </w:t>
      </w:r>
      <w:r w:rsidR="00CC69A1">
        <w:rPr>
          <w:sz w:val="28"/>
          <w:szCs w:val="28"/>
        </w:rPr>
        <w:t>of Cribyn (2608 feet), Pen y Fan (2906 feet), Corn Du (2863 feet)</w:t>
      </w:r>
      <w:r w:rsidR="00BD4D33">
        <w:rPr>
          <w:sz w:val="28"/>
          <w:szCs w:val="28"/>
        </w:rPr>
        <w:t>, Bwlch Duwynt and main path south west downhill to finish at car park.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634E7A">
        <w:rPr>
          <w:rFonts w:eastAsia="Times New Roman"/>
          <w:b w:val="0"/>
        </w:rPr>
        <w:t>Sunny all day</w:t>
      </w:r>
      <w:r w:rsidR="008952AB">
        <w:rPr>
          <w:rFonts w:eastAsia="Times New Roman"/>
          <w:b w:val="0"/>
        </w:rPr>
        <w:t xml:space="preserve"> – warm – cool breeze on summits – hazyish views – very enjoyable day</w:t>
      </w:r>
    </w:p>
    <w:p w:rsidR="00712ABC" w:rsidRPr="00B04363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B04363" w:rsidRPr="00B04363">
        <w:rPr>
          <w:b w:val="0"/>
        </w:rPr>
        <w:t>Nick Kaye, Andrew Clabon, Chris Coy, Gerry Jackson, Keith Bennet, Roger Blake, Tony Clark, Steve Plant, Alun Jones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52C6088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2">
    <w:nsid w:val="3B4F7538"/>
    <w:multiLevelType w:val="multilevel"/>
    <w:tmpl w:val="8C760482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6F14E0"/>
    <w:rsid w:val="0008166F"/>
    <w:rsid w:val="000D1346"/>
    <w:rsid w:val="000D497A"/>
    <w:rsid w:val="00107197"/>
    <w:rsid w:val="00140DA4"/>
    <w:rsid w:val="00166143"/>
    <w:rsid w:val="001763E8"/>
    <w:rsid w:val="00191034"/>
    <w:rsid w:val="001D04C8"/>
    <w:rsid w:val="001F0C94"/>
    <w:rsid w:val="001F41F3"/>
    <w:rsid w:val="00216D78"/>
    <w:rsid w:val="002314F5"/>
    <w:rsid w:val="00264EF7"/>
    <w:rsid w:val="00270489"/>
    <w:rsid w:val="00290B8A"/>
    <w:rsid w:val="002C2BD8"/>
    <w:rsid w:val="002C50BE"/>
    <w:rsid w:val="0030774B"/>
    <w:rsid w:val="00337049"/>
    <w:rsid w:val="003554D4"/>
    <w:rsid w:val="003A1276"/>
    <w:rsid w:val="00445FFB"/>
    <w:rsid w:val="00450AEA"/>
    <w:rsid w:val="004571EA"/>
    <w:rsid w:val="00465700"/>
    <w:rsid w:val="005408C0"/>
    <w:rsid w:val="00577A91"/>
    <w:rsid w:val="005B5527"/>
    <w:rsid w:val="005F144F"/>
    <w:rsid w:val="00634E7A"/>
    <w:rsid w:val="006F14E0"/>
    <w:rsid w:val="006F445D"/>
    <w:rsid w:val="00712ABC"/>
    <w:rsid w:val="007E0E3A"/>
    <w:rsid w:val="00806A09"/>
    <w:rsid w:val="00834985"/>
    <w:rsid w:val="008952AB"/>
    <w:rsid w:val="008B2938"/>
    <w:rsid w:val="008F4296"/>
    <w:rsid w:val="00902D7F"/>
    <w:rsid w:val="0091399A"/>
    <w:rsid w:val="00935460"/>
    <w:rsid w:val="00937BF9"/>
    <w:rsid w:val="009C45B6"/>
    <w:rsid w:val="009D45B8"/>
    <w:rsid w:val="00A22F2A"/>
    <w:rsid w:val="00A402B6"/>
    <w:rsid w:val="00A51A06"/>
    <w:rsid w:val="00A56931"/>
    <w:rsid w:val="00A8201E"/>
    <w:rsid w:val="00AD27E4"/>
    <w:rsid w:val="00B04363"/>
    <w:rsid w:val="00B52809"/>
    <w:rsid w:val="00B722E7"/>
    <w:rsid w:val="00B96E25"/>
    <w:rsid w:val="00BD1766"/>
    <w:rsid w:val="00BD4D33"/>
    <w:rsid w:val="00C13487"/>
    <w:rsid w:val="00C25707"/>
    <w:rsid w:val="00C37147"/>
    <w:rsid w:val="00C737E1"/>
    <w:rsid w:val="00C80C67"/>
    <w:rsid w:val="00C93254"/>
    <w:rsid w:val="00CB3DD5"/>
    <w:rsid w:val="00CC69A1"/>
    <w:rsid w:val="00CD3D2F"/>
    <w:rsid w:val="00D34849"/>
    <w:rsid w:val="00D42071"/>
    <w:rsid w:val="00DE6E48"/>
    <w:rsid w:val="00E0139E"/>
    <w:rsid w:val="00E265E8"/>
    <w:rsid w:val="00E81375"/>
    <w:rsid w:val="00EC607B"/>
    <w:rsid w:val="00EC6D06"/>
    <w:rsid w:val="00F00798"/>
    <w:rsid w:val="00F061FE"/>
    <w:rsid w:val="00F14CB9"/>
    <w:rsid w:val="00F373D2"/>
    <w:rsid w:val="00F95325"/>
    <w:rsid w:val="00FA0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146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5</cp:revision>
  <dcterms:created xsi:type="dcterms:W3CDTF">2023-06-28T15:33:00Z</dcterms:created>
  <dcterms:modified xsi:type="dcterms:W3CDTF">2023-06-28T17:59:00Z</dcterms:modified>
</cp:coreProperties>
</file>