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9D05B3" w:rsidP="00B722E7">
      <w:pPr>
        <w:pStyle w:val="Heading1"/>
      </w:pPr>
      <w:r>
        <w:t>An Aneathematic Amble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9D05B3">
        <w:rPr>
          <w:rFonts w:eastAsia="Times New Roman"/>
          <w:b w:val="0"/>
        </w:rPr>
        <w:t>14</w:t>
      </w:r>
      <w:r w:rsidR="009D05B3" w:rsidRPr="009D05B3">
        <w:rPr>
          <w:rFonts w:eastAsia="Times New Roman"/>
          <w:b w:val="0"/>
        </w:rPr>
        <w:t>th</w:t>
      </w:r>
      <w:r w:rsidR="009D05B3">
        <w:rPr>
          <w:rFonts w:eastAsia="Times New Roman"/>
          <w:b w:val="0"/>
        </w:rPr>
        <w:t xml:space="preserve"> June 1986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4B11EC">
        <w:rPr>
          <w:rFonts w:eastAsia="Times New Roman"/>
          <w:b w:val="0"/>
        </w:rPr>
        <w:t>33.5 miles, 5770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4B11EC">
        <w:rPr>
          <w:b w:val="0"/>
        </w:rPr>
        <w:t>Tony Clark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290B8A" w:rsidRDefault="00B51507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Start at the Rhigos car park at the head of the Rhondda valley (</w:t>
      </w:r>
      <w:r w:rsidR="00A0783D">
        <w:rPr>
          <w:sz w:val="28"/>
          <w:szCs w:val="28"/>
        </w:rPr>
        <w:t>SN</w:t>
      </w:r>
      <w:r>
        <w:rPr>
          <w:sz w:val="28"/>
          <w:szCs w:val="28"/>
        </w:rPr>
        <w:t xml:space="preserve"> 927 031)</w:t>
      </w:r>
      <w:r w:rsidR="00A0783D">
        <w:rPr>
          <w:sz w:val="28"/>
          <w:szCs w:val="28"/>
        </w:rPr>
        <w:t>.</w:t>
      </w:r>
    </w:p>
    <w:p w:rsidR="00A0783D" w:rsidRDefault="00D30EF5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A4061 west to start of Coed Morganydd Way</w:t>
      </w:r>
      <w:r w:rsidR="00D3297D">
        <w:rPr>
          <w:sz w:val="28"/>
          <w:szCs w:val="28"/>
        </w:rPr>
        <w:t xml:space="preserve"> </w:t>
      </w:r>
      <w:r w:rsidR="00D95CD2" w:rsidRPr="00D95CD2">
        <w:rPr>
          <w:color w:val="FF0000"/>
          <w:sz w:val="28"/>
          <w:szCs w:val="28"/>
        </w:rPr>
        <w:t>(note 1)</w:t>
      </w:r>
      <w:r w:rsidR="00D95CD2">
        <w:rPr>
          <w:sz w:val="28"/>
          <w:szCs w:val="28"/>
        </w:rPr>
        <w:t xml:space="preserve"> </w:t>
      </w:r>
      <w:r w:rsidR="00D3297D">
        <w:rPr>
          <w:sz w:val="28"/>
          <w:szCs w:val="28"/>
        </w:rPr>
        <w:t>at (SN 923 030).</w:t>
      </w:r>
    </w:p>
    <w:p w:rsidR="00B35E62" w:rsidRDefault="00B35E62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Forestry tracks along course of Coed Morganydd Way along Craig y Llyn</w:t>
      </w:r>
      <w:r w:rsidR="00EB2182">
        <w:rPr>
          <w:sz w:val="28"/>
          <w:szCs w:val="28"/>
        </w:rPr>
        <w:t xml:space="preserve"> (with diversion to fire tower), Cr</w:t>
      </w:r>
      <w:r w:rsidR="00584053">
        <w:rPr>
          <w:sz w:val="28"/>
          <w:szCs w:val="28"/>
        </w:rPr>
        <w:t>aig y p</w:t>
      </w:r>
      <w:r w:rsidR="00EB2182">
        <w:rPr>
          <w:sz w:val="28"/>
          <w:szCs w:val="28"/>
        </w:rPr>
        <w:t>ant</w:t>
      </w:r>
      <w:r w:rsidR="00584053">
        <w:rPr>
          <w:sz w:val="28"/>
          <w:szCs w:val="28"/>
        </w:rPr>
        <w:t>, Mynydd Pen-y-cae</w:t>
      </w:r>
      <w:r w:rsidR="000604AC">
        <w:rPr>
          <w:sz w:val="28"/>
          <w:szCs w:val="28"/>
        </w:rPr>
        <w:t xml:space="preserve"> and Cefn Grug to Bwlch Ffos</w:t>
      </w:r>
      <w:r w:rsidR="00763377">
        <w:rPr>
          <w:sz w:val="28"/>
          <w:szCs w:val="28"/>
        </w:rPr>
        <w:t xml:space="preserve"> </w:t>
      </w:r>
      <w:r w:rsidR="00763377" w:rsidRPr="00763377">
        <w:rPr>
          <w:color w:val="FF0000"/>
          <w:sz w:val="28"/>
          <w:szCs w:val="28"/>
        </w:rPr>
        <w:t>(note 2)</w:t>
      </w:r>
      <w:r w:rsidR="000604AC">
        <w:rPr>
          <w:sz w:val="28"/>
          <w:szCs w:val="28"/>
        </w:rPr>
        <w:t>.</w:t>
      </w:r>
    </w:p>
    <w:p w:rsidR="003150A4" w:rsidRDefault="003150A4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through forestry south-west to exit forestry on Moel yr Hyrddod</w:t>
      </w:r>
      <w:r w:rsidR="006F4E0F">
        <w:rPr>
          <w:sz w:val="28"/>
          <w:szCs w:val="28"/>
        </w:rPr>
        <w:t xml:space="preserve"> at </w:t>
      </w:r>
      <w:r w:rsidR="001926F3">
        <w:rPr>
          <w:sz w:val="28"/>
          <w:szCs w:val="28"/>
        </w:rPr>
        <w:t>(</w:t>
      </w:r>
      <w:r w:rsidR="006F4E0F">
        <w:rPr>
          <w:sz w:val="28"/>
          <w:szCs w:val="28"/>
        </w:rPr>
        <w:t>SN 856 004)</w:t>
      </w:r>
      <w:r w:rsidR="001926F3">
        <w:rPr>
          <w:sz w:val="28"/>
          <w:szCs w:val="28"/>
        </w:rPr>
        <w:t>.</w:t>
      </w:r>
    </w:p>
    <w:p w:rsidR="001926F3" w:rsidRDefault="001926F3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south then south-west along boundary of forestry</w:t>
      </w:r>
      <w:r w:rsidR="00BA42B7">
        <w:rPr>
          <w:sz w:val="28"/>
          <w:szCs w:val="28"/>
        </w:rPr>
        <w:t xml:space="preserve"> to corner of forestry</w:t>
      </w:r>
      <w:r w:rsidR="006026B9">
        <w:rPr>
          <w:sz w:val="28"/>
          <w:szCs w:val="28"/>
        </w:rPr>
        <w:t xml:space="preserve"> at (SS 850 </w:t>
      </w:r>
      <w:r w:rsidR="00BA42B7">
        <w:rPr>
          <w:sz w:val="28"/>
          <w:szCs w:val="28"/>
        </w:rPr>
        <w:t>994)</w:t>
      </w:r>
      <w:r w:rsidR="006026B9">
        <w:rPr>
          <w:sz w:val="28"/>
          <w:szCs w:val="28"/>
        </w:rPr>
        <w:t xml:space="preserve">. South –west </w:t>
      </w:r>
      <w:r w:rsidR="00791308">
        <w:rPr>
          <w:sz w:val="28"/>
          <w:szCs w:val="28"/>
        </w:rPr>
        <w:t>across top of Cefn M</w:t>
      </w:r>
      <w:r w:rsidR="006026B9">
        <w:rPr>
          <w:sz w:val="28"/>
          <w:szCs w:val="28"/>
        </w:rPr>
        <w:t>awr</w:t>
      </w:r>
      <w:r w:rsidR="00F64E52">
        <w:rPr>
          <w:sz w:val="28"/>
          <w:szCs w:val="28"/>
        </w:rPr>
        <w:t xml:space="preserve"> to cross tracks at edge of forestry at (SS </w:t>
      </w:r>
      <w:r w:rsidR="006A5EB9">
        <w:rPr>
          <w:sz w:val="28"/>
          <w:szCs w:val="28"/>
        </w:rPr>
        <w:t>839 978)</w:t>
      </w:r>
      <w:r w:rsidR="0028282B">
        <w:rPr>
          <w:sz w:val="28"/>
          <w:szCs w:val="28"/>
        </w:rPr>
        <w:t>.</w:t>
      </w:r>
    </w:p>
    <w:p w:rsidR="00334190" w:rsidRDefault="00334190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Raised track south-west down Mynydd Canol </w:t>
      </w:r>
      <w:r w:rsidR="001D6B34">
        <w:rPr>
          <w:sz w:val="28"/>
          <w:szCs w:val="28"/>
        </w:rPr>
        <w:t>past Fforch-dwm Farm</w:t>
      </w:r>
      <w:r w:rsidR="0005207A">
        <w:rPr>
          <w:sz w:val="28"/>
          <w:szCs w:val="28"/>
        </w:rPr>
        <w:t xml:space="preserve"> then turning north to cross Nant Blaenpele</w:t>
      </w:r>
      <w:r w:rsidR="00146843">
        <w:rPr>
          <w:sz w:val="28"/>
          <w:szCs w:val="28"/>
        </w:rPr>
        <w:t>nna</w:t>
      </w:r>
      <w:r w:rsidR="007F06B7">
        <w:rPr>
          <w:sz w:val="28"/>
          <w:szCs w:val="28"/>
        </w:rPr>
        <w:t xml:space="preserve"> at disused mine at (SS 816 973)</w:t>
      </w:r>
      <w:r w:rsidR="00EE05A2">
        <w:rPr>
          <w:sz w:val="28"/>
          <w:szCs w:val="28"/>
        </w:rPr>
        <w:t>.</w:t>
      </w:r>
    </w:p>
    <w:p w:rsidR="00EE05A2" w:rsidRDefault="00EE05A2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then becoming road south, south-west then west</w:t>
      </w:r>
      <w:r w:rsidR="00A3559C">
        <w:rPr>
          <w:sz w:val="28"/>
          <w:szCs w:val="28"/>
        </w:rPr>
        <w:t xml:space="preserve"> to Tonmawr.</w:t>
      </w:r>
    </w:p>
    <w:p w:rsidR="00D45A56" w:rsidRDefault="000E5DFC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Northwards on track up east side of Cwm Gwenffrwd</w:t>
      </w:r>
      <w:r w:rsidR="004C4286">
        <w:rPr>
          <w:sz w:val="28"/>
          <w:szCs w:val="28"/>
        </w:rPr>
        <w:t xml:space="preserve"> and through forestry to join main</w:t>
      </w:r>
      <w:r w:rsidR="007D3A33">
        <w:rPr>
          <w:sz w:val="28"/>
          <w:szCs w:val="28"/>
        </w:rPr>
        <w:t xml:space="preserve"> ridge track beside Roman camp at (SS 791 987)</w:t>
      </w:r>
      <w:r w:rsidR="00D45A56">
        <w:rPr>
          <w:sz w:val="28"/>
          <w:szCs w:val="28"/>
        </w:rPr>
        <w:t>.</w:t>
      </w:r>
    </w:p>
    <w:p w:rsidR="000E5DFC" w:rsidRDefault="00D45A56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Across track north then west on paths to tracks past </w:t>
      </w:r>
      <w:r w:rsidR="005B7276">
        <w:rPr>
          <w:sz w:val="28"/>
          <w:szCs w:val="28"/>
        </w:rPr>
        <w:t>Wenalllt Farm and into Tonna (pub)</w:t>
      </w:r>
    </w:p>
    <w:p w:rsidR="005B7276" w:rsidRDefault="00BB42E8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East then north-east along canal to destroyed </w:t>
      </w:r>
      <w:r w:rsidR="003C0241">
        <w:rPr>
          <w:sz w:val="28"/>
          <w:szCs w:val="28"/>
        </w:rPr>
        <w:t>aqueduct</w:t>
      </w:r>
      <w:r>
        <w:rPr>
          <w:sz w:val="28"/>
          <w:szCs w:val="28"/>
        </w:rPr>
        <w:t xml:space="preserve"> </w:t>
      </w:r>
      <w:r w:rsidR="005B3C6A" w:rsidRPr="005B3C6A">
        <w:rPr>
          <w:color w:val="FF0000"/>
          <w:sz w:val="28"/>
          <w:szCs w:val="28"/>
        </w:rPr>
        <w:t>(note 3)</w:t>
      </w:r>
      <w:r w:rsidR="005B3C6A">
        <w:rPr>
          <w:sz w:val="28"/>
          <w:szCs w:val="28"/>
        </w:rPr>
        <w:t xml:space="preserve"> </w:t>
      </w:r>
      <w:r>
        <w:rPr>
          <w:sz w:val="28"/>
          <w:szCs w:val="28"/>
        </w:rPr>
        <w:t>across</w:t>
      </w:r>
      <w:r w:rsidR="00BE4383">
        <w:rPr>
          <w:sz w:val="28"/>
          <w:szCs w:val="28"/>
        </w:rPr>
        <w:t xml:space="preserve"> Afon Neath at (SN</w:t>
      </w:r>
      <w:r w:rsidR="003B0FF6">
        <w:rPr>
          <w:sz w:val="28"/>
          <w:szCs w:val="28"/>
        </w:rPr>
        <w:t> </w:t>
      </w:r>
      <w:r w:rsidR="003C0241">
        <w:rPr>
          <w:sz w:val="28"/>
          <w:szCs w:val="28"/>
        </w:rPr>
        <w:t>803</w:t>
      </w:r>
      <w:r w:rsidR="003B0FF6">
        <w:rPr>
          <w:sz w:val="28"/>
          <w:szCs w:val="28"/>
        </w:rPr>
        <w:t> </w:t>
      </w:r>
      <w:r w:rsidR="003C0241">
        <w:rPr>
          <w:sz w:val="28"/>
          <w:szCs w:val="28"/>
        </w:rPr>
        <w:t>011)</w:t>
      </w:r>
      <w:r w:rsidR="001E4C2F">
        <w:rPr>
          <w:sz w:val="28"/>
          <w:szCs w:val="28"/>
        </w:rPr>
        <w:t xml:space="preserve"> –</w:t>
      </w:r>
      <w:r w:rsidR="00BE4383">
        <w:rPr>
          <w:sz w:val="28"/>
          <w:szCs w:val="28"/>
        </w:rPr>
        <w:t xml:space="preserve"> </w:t>
      </w:r>
      <w:r w:rsidR="00CA4BC1">
        <w:rPr>
          <w:sz w:val="28"/>
          <w:szCs w:val="28"/>
        </w:rPr>
        <w:t>travers</w:t>
      </w:r>
      <w:r w:rsidR="001E4C2F">
        <w:rPr>
          <w:sz w:val="28"/>
          <w:szCs w:val="28"/>
        </w:rPr>
        <w:t xml:space="preserve">ed the pipes (intrepid stuff) </w:t>
      </w:r>
      <w:r w:rsidR="005B3C6A">
        <w:rPr>
          <w:color w:val="FF0000"/>
          <w:sz w:val="28"/>
          <w:szCs w:val="28"/>
        </w:rPr>
        <w:t>(note 4</w:t>
      </w:r>
      <w:r w:rsidR="005B3C6A" w:rsidRPr="005B3C6A">
        <w:rPr>
          <w:color w:val="FF0000"/>
          <w:sz w:val="28"/>
          <w:szCs w:val="28"/>
        </w:rPr>
        <w:t>)</w:t>
      </w:r>
      <w:r w:rsidR="005B3C6A">
        <w:rPr>
          <w:sz w:val="28"/>
          <w:szCs w:val="28"/>
        </w:rPr>
        <w:t xml:space="preserve"> </w:t>
      </w:r>
      <w:r w:rsidR="001E4C2F">
        <w:rPr>
          <w:sz w:val="28"/>
          <w:szCs w:val="28"/>
        </w:rPr>
        <w:t xml:space="preserve">put in place of </w:t>
      </w:r>
      <w:r w:rsidR="003B0FF6">
        <w:rPr>
          <w:sz w:val="28"/>
          <w:szCs w:val="28"/>
        </w:rPr>
        <w:t>aqueduct</w:t>
      </w:r>
      <w:r w:rsidR="001E4C2F">
        <w:rPr>
          <w:sz w:val="28"/>
          <w:szCs w:val="28"/>
        </w:rPr>
        <w:t>.</w:t>
      </w:r>
    </w:p>
    <w:p w:rsidR="00BE4383" w:rsidRDefault="00CA4BC1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North-east</w:t>
      </w:r>
      <w:r w:rsidR="00B704C2">
        <w:rPr>
          <w:sz w:val="28"/>
          <w:szCs w:val="28"/>
        </w:rPr>
        <w:t xml:space="preserve"> to A465</w:t>
      </w:r>
      <w:r w:rsidR="000E6B79">
        <w:rPr>
          <w:sz w:val="28"/>
          <w:szCs w:val="28"/>
        </w:rPr>
        <w:t xml:space="preserve"> </w:t>
      </w:r>
      <w:r w:rsidR="000E6B79" w:rsidRPr="000E6B79">
        <w:rPr>
          <w:color w:val="FF0000"/>
          <w:sz w:val="28"/>
          <w:szCs w:val="28"/>
        </w:rPr>
        <w:t>(note 5)</w:t>
      </w:r>
      <w:r w:rsidR="00B704C2" w:rsidRPr="000E6B79">
        <w:rPr>
          <w:color w:val="FF0000"/>
          <w:sz w:val="28"/>
          <w:szCs w:val="28"/>
        </w:rPr>
        <w:t xml:space="preserve"> </w:t>
      </w:r>
      <w:r w:rsidR="00B704C2">
        <w:rPr>
          <w:sz w:val="28"/>
          <w:szCs w:val="28"/>
        </w:rPr>
        <w:t xml:space="preserve">then north-east along road for short way to (SN </w:t>
      </w:r>
      <w:r w:rsidR="00CF3B60">
        <w:rPr>
          <w:sz w:val="28"/>
          <w:szCs w:val="28"/>
        </w:rPr>
        <w:t>806 015)</w:t>
      </w:r>
      <w:r w:rsidR="004B33A6">
        <w:rPr>
          <w:sz w:val="28"/>
          <w:szCs w:val="28"/>
        </w:rPr>
        <w:t>.</w:t>
      </w:r>
    </w:p>
    <w:p w:rsidR="004B33A6" w:rsidRDefault="004B33A6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Footpath north-east uphill</w:t>
      </w:r>
      <w:r w:rsidR="004148AF">
        <w:rPr>
          <w:sz w:val="28"/>
          <w:szCs w:val="28"/>
        </w:rPr>
        <w:t xml:space="preserve"> into forestry and zigzagging uphill via Blaen Llwyd</w:t>
      </w:r>
      <w:r w:rsidR="005C5176">
        <w:rPr>
          <w:sz w:val="28"/>
          <w:szCs w:val="28"/>
        </w:rPr>
        <w:t xml:space="preserve"> to join the Sarn Helen Roman Road near summit of Penybegw</w:t>
      </w:r>
      <w:r w:rsidR="005B7776">
        <w:rPr>
          <w:sz w:val="28"/>
          <w:szCs w:val="28"/>
        </w:rPr>
        <w:t>y</w:t>
      </w:r>
      <w:r w:rsidR="005C5176">
        <w:rPr>
          <w:sz w:val="28"/>
          <w:szCs w:val="28"/>
        </w:rPr>
        <w:t>n</w:t>
      </w:r>
      <w:r w:rsidR="005B7776">
        <w:rPr>
          <w:sz w:val="28"/>
          <w:szCs w:val="28"/>
        </w:rPr>
        <w:t xml:space="preserve"> at (SN 808 035)</w:t>
      </w:r>
      <w:r w:rsidR="003234A5">
        <w:rPr>
          <w:sz w:val="28"/>
          <w:szCs w:val="28"/>
        </w:rPr>
        <w:t>.</w:t>
      </w:r>
    </w:p>
    <w:p w:rsidR="003234A5" w:rsidRDefault="003234A5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North-east along Sarn Helen Roman Road</w:t>
      </w:r>
      <w:r w:rsidR="00204736">
        <w:rPr>
          <w:sz w:val="28"/>
          <w:szCs w:val="28"/>
        </w:rPr>
        <w:t xml:space="preserve"> on summit ridge of Hirfynydd</w:t>
      </w:r>
      <w:r w:rsidR="00F02592">
        <w:rPr>
          <w:sz w:val="28"/>
          <w:szCs w:val="28"/>
        </w:rPr>
        <w:t xml:space="preserve"> to (SN 844 078).</w:t>
      </w:r>
    </w:p>
    <w:p w:rsidR="00F02592" w:rsidRDefault="00BC2A3A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Devious route southwards through forestry passing close to Pant-y-Garthog</w:t>
      </w:r>
      <w:r w:rsidR="00E42DE3">
        <w:rPr>
          <w:sz w:val="28"/>
          <w:szCs w:val="28"/>
        </w:rPr>
        <w:t xml:space="preserve"> and eventually joining course of disused mineral railway </w:t>
      </w:r>
      <w:r w:rsidR="00D70671" w:rsidRPr="000E6B79">
        <w:rPr>
          <w:color w:val="FF0000"/>
          <w:sz w:val="28"/>
          <w:szCs w:val="28"/>
        </w:rPr>
        <w:t>(n</w:t>
      </w:r>
      <w:r w:rsidR="00D70671">
        <w:rPr>
          <w:color w:val="FF0000"/>
          <w:sz w:val="28"/>
          <w:szCs w:val="28"/>
        </w:rPr>
        <w:t>ote 6</w:t>
      </w:r>
      <w:r w:rsidR="00D70671" w:rsidRPr="000E6B79">
        <w:rPr>
          <w:color w:val="FF0000"/>
          <w:sz w:val="28"/>
          <w:szCs w:val="28"/>
        </w:rPr>
        <w:t xml:space="preserve">) </w:t>
      </w:r>
      <w:r w:rsidR="00E42DE3">
        <w:rPr>
          <w:sz w:val="28"/>
          <w:szCs w:val="28"/>
        </w:rPr>
        <w:t>at about (SN 850 051)</w:t>
      </w:r>
      <w:r w:rsidR="00AC4E19">
        <w:rPr>
          <w:sz w:val="28"/>
          <w:szCs w:val="28"/>
        </w:rPr>
        <w:t>.</w:t>
      </w:r>
    </w:p>
    <w:p w:rsidR="00AC4E19" w:rsidRDefault="00AC4E19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Follow course of disused railway to old mines and A465</w:t>
      </w:r>
      <w:r w:rsidR="001B4F2D">
        <w:rPr>
          <w:sz w:val="28"/>
          <w:szCs w:val="28"/>
        </w:rPr>
        <w:t xml:space="preserve"> at (SN </w:t>
      </w:r>
      <w:r w:rsidR="00CF5239">
        <w:rPr>
          <w:sz w:val="28"/>
          <w:szCs w:val="28"/>
        </w:rPr>
        <w:t>864 058).</w:t>
      </w:r>
    </w:p>
    <w:p w:rsidR="00B74B35" w:rsidRDefault="00B74B35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A465 </w:t>
      </w:r>
      <w:r w:rsidR="000E6B79" w:rsidRPr="000E6B79">
        <w:rPr>
          <w:color w:val="FF0000"/>
          <w:sz w:val="28"/>
          <w:szCs w:val="28"/>
        </w:rPr>
        <w:t>(n</w:t>
      </w:r>
      <w:r w:rsidR="00D70671">
        <w:rPr>
          <w:color w:val="FF0000"/>
          <w:sz w:val="28"/>
          <w:szCs w:val="28"/>
        </w:rPr>
        <w:t>ote 5</w:t>
      </w:r>
      <w:r w:rsidR="000E6B79" w:rsidRPr="000E6B79">
        <w:rPr>
          <w:color w:val="FF0000"/>
          <w:sz w:val="28"/>
          <w:szCs w:val="28"/>
        </w:rPr>
        <w:t xml:space="preserve">) </w:t>
      </w:r>
      <w:r>
        <w:rPr>
          <w:sz w:val="28"/>
          <w:szCs w:val="28"/>
        </w:rPr>
        <w:t>east to road junction at (SN 860 059)</w:t>
      </w:r>
      <w:r w:rsidR="003F32A8">
        <w:rPr>
          <w:sz w:val="28"/>
          <w:szCs w:val="28"/>
        </w:rPr>
        <w:t>, minor ro</w:t>
      </w:r>
      <w:r w:rsidR="004F5E7F">
        <w:rPr>
          <w:sz w:val="28"/>
          <w:szCs w:val="28"/>
        </w:rPr>
        <w:t>ad across Afon Neath to Blaengwr</w:t>
      </w:r>
      <w:r w:rsidR="003F32A8">
        <w:rPr>
          <w:sz w:val="28"/>
          <w:szCs w:val="28"/>
        </w:rPr>
        <w:t xml:space="preserve">ach </w:t>
      </w:r>
      <w:r w:rsidR="004F5E7F">
        <w:rPr>
          <w:sz w:val="28"/>
          <w:szCs w:val="28"/>
        </w:rPr>
        <w:t>and on to Cwmgwrach</w:t>
      </w:r>
      <w:r w:rsidR="00C1282C">
        <w:rPr>
          <w:sz w:val="28"/>
          <w:szCs w:val="28"/>
        </w:rPr>
        <w:t xml:space="preserve"> (and the second pub of the day).</w:t>
      </w:r>
    </w:p>
    <w:p w:rsidR="00C1282C" w:rsidRDefault="00C1282C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then path then scramble through forestry up Cwm Gwrach</w:t>
      </w:r>
      <w:r w:rsidR="00E04F8D">
        <w:rPr>
          <w:sz w:val="28"/>
          <w:szCs w:val="28"/>
        </w:rPr>
        <w:t xml:space="preserve"> past Fforch-goch </w:t>
      </w:r>
      <w:r w:rsidR="00BF3E13">
        <w:rPr>
          <w:sz w:val="28"/>
          <w:szCs w:val="28"/>
        </w:rPr>
        <w:t>to junction at (SN 880 045)</w:t>
      </w:r>
      <w:r w:rsidR="000F05CE">
        <w:rPr>
          <w:sz w:val="28"/>
          <w:szCs w:val="28"/>
        </w:rPr>
        <w:t>.</w:t>
      </w:r>
    </w:p>
    <w:p w:rsidR="000F05CE" w:rsidRDefault="000F05CE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Forestry tracks via </w:t>
      </w:r>
      <w:r w:rsidR="00F638BE">
        <w:rPr>
          <w:sz w:val="28"/>
          <w:szCs w:val="28"/>
        </w:rPr>
        <w:t>(SN 880 044)</w:t>
      </w:r>
      <w:r w:rsidR="0007649C">
        <w:rPr>
          <w:sz w:val="28"/>
          <w:szCs w:val="28"/>
        </w:rPr>
        <w:t>, (SN 884 045), (</w:t>
      </w:r>
      <w:r w:rsidR="00CA3261">
        <w:rPr>
          <w:sz w:val="28"/>
          <w:szCs w:val="28"/>
        </w:rPr>
        <w:t>SN 892 045) past Blaen-nant-hir</w:t>
      </w:r>
      <w:r w:rsidR="00693ABD">
        <w:rPr>
          <w:sz w:val="28"/>
          <w:szCs w:val="28"/>
        </w:rPr>
        <w:t xml:space="preserve"> (SN 893 041</w:t>
      </w:r>
      <w:proofErr w:type="gramStart"/>
      <w:r w:rsidR="00693ABD">
        <w:rPr>
          <w:sz w:val="28"/>
          <w:szCs w:val="28"/>
        </w:rPr>
        <w:t>) ,</w:t>
      </w:r>
      <w:proofErr w:type="gramEnd"/>
      <w:r w:rsidR="00693ABD">
        <w:rPr>
          <w:sz w:val="28"/>
          <w:szCs w:val="28"/>
        </w:rPr>
        <w:t xml:space="preserve"> </w:t>
      </w:r>
      <w:r w:rsidR="00831E08">
        <w:rPr>
          <w:sz w:val="28"/>
          <w:szCs w:val="28"/>
        </w:rPr>
        <w:t>(SN 902 041)</w:t>
      </w:r>
      <w:r w:rsidR="00685517">
        <w:rPr>
          <w:sz w:val="28"/>
          <w:szCs w:val="28"/>
        </w:rPr>
        <w:t xml:space="preserve"> then zigzagging uphill </w:t>
      </w:r>
      <w:r w:rsidR="00213E37">
        <w:rPr>
          <w:sz w:val="28"/>
          <w:szCs w:val="28"/>
        </w:rPr>
        <w:t xml:space="preserve">over Y Foel Chwern </w:t>
      </w:r>
      <w:r w:rsidR="00EF6E6D">
        <w:rPr>
          <w:sz w:val="28"/>
          <w:szCs w:val="28"/>
        </w:rPr>
        <w:t>to Coed Morganydd Way on top of ridge</w:t>
      </w:r>
      <w:r w:rsidR="001D4D19">
        <w:rPr>
          <w:sz w:val="28"/>
          <w:szCs w:val="28"/>
        </w:rPr>
        <w:t>.</w:t>
      </w:r>
    </w:p>
    <w:p w:rsidR="001D4D19" w:rsidRDefault="001D4D19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Return eastwards via outward route along Craig </w:t>
      </w:r>
      <w:r w:rsidR="00976109">
        <w:rPr>
          <w:sz w:val="28"/>
          <w:szCs w:val="28"/>
        </w:rPr>
        <w:t xml:space="preserve">y Llyn </w:t>
      </w:r>
      <w:r w:rsidR="00452D8F">
        <w:rPr>
          <w:sz w:val="28"/>
          <w:szCs w:val="28"/>
        </w:rPr>
        <w:t>and Ffaid</w:t>
      </w:r>
      <w:r w:rsidR="006B62A5">
        <w:rPr>
          <w:sz w:val="28"/>
          <w:szCs w:val="28"/>
        </w:rPr>
        <w:t xml:space="preserve"> Gwalciau to join A4061</w:t>
      </w:r>
      <w:r w:rsidR="00045199">
        <w:rPr>
          <w:sz w:val="28"/>
          <w:szCs w:val="28"/>
        </w:rPr>
        <w:t xml:space="preserve"> </w:t>
      </w:r>
      <w:r w:rsidR="00452D8F">
        <w:rPr>
          <w:sz w:val="28"/>
          <w:szCs w:val="28"/>
        </w:rPr>
        <w:t>at (SN 923 030). East for a short way to Rhigos car park.</w:t>
      </w:r>
    </w:p>
    <w:p w:rsidR="00F17BFA" w:rsidRPr="00D70671" w:rsidRDefault="00F17BFA" w:rsidP="00F17BFA">
      <w:pPr>
        <w:pStyle w:val="Heading2"/>
        <w:tabs>
          <w:tab w:val="left" w:pos="1418"/>
        </w:tabs>
        <w:rPr>
          <w:color w:val="FF0000"/>
        </w:rPr>
      </w:pPr>
      <w:r w:rsidRPr="00D70671">
        <w:rPr>
          <w:color w:val="FF0000"/>
        </w:rPr>
        <w:t xml:space="preserve">Notes </w:t>
      </w:r>
      <w:r w:rsidR="003B0C6A" w:rsidRPr="00D70671">
        <w:rPr>
          <w:color w:val="FF0000"/>
        </w:rPr>
        <w:t>(June 2023)</w:t>
      </w:r>
    </w:p>
    <w:p w:rsidR="003B0C6A" w:rsidRPr="00D70671" w:rsidRDefault="003B0C6A" w:rsidP="003B0C6A">
      <w:pPr>
        <w:rPr>
          <w:color w:val="FF0000"/>
          <w:sz w:val="28"/>
          <w:szCs w:val="28"/>
        </w:rPr>
      </w:pPr>
      <w:r w:rsidRPr="00D70671">
        <w:rPr>
          <w:color w:val="FF0000"/>
          <w:sz w:val="28"/>
          <w:szCs w:val="28"/>
        </w:rPr>
        <w:t>The above route may be difficult to follow on the ground because:</w:t>
      </w:r>
    </w:p>
    <w:p w:rsidR="00516384" w:rsidRPr="00D70671" w:rsidRDefault="00516384" w:rsidP="00911577">
      <w:pPr>
        <w:pStyle w:val="ListParagraph"/>
        <w:numPr>
          <w:ilvl w:val="0"/>
          <w:numId w:val="4"/>
        </w:numPr>
        <w:ind w:left="284" w:hanging="284"/>
        <w:rPr>
          <w:color w:val="FF0000"/>
          <w:sz w:val="28"/>
          <w:szCs w:val="28"/>
        </w:rPr>
      </w:pPr>
      <w:r w:rsidRPr="00D70671">
        <w:rPr>
          <w:color w:val="FF0000"/>
          <w:sz w:val="28"/>
          <w:szCs w:val="28"/>
        </w:rPr>
        <w:t>The Coed Morganydd Way is no longer marked on OS maps</w:t>
      </w:r>
    </w:p>
    <w:p w:rsidR="00516384" w:rsidRPr="00D70671" w:rsidRDefault="00D5488A" w:rsidP="00911577">
      <w:pPr>
        <w:pStyle w:val="ListParagraph"/>
        <w:numPr>
          <w:ilvl w:val="0"/>
          <w:numId w:val="4"/>
        </w:numPr>
        <w:ind w:left="284" w:hanging="284"/>
        <w:rPr>
          <w:color w:val="FF0000"/>
          <w:sz w:val="28"/>
          <w:szCs w:val="28"/>
        </w:rPr>
      </w:pPr>
      <w:r w:rsidRPr="00D70671">
        <w:rPr>
          <w:color w:val="FF0000"/>
          <w:sz w:val="28"/>
          <w:szCs w:val="28"/>
        </w:rPr>
        <w:t>The route goes through a big wind farm which has probably diverted paths</w:t>
      </w:r>
    </w:p>
    <w:p w:rsidR="00E203A2" w:rsidRPr="00D70671" w:rsidRDefault="00E203A2" w:rsidP="00911577">
      <w:pPr>
        <w:pStyle w:val="ListParagraph"/>
        <w:numPr>
          <w:ilvl w:val="0"/>
          <w:numId w:val="4"/>
        </w:numPr>
        <w:ind w:left="284" w:hanging="284"/>
        <w:rPr>
          <w:color w:val="FF0000"/>
          <w:sz w:val="28"/>
          <w:szCs w:val="28"/>
        </w:rPr>
      </w:pPr>
      <w:r w:rsidRPr="00D70671">
        <w:rPr>
          <w:color w:val="FF0000"/>
          <w:sz w:val="28"/>
          <w:szCs w:val="28"/>
        </w:rPr>
        <w:t>Forests may have been felled/planted</w:t>
      </w:r>
    </w:p>
    <w:p w:rsidR="00E203A2" w:rsidRPr="00D70671" w:rsidRDefault="00AD0A86" w:rsidP="00911577">
      <w:pPr>
        <w:pStyle w:val="ListParagraph"/>
        <w:numPr>
          <w:ilvl w:val="0"/>
          <w:numId w:val="4"/>
        </w:numPr>
        <w:ind w:left="284" w:hanging="284"/>
        <w:rPr>
          <w:color w:val="FF0000"/>
          <w:sz w:val="28"/>
          <w:szCs w:val="28"/>
        </w:rPr>
      </w:pPr>
      <w:r w:rsidRPr="00D70671">
        <w:rPr>
          <w:color w:val="FF0000"/>
          <w:sz w:val="28"/>
          <w:szCs w:val="28"/>
        </w:rPr>
        <w:t>The aqueduct/pipes at the end of the canal section may not exist</w:t>
      </w:r>
    </w:p>
    <w:p w:rsidR="00AD0A86" w:rsidRPr="00D70671" w:rsidRDefault="00AD0A86" w:rsidP="00911577">
      <w:pPr>
        <w:pStyle w:val="ListParagraph"/>
        <w:numPr>
          <w:ilvl w:val="0"/>
          <w:numId w:val="4"/>
        </w:numPr>
        <w:ind w:left="284" w:hanging="284"/>
        <w:rPr>
          <w:color w:val="FF0000"/>
          <w:sz w:val="28"/>
          <w:szCs w:val="28"/>
        </w:rPr>
      </w:pPr>
      <w:r w:rsidRPr="00D70671">
        <w:rPr>
          <w:color w:val="FF0000"/>
          <w:sz w:val="28"/>
          <w:szCs w:val="28"/>
        </w:rPr>
        <w:t>There is a new A</w:t>
      </w:r>
      <w:r w:rsidR="00911577" w:rsidRPr="00D70671">
        <w:rPr>
          <w:color w:val="FF0000"/>
          <w:sz w:val="28"/>
          <w:szCs w:val="28"/>
        </w:rPr>
        <w:t xml:space="preserve">465 </w:t>
      </w:r>
      <w:proofErr w:type="gramStart"/>
      <w:r w:rsidR="00911577" w:rsidRPr="00D70671">
        <w:rPr>
          <w:color w:val="FF0000"/>
          <w:sz w:val="28"/>
          <w:szCs w:val="28"/>
        </w:rPr>
        <w:t>road,</w:t>
      </w:r>
      <w:proofErr w:type="gramEnd"/>
      <w:r w:rsidR="00911577" w:rsidRPr="00D70671">
        <w:rPr>
          <w:color w:val="FF0000"/>
          <w:sz w:val="28"/>
          <w:szCs w:val="28"/>
        </w:rPr>
        <w:t xml:space="preserve"> the old one has been renumbered to the B4242which should be used instead of the A465.</w:t>
      </w:r>
    </w:p>
    <w:p w:rsidR="00911577" w:rsidRPr="00D70671" w:rsidRDefault="00911577" w:rsidP="00911577">
      <w:pPr>
        <w:pStyle w:val="ListParagraph"/>
        <w:numPr>
          <w:ilvl w:val="0"/>
          <w:numId w:val="4"/>
        </w:numPr>
        <w:ind w:left="284" w:hanging="284"/>
        <w:rPr>
          <w:color w:val="FF0000"/>
          <w:sz w:val="28"/>
          <w:szCs w:val="28"/>
        </w:rPr>
      </w:pPr>
      <w:r w:rsidRPr="00D70671">
        <w:rPr>
          <w:color w:val="FF0000"/>
          <w:sz w:val="28"/>
          <w:szCs w:val="28"/>
        </w:rPr>
        <w:t>The mineral railway is no longer marked on OS maps</w:t>
      </w:r>
    </w:p>
    <w:p w:rsidR="00C37147" w:rsidRPr="00DE6E48" w:rsidRDefault="00C37147" w:rsidP="00DE6E48">
      <w:pPr>
        <w:pStyle w:val="Heading2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9C7896">
        <w:rPr>
          <w:rFonts w:eastAsia="Times New Roman"/>
          <w:b w:val="0"/>
        </w:rPr>
        <w:t>Very hot all day – excellent views – with cloud in the valley</w:t>
      </w:r>
      <w:r w:rsidR="00B753B8">
        <w:rPr>
          <w:rFonts w:eastAsia="Times New Roman"/>
          <w:b w:val="0"/>
        </w:rPr>
        <w:t>s at the beginning of the day - warm breeze. For some reason a very long and tiring day</w:t>
      </w:r>
      <w:r w:rsidR="00695F6A">
        <w:rPr>
          <w:rFonts w:eastAsia="Times New Roman"/>
          <w:b w:val="0"/>
        </w:rPr>
        <w:t xml:space="preserve"> – both pub stops were an absolute requirement.</w:t>
      </w:r>
    </w:p>
    <w:p w:rsidR="00712ABC" w:rsidRPr="009C7896" w:rsidRDefault="00712ABC" w:rsidP="00DE6E48">
      <w:pPr>
        <w:pStyle w:val="Heading2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 w:rsidRPr="004B11EC">
        <w:rPr>
          <w:rFonts w:eastAsia="Times New Roman"/>
          <w:b w:val="0"/>
        </w:rPr>
        <w:tab/>
      </w:r>
      <w:r w:rsidR="004B11EC" w:rsidRPr="004B11EC">
        <w:rPr>
          <w:b w:val="0"/>
        </w:rPr>
        <w:t>Tony Clark</w:t>
      </w:r>
      <w:r w:rsidR="004B11EC" w:rsidRPr="009C7896">
        <w:rPr>
          <w:b w:val="0"/>
        </w:rPr>
        <w:t>, Nick Kaye, Frank Wood, Keith Bennet, Roger Blake, Stephen Plant</w:t>
      </w:r>
    </w:p>
    <w:p w:rsidR="00937BF9" w:rsidRPr="001F0C94" w:rsidRDefault="00937BF9" w:rsidP="00B722E7"/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181D"/>
    <w:multiLevelType w:val="hybridMultilevel"/>
    <w:tmpl w:val="743C86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2">
    <w:nsid w:val="29420D02"/>
    <w:multiLevelType w:val="hybridMultilevel"/>
    <w:tmpl w:val="49FA88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9D05B3"/>
    <w:rsid w:val="00045199"/>
    <w:rsid w:val="0005207A"/>
    <w:rsid w:val="000604AC"/>
    <w:rsid w:val="0007649C"/>
    <w:rsid w:val="0008166F"/>
    <w:rsid w:val="000D1346"/>
    <w:rsid w:val="000D497A"/>
    <w:rsid w:val="000E5DFC"/>
    <w:rsid w:val="000E6B79"/>
    <w:rsid w:val="000F05CE"/>
    <w:rsid w:val="00107197"/>
    <w:rsid w:val="00146843"/>
    <w:rsid w:val="001763E8"/>
    <w:rsid w:val="00191034"/>
    <w:rsid w:val="001926F3"/>
    <w:rsid w:val="001B4F2D"/>
    <w:rsid w:val="001D4D19"/>
    <w:rsid w:val="001D6B34"/>
    <w:rsid w:val="001E4C2F"/>
    <w:rsid w:val="001F0C94"/>
    <w:rsid w:val="00204736"/>
    <w:rsid w:val="00213E37"/>
    <w:rsid w:val="00270489"/>
    <w:rsid w:val="0028282B"/>
    <w:rsid w:val="00290B8A"/>
    <w:rsid w:val="002C2BD8"/>
    <w:rsid w:val="002C50BE"/>
    <w:rsid w:val="003150A4"/>
    <w:rsid w:val="003234A5"/>
    <w:rsid w:val="00334190"/>
    <w:rsid w:val="003554D4"/>
    <w:rsid w:val="003B0C6A"/>
    <w:rsid w:val="003B0FF6"/>
    <w:rsid w:val="003C0241"/>
    <w:rsid w:val="003F32A8"/>
    <w:rsid w:val="004148AF"/>
    <w:rsid w:val="00452D8F"/>
    <w:rsid w:val="004B11EC"/>
    <w:rsid w:val="004B33A6"/>
    <w:rsid w:val="004C4286"/>
    <w:rsid w:val="004F5E7F"/>
    <w:rsid w:val="00516384"/>
    <w:rsid w:val="00584053"/>
    <w:rsid w:val="005B3C6A"/>
    <w:rsid w:val="005B7276"/>
    <w:rsid w:val="005B7776"/>
    <w:rsid w:val="005C5176"/>
    <w:rsid w:val="006026B9"/>
    <w:rsid w:val="00685517"/>
    <w:rsid w:val="00693ABD"/>
    <w:rsid w:val="00695F6A"/>
    <w:rsid w:val="006A5EB9"/>
    <w:rsid w:val="006B62A5"/>
    <w:rsid w:val="006F4E0F"/>
    <w:rsid w:val="00712ABC"/>
    <w:rsid w:val="00763377"/>
    <w:rsid w:val="00791308"/>
    <w:rsid w:val="007D3A33"/>
    <w:rsid w:val="007F06B7"/>
    <w:rsid w:val="00831E08"/>
    <w:rsid w:val="00911577"/>
    <w:rsid w:val="0091399A"/>
    <w:rsid w:val="00937BF9"/>
    <w:rsid w:val="00976109"/>
    <w:rsid w:val="009C7896"/>
    <w:rsid w:val="009D05B3"/>
    <w:rsid w:val="00A0783D"/>
    <w:rsid w:val="00A3559C"/>
    <w:rsid w:val="00AC4E19"/>
    <w:rsid w:val="00AD0A86"/>
    <w:rsid w:val="00AE2EED"/>
    <w:rsid w:val="00B156D4"/>
    <w:rsid w:val="00B35E62"/>
    <w:rsid w:val="00B51507"/>
    <w:rsid w:val="00B52809"/>
    <w:rsid w:val="00B704C2"/>
    <w:rsid w:val="00B722E7"/>
    <w:rsid w:val="00B74B35"/>
    <w:rsid w:val="00B753B8"/>
    <w:rsid w:val="00B96E25"/>
    <w:rsid w:val="00BA42B7"/>
    <w:rsid w:val="00BB42E8"/>
    <w:rsid w:val="00BC2A3A"/>
    <w:rsid w:val="00BD1766"/>
    <w:rsid w:val="00BE4383"/>
    <w:rsid w:val="00BF3E13"/>
    <w:rsid w:val="00C1282C"/>
    <w:rsid w:val="00C25707"/>
    <w:rsid w:val="00C37147"/>
    <w:rsid w:val="00C80C67"/>
    <w:rsid w:val="00C8381E"/>
    <w:rsid w:val="00CA3261"/>
    <w:rsid w:val="00CA4BC1"/>
    <w:rsid w:val="00CB3DD5"/>
    <w:rsid w:val="00CD3D2F"/>
    <w:rsid w:val="00CF3B60"/>
    <w:rsid w:val="00CF5239"/>
    <w:rsid w:val="00D30EF5"/>
    <w:rsid w:val="00D3297D"/>
    <w:rsid w:val="00D42071"/>
    <w:rsid w:val="00D45A56"/>
    <w:rsid w:val="00D5488A"/>
    <w:rsid w:val="00D70671"/>
    <w:rsid w:val="00D95CD2"/>
    <w:rsid w:val="00DE6E48"/>
    <w:rsid w:val="00E0139E"/>
    <w:rsid w:val="00E04F8D"/>
    <w:rsid w:val="00E203A2"/>
    <w:rsid w:val="00E42DE3"/>
    <w:rsid w:val="00E81375"/>
    <w:rsid w:val="00EB2182"/>
    <w:rsid w:val="00EC6D06"/>
    <w:rsid w:val="00EE05A2"/>
    <w:rsid w:val="00EF6E6D"/>
    <w:rsid w:val="00F02592"/>
    <w:rsid w:val="00F17BFA"/>
    <w:rsid w:val="00F638BE"/>
    <w:rsid w:val="00F6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302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7</cp:revision>
  <dcterms:created xsi:type="dcterms:W3CDTF">2023-06-23T13:46:00Z</dcterms:created>
  <dcterms:modified xsi:type="dcterms:W3CDTF">2023-06-23T18:48:00Z</dcterms:modified>
</cp:coreProperties>
</file>