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Default="001F76FD" w:rsidP="00B722E7">
      <w:pPr>
        <w:pStyle w:val="Heading1"/>
      </w:pPr>
      <w:r>
        <w:t>Around the Base of Forest Fawr</w:t>
      </w:r>
    </w:p>
    <w:p w:rsidR="001F76FD" w:rsidRPr="00712ABC" w:rsidRDefault="00DF1750" w:rsidP="00B722E7">
      <w:pPr>
        <w:pStyle w:val="Heading1"/>
      </w:pPr>
      <w:r>
        <w:t>(Nick Kaye Special No.4)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9E38FE">
        <w:rPr>
          <w:rFonts w:eastAsia="Times New Roman"/>
          <w:b w:val="0"/>
        </w:rPr>
        <w:t>2</w:t>
      </w:r>
      <w:r w:rsidR="009E38FE" w:rsidRPr="009E38FE">
        <w:rPr>
          <w:rFonts w:eastAsia="Times New Roman"/>
          <w:b w:val="0"/>
        </w:rPr>
        <w:t>nd</w:t>
      </w:r>
      <w:r w:rsidR="009E38FE">
        <w:rPr>
          <w:rFonts w:eastAsia="Times New Roman"/>
          <w:b w:val="0"/>
        </w:rPr>
        <w:t xml:space="preserve"> May 1986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9E38FE">
        <w:rPr>
          <w:rFonts w:eastAsia="Times New Roman"/>
          <w:b w:val="0"/>
        </w:rPr>
        <w:t>34.8 miles, 4745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9E38FE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106748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</w:t>
      </w:r>
      <w:r w:rsidR="00DF30E1">
        <w:rPr>
          <w:sz w:val="28"/>
          <w:szCs w:val="28"/>
        </w:rPr>
        <w:t xml:space="preserve">Tafarn-y-Garreg Inn (near Craig-y-nos) at </w:t>
      </w:r>
      <w:r w:rsidR="00526828">
        <w:rPr>
          <w:sz w:val="28"/>
          <w:szCs w:val="28"/>
        </w:rPr>
        <w:t>(SN 849 171).</w:t>
      </w:r>
    </w:p>
    <w:p w:rsidR="00526828" w:rsidRDefault="00526828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 up A4067</w:t>
      </w:r>
      <w:r w:rsidR="004D2F1D">
        <w:rPr>
          <w:sz w:val="28"/>
          <w:szCs w:val="28"/>
        </w:rPr>
        <w:t xml:space="preserve"> for</w:t>
      </w:r>
      <w:r w:rsidR="00B86E2E">
        <w:rPr>
          <w:sz w:val="28"/>
          <w:szCs w:val="28"/>
        </w:rPr>
        <w:t xml:space="preserve"> short way to bridge over Nant T</w:t>
      </w:r>
      <w:r w:rsidR="004D2F1D">
        <w:rPr>
          <w:sz w:val="28"/>
          <w:szCs w:val="28"/>
        </w:rPr>
        <w:t>ywyn</w:t>
      </w:r>
      <w:r w:rsidR="00B86E2E">
        <w:rPr>
          <w:sz w:val="28"/>
          <w:szCs w:val="28"/>
        </w:rPr>
        <w:t>n</w:t>
      </w:r>
      <w:r w:rsidR="004D2F1D">
        <w:rPr>
          <w:sz w:val="28"/>
          <w:szCs w:val="28"/>
        </w:rPr>
        <w:t>i</w:t>
      </w:r>
      <w:r w:rsidR="00CA5AEF">
        <w:rPr>
          <w:sz w:val="28"/>
          <w:szCs w:val="28"/>
        </w:rPr>
        <w:t xml:space="preserve"> at (SN 849 171).</w:t>
      </w:r>
    </w:p>
    <w:p w:rsidR="00CA5AEF" w:rsidRDefault="00CA5AEF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Ascend through fields </w:t>
      </w:r>
      <w:r w:rsidR="002E077E">
        <w:rPr>
          <w:sz w:val="28"/>
          <w:szCs w:val="28"/>
        </w:rPr>
        <w:t xml:space="preserve">to course of old railway, follow </w:t>
      </w:r>
      <w:r w:rsidR="00902737">
        <w:rPr>
          <w:sz w:val="28"/>
          <w:szCs w:val="28"/>
        </w:rPr>
        <w:t xml:space="preserve">this </w:t>
      </w:r>
      <w:r w:rsidR="002E077E">
        <w:rPr>
          <w:sz w:val="28"/>
          <w:szCs w:val="28"/>
        </w:rPr>
        <w:t xml:space="preserve">to A4067 at Bwlch </w:t>
      </w:r>
      <w:r w:rsidR="00902737">
        <w:rPr>
          <w:sz w:val="28"/>
          <w:szCs w:val="28"/>
        </w:rPr>
        <w:t>Bryn-rhudd.</w:t>
      </w:r>
    </w:p>
    <w:p w:rsidR="00902737" w:rsidRDefault="00902737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Course of old railway followed </w:t>
      </w:r>
      <w:r w:rsidR="00B627DB">
        <w:rPr>
          <w:sz w:val="28"/>
          <w:szCs w:val="28"/>
        </w:rPr>
        <w:t xml:space="preserve">north-eastwards beside A4067 but became too rough underfoot so reverted </w:t>
      </w:r>
      <w:r w:rsidR="002809A3">
        <w:rPr>
          <w:sz w:val="28"/>
          <w:szCs w:val="28"/>
        </w:rPr>
        <w:t>walking down A4067 to road junction at (SN 890 216)</w:t>
      </w:r>
      <w:r w:rsidR="00E16A4F">
        <w:rPr>
          <w:sz w:val="28"/>
          <w:szCs w:val="28"/>
        </w:rPr>
        <w:t>.</w:t>
      </w:r>
    </w:p>
    <w:p w:rsidR="00E16A4F" w:rsidRDefault="00E16A4F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Minor road taken north-eastwards past Penwaundwr</w:t>
      </w:r>
      <w:r w:rsidR="007011BA">
        <w:rPr>
          <w:sz w:val="28"/>
          <w:szCs w:val="28"/>
        </w:rPr>
        <w:t xml:space="preserve"> to Heol Senni and onwards east-north-east to crossroads at </w:t>
      </w:r>
      <w:r w:rsidR="00510484">
        <w:rPr>
          <w:sz w:val="28"/>
          <w:szCs w:val="28"/>
        </w:rPr>
        <w:t>(SN 939 238).</w:t>
      </w:r>
    </w:p>
    <w:p w:rsidR="00C377EC" w:rsidRDefault="00510484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541610">
        <w:rPr>
          <w:sz w:val="28"/>
          <w:szCs w:val="28"/>
        </w:rPr>
        <w:t xml:space="preserve">Lane then track south to </w:t>
      </w:r>
      <w:r w:rsidR="00A3489F" w:rsidRPr="00541610">
        <w:rPr>
          <w:sz w:val="28"/>
          <w:szCs w:val="28"/>
        </w:rPr>
        <w:t>track T junction at (SN 942 227)</w:t>
      </w:r>
      <w:r w:rsidR="00C377EC" w:rsidRPr="00541610">
        <w:rPr>
          <w:sz w:val="28"/>
          <w:szCs w:val="28"/>
        </w:rPr>
        <w:t>.</w:t>
      </w:r>
      <w:r w:rsidR="00541610" w:rsidRPr="00541610">
        <w:rPr>
          <w:sz w:val="28"/>
          <w:szCs w:val="28"/>
        </w:rPr>
        <w:t xml:space="preserve"> </w:t>
      </w:r>
      <w:r w:rsidR="00C377EC" w:rsidRPr="00541610">
        <w:rPr>
          <w:sz w:val="28"/>
          <w:szCs w:val="28"/>
        </w:rPr>
        <w:t xml:space="preserve">Bridle track (Roman road) </w:t>
      </w:r>
      <w:r w:rsidR="002D244D" w:rsidRPr="00541610">
        <w:rPr>
          <w:sz w:val="28"/>
          <w:szCs w:val="28"/>
        </w:rPr>
        <w:t xml:space="preserve">north-east below north-west slopes of Fan Frynach to junction with track </w:t>
      </w:r>
      <w:r w:rsidR="00541610" w:rsidRPr="00541610">
        <w:rPr>
          <w:sz w:val="28"/>
          <w:szCs w:val="28"/>
        </w:rPr>
        <w:t>at (SN 959 238).</w:t>
      </w:r>
    </w:p>
    <w:p w:rsidR="00C14C54" w:rsidRPr="00D25DAF" w:rsidRDefault="00776D4B" w:rsidP="00D25DA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eastwards uphill over north ridge of Fan Frynach</w:t>
      </w:r>
      <w:r w:rsidR="00FE39BE">
        <w:rPr>
          <w:sz w:val="28"/>
          <w:szCs w:val="28"/>
        </w:rPr>
        <w:t xml:space="preserve"> then path south across eastern slopes to join A470 </w:t>
      </w:r>
      <w:r w:rsidR="00C14C54">
        <w:rPr>
          <w:sz w:val="28"/>
          <w:szCs w:val="28"/>
        </w:rPr>
        <w:t>at (SN 972 218).</w:t>
      </w:r>
      <w:r w:rsidR="00D25DAF">
        <w:rPr>
          <w:sz w:val="28"/>
          <w:szCs w:val="28"/>
        </w:rPr>
        <w:t xml:space="preserve"> </w:t>
      </w:r>
      <w:r w:rsidR="00C14C54" w:rsidRPr="00D25DAF">
        <w:rPr>
          <w:sz w:val="28"/>
          <w:szCs w:val="28"/>
        </w:rPr>
        <w:t xml:space="preserve">A470 southwards past Storey Arms </w:t>
      </w:r>
      <w:r w:rsidR="00D25DAF" w:rsidRPr="00D25DAF">
        <w:rPr>
          <w:sz w:val="28"/>
          <w:szCs w:val="28"/>
        </w:rPr>
        <w:t>to Pont ar Daf.</w:t>
      </w:r>
    </w:p>
    <w:p w:rsidR="002826CA" w:rsidRDefault="002943B9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Around west perimeter fence of forestry </w:t>
      </w:r>
      <w:r w:rsidR="00BC3565">
        <w:rPr>
          <w:sz w:val="28"/>
          <w:szCs w:val="28"/>
        </w:rPr>
        <w:t>on west side of Beacons Reservoi</w:t>
      </w:r>
      <w:r>
        <w:rPr>
          <w:sz w:val="28"/>
          <w:szCs w:val="28"/>
        </w:rPr>
        <w:t>r</w:t>
      </w:r>
      <w:r w:rsidR="00BC3565">
        <w:rPr>
          <w:sz w:val="28"/>
          <w:szCs w:val="28"/>
        </w:rPr>
        <w:t xml:space="preserve"> passing into forestry shortly </w:t>
      </w:r>
      <w:r w:rsidR="00731E48">
        <w:rPr>
          <w:sz w:val="28"/>
          <w:szCs w:val="28"/>
        </w:rPr>
        <w:t xml:space="preserve">after </w:t>
      </w:r>
      <w:r w:rsidR="00BC3565">
        <w:rPr>
          <w:sz w:val="28"/>
          <w:szCs w:val="28"/>
        </w:rPr>
        <w:t>crossing Nant Pennig.</w:t>
      </w:r>
    </w:p>
    <w:p w:rsidR="00D25DAF" w:rsidRDefault="00CF2CFB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A4059 at (SN 988 181) and into forestry on east side of </w:t>
      </w:r>
      <w:r w:rsidR="002826CA">
        <w:rPr>
          <w:sz w:val="28"/>
          <w:szCs w:val="28"/>
        </w:rPr>
        <w:t>road.</w:t>
      </w:r>
    </w:p>
    <w:p w:rsidR="00326452" w:rsidRPr="00CB5C4F" w:rsidRDefault="002826CA" w:rsidP="00CB5C4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through forestry shortly becoming impassable </w:t>
      </w:r>
      <w:r w:rsidR="00B96704">
        <w:rPr>
          <w:sz w:val="28"/>
          <w:szCs w:val="28"/>
        </w:rPr>
        <w:t xml:space="preserve">due to felled trees, broke out of forestry on west side </w:t>
      </w:r>
      <w:r w:rsidR="000D379B">
        <w:rPr>
          <w:sz w:val="28"/>
          <w:szCs w:val="28"/>
        </w:rPr>
        <w:t>and followed fence</w:t>
      </w:r>
      <w:r w:rsidR="00CB5C4F">
        <w:rPr>
          <w:sz w:val="28"/>
          <w:szCs w:val="28"/>
        </w:rPr>
        <w:t xml:space="preserve"> round to south to rejoin track heading </w:t>
      </w:r>
      <w:r w:rsidR="00091AB8" w:rsidRPr="00CB5C4F">
        <w:rPr>
          <w:sz w:val="28"/>
          <w:szCs w:val="28"/>
        </w:rPr>
        <w:t xml:space="preserve">south to next </w:t>
      </w:r>
      <w:r w:rsidR="00BB01C3" w:rsidRPr="00CB5C4F">
        <w:rPr>
          <w:sz w:val="28"/>
          <w:szCs w:val="28"/>
        </w:rPr>
        <w:t>block of</w:t>
      </w:r>
      <w:r w:rsidR="00091AB8" w:rsidRPr="00CB5C4F">
        <w:rPr>
          <w:sz w:val="28"/>
          <w:szCs w:val="28"/>
        </w:rPr>
        <w:t xml:space="preserve"> forestry joining it at </w:t>
      </w:r>
      <w:r w:rsidR="00B24310" w:rsidRPr="00CB5C4F">
        <w:rPr>
          <w:sz w:val="28"/>
          <w:szCs w:val="28"/>
        </w:rPr>
        <w:t>(SN 990 166)</w:t>
      </w:r>
      <w:r w:rsidR="00326452" w:rsidRPr="00CB5C4F">
        <w:rPr>
          <w:sz w:val="28"/>
          <w:szCs w:val="28"/>
        </w:rPr>
        <w:t>.</w:t>
      </w:r>
      <w:r w:rsidR="00BB01C3" w:rsidRPr="00CB5C4F">
        <w:rPr>
          <w:sz w:val="28"/>
          <w:szCs w:val="28"/>
        </w:rPr>
        <w:t xml:space="preserve"> </w:t>
      </w:r>
      <w:r w:rsidR="00326452" w:rsidRPr="00CB5C4F">
        <w:rPr>
          <w:sz w:val="28"/>
          <w:szCs w:val="28"/>
        </w:rPr>
        <w:t xml:space="preserve">Forestry track south through Coed Taf Fawr forest to join </w:t>
      </w:r>
      <w:r w:rsidR="00BB01C3" w:rsidRPr="00CB5C4F">
        <w:rPr>
          <w:sz w:val="28"/>
          <w:szCs w:val="28"/>
        </w:rPr>
        <w:t>Cwm Cadlan road at (SN </w:t>
      </w:r>
      <w:r w:rsidR="00A4254C" w:rsidRPr="00CB5C4F">
        <w:rPr>
          <w:sz w:val="28"/>
          <w:szCs w:val="28"/>
        </w:rPr>
        <w:t>9</w:t>
      </w:r>
      <w:r w:rsidR="00BB01C3" w:rsidRPr="00CB5C4F">
        <w:rPr>
          <w:sz w:val="28"/>
          <w:szCs w:val="28"/>
        </w:rPr>
        <w:t>94 </w:t>
      </w:r>
      <w:r w:rsidR="00A4254C" w:rsidRPr="00CB5C4F">
        <w:rPr>
          <w:sz w:val="28"/>
          <w:szCs w:val="28"/>
        </w:rPr>
        <w:t>117)</w:t>
      </w:r>
      <w:r w:rsidR="00BB01C3" w:rsidRPr="00CB5C4F">
        <w:rPr>
          <w:sz w:val="28"/>
          <w:szCs w:val="28"/>
        </w:rPr>
        <w:t>.</w:t>
      </w:r>
    </w:p>
    <w:p w:rsidR="00E331F8" w:rsidRDefault="00E331F8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south-west over col and down valley to junction with track</w:t>
      </w:r>
      <w:r w:rsidR="00501A99">
        <w:rPr>
          <w:sz w:val="28"/>
          <w:szCs w:val="28"/>
        </w:rPr>
        <w:t xml:space="preserve"> at (SN</w:t>
      </w:r>
      <w:r w:rsidR="00A460F6">
        <w:rPr>
          <w:sz w:val="28"/>
          <w:szCs w:val="28"/>
        </w:rPr>
        <w:t xml:space="preserve"> 964 101)</w:t>
      </w:r>
    </w:p>
    <w:p w:rsidR="002350EF" w:rsidRDefault="002350EF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north uphill past Gelli-Ffynon</w:t>
      </w:r>
      <w:r w:rsidR="000A39BA">
        <w:rPr>
          <w:sz w:val="28"/>
          <w:szCs w:val="28"/>
        </w:rPr>
        <w:t xml:space="preserve">au and up across </w:t>
      </w:r>
      <w:r w:rsidR="00E57290">
        <w:rPr>
          <w:sz w:val="28"/>
          <w:szCs w:val="28"/>
        </w:rPr>
        <w:t>Cefn Cadlan to join quarry track.</w:t>
      </w:r>
    </w:p>
    <w:p w:rsidR="00E57290" w:rsidRDefault="00E57290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Quarry track followed to A</w:t>
      </w:r>
      <w:r w:rsidR="00501A99">
        <w:rPr>
          <w:sz w:val="28"/>
          <w:szCs w:val="28"/>
        </w:rPr>
        <w:t>4059 at (S</w:t>
      </w:r>
      <w:r w:rsidR="00062EF9">
        <w:rPr>
          <w:sz w:val="28"/>
          <w:szCs w:val="28"/>
        </w:rPr>
        <w:t>N 953 115)</w:t>
      </w:r>
      <w:r w:rsidR="00E03203">
        <w:rPr>
          <w:sz w:val="28"/>
          <w:szCs w:val="28"/>
        </w:rPr>
        <w:t xml:space="preserve">. Across road and path </w:t>
      </w:r>
      <w:r w:rsidR="00725373">
        <w:rPr>
          <w:sz w:val="28"/>
          <w:szCs w:val="28"/>
        </w:rPr>
        <w:t>a</w:t>
      </w:r>
      <w:r w:rsidR="00E03203">
        <w:rPr>
          <w:sz w:val="28"/>
          <w:szCs w:val="28"/>
        </w:rPr>
        <w:t xml:space="preserve">cross </w:t>
      </w:r>
      <w:r w:rsidR="00725373">
        <w:rPr>
          <w:sz w:val="28"/>
          <w:szCs w:val="28"/>
        </w:rPr>
        <w:t xml:space="preserve">Afon Hepste and </w:t>
      </w:r>
      <w:r w:rsidR="00C90CBA">
        <w:rPr>
          <w:sz w:val="28"/>
          <w:szCs w:val="28"/>
        </w:rPr>
        <w:t>past Tir</w:t>
      </w:r>
      <w:r w:rsidR="009468C8">
        <w:rPr>
          <w:sz w:val="28"/>
          <w:szCs w:val="28"/>
        </w:rPr>
        <w:t>-dy</w:t>
      </w:r>
      <w:r w:rsidR="00611B03">
        <w:rPr>
          <w:sz w:val="28"/>
          <w:szCs w:val="28"/>
        </w:rPr>
        <w:t>we</w:t>
      </w:r>
      <w:r w:rsidR="009468C8">
        <w:rPr>
          <w:sz w:val="28"/>
          <w:szCs w:val="28"/>
        </w:rPr>
        <w:t>u</w:t>
      </w:r>
      <w:r w:rsidR="00611B03">
        <w:rPr>
          <w:sz w:val="28"/>
          <w:szCs w:val="28"/>
        </w:rPr>
        <w:t>nydd</w:t>
      </w:r>
      <w:r w:rsidR="0044361D">
        <w:rPr>
          <w:sz w:val="28"/>
          <w:szCs w:val="28"/>
        </w:rPr>
        <w:t>, across lane to join minor road at (SN 942 120)</w:t>
      </w:r>
      <w:r w:rsidR="009468C8">
        <w:rPr>
          <w:sz w:val="28"/>
          <w:szCs w:val="28"/>
        </w:rPr>
        <w:t>.</w:t>
      </w:r>
    </w:p>
    <w:p w:rsidR="009468C8" w:rsidRDefault="003527D9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Minor roads west to Porth </w:t>
      </w:r>
      <w:r w:rsidR="00C90CBA">
        <w:rPr>
          <w:sz w:val="28"/>
          <w:szCs w:val="28"/>
        </w:rPr>
        <w:t>yr</w:t>
      </w:r>
      <w:r>
        <w:rPr>
          <w:sz w:val="28"/>
          <w:szCs w:val="28"/>
        </w:rPr>
        <w:t xml:space="preserve"> </w:t>
      </w:r>
      <w:r w:rsidR="00C90CBA">
        <w:rPr>
          <w:sz w:val="28"/>
          <w:szCs w:val="28"/>
        </w:rPr>
        <w:t>ogof</w:t>
      </w:r>
      <w:r>
        <w:rPr>
          <w:sz w:val="28"/>
          <w:szCs w:val="28"/>
        </w:rPr>
        <w:t>, path from Port</w:t>
      </w:r>
      <w:r w:rsidR="00B01656">
        <w:rPr>
          <w:sz w:val="28"/>
          <w:szCs w:val="28"/>
        </w:rPr>
        <w:t>h</w:t>
      </w:r>
      <w:r>
        <w:rPr>
          <w:sz w:val="28"/>
          <w:szCs w:val="28"/>
        </w:rPr>
        <w:t xml:space="preserve"> yr ogof </w:t>
      </w:r>
      <w:r w:rsidR="005D4BC3">
        <w:rPr>
          <w:sz w:val="28"/>
          <w:szCs w:val="28"/>
        </w:rPr>
        <w:t>up to Ystradfellte Youth Hostel.</w:t>
      </w:r>
    </w:p>
    <w:p w:rsidR="005D4BC3" w:rsidRDefault="005D4BC3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past Plas-y-darren</w:t>
      </w:r>
      <w:r w:rsidR="00B10BB5">
        <w:rPr>
          <w:sz w:val="28"/>
          <w:szCs w:val="28"/>
        </w:rPr>
        <w:t xml:space="preserve"> to join minor road at (SN 916 124).</w:t>
      </w:r>
    </w:p>
    <w:p w:rsidR="00641BD5" w:rsidRDefault="003D7654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A744F3">
        <w:rPr>
          <w:sz w:val="28"/>
          <w:szCs w:val="28"/>
        </w:rPr>
        <w:t>Across road and farm track past farm and across Afon Nedd followed by pat</w:t>
      </w:r>
      <w:r w:rsidR="00C61C66" w:rsidRPr="00A744F3">
        <w:rPr>
          <w:sz w:val="28"/>
          <w:szCs w:val="28"/>
        </w:rPr>
        <w:t xml:space="preserve">h west to Sarn Helen Roman road at (SN </w:t>
      </w:r>
      <w:r w:rsidR="00641BD5" w:rsidRPr="00A744F3">
        <w:rPr>
          <w:sz w:val="28"/>
          <w:szCs w:val="28"/>
        </w:rPr>
        <w:t>907 129).</w:t>
      </w:r>
      <w:r w:rsidR="00A744F3" w:rsidRPr="00A744F3">
        <w:rPr>
          <w:sz w:val="28"/>
          <w:szCs w:val="28"/>
        </w:rPr>
        <w:t xml:space="preserve"> </w:t>
      </w:r>
      <w:r w:rsidR="00641BD5" w:rsidRPr="00A744F3">
        <w:rPr>
          <w:sz w:val="28"/>
          <w:szCs w:val="28"/>
        </w:rPr>
        <w:t xml:space="preserve">Sarn Helen Roman road followed west-south-west to junction with minor road </w:t>
      </w:r>
      <w:r w:rsidR="00A744F3" w:rsidRPr="00A744F3">
        <w:rPr>
          <w:sz w:val="28"/>
          <w:szCs w:val="28"/>
        </w:rPr>
        <w:t>at (SN 879 117)</w:t>
      </w:r>
      <w:r w:rsidR="00A744F3">
        <w:rPr>
          <w:sz w:val="28"/>
          <w:szCs w:val="28"/>
        </w:rPr>
        <w:t>.</w:t>
      </w:r>
    </w:p>
    <w:p w:rsidR="00A744F3" w:rsidRDefault="00117304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west past Cefngwaunhynog and across Nant Llech </w:t>
      </w:r>
      <w:r w:rsidR="008B52E8">
        <w:rPr>
          <w:sz w:val="28"/>
          <w:szCs w:val="28"/>
        </w:rPr>
        <w:t>to bend in road at (SN 851 124).</w:t>
      </w:r>
    </w:p>
    <w:p w:rsidR="00EE0E0C" w:rsidRDefault="009E05AA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Field path east for short way to join course of old railway. </w:t>
      </w:r>
    </w:p>
    <w:p w:rsidR="00121DF5" w:rsidRPr="00121DF5" w:rsidRDefault="009E05AA" w:rsidP="009E38F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121DF5">
        <w:rPr>
          <w:sz w:val="28"/>
          <w:szCs w:val="28"/>
        </w:rPr>
        <w:t>Course of old railway to Penwyllt</w:t>
      </w:r>
      <w:r w:rsidR="003075A4" w:rsidRPr="00121DF5">
        <w:rPr>
          <w:sz w:val="28"/>
          <w:szCs w:val="28"/>
        </w:rPr>
        <w:t>. Field path northwards ac</w:t>
      </w:r>
      <w:r w:rsidR="003364BA" w:rsidRPr="00121DF5">
        <w:rPr>
          <w:sz w:val="28"/>
          <w:szCs w:val="28"/>
        </w:rPr>
        <w:t xml:space="preserve">ross hillside and down to </w:t>
      </w:r>
      <w:r w:rsidR="00121DF5" w:rsidRPr="00121DF5">
        <w:rPr>
          <w:sz w:val="28"/>
          <w:szCs w:val="28"/>
        </w:rPr>
        <w:t>Pwllcoediog farm and down lane to A4067. North-east up A4067 for short way to cars.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343504">
        <w:rPr>
          <w:rFonts w:eastAsia="Times New Roman"/>
          <w:b w:val="0"/>
        </w:rPr>
        <w:t xml:space="preserve">Mild night with cool breeze and some mist - came on to rain just after dawn and continued to rain </w:t>
      </w:r>
      <w:r w:rsidR="00436C42">
        <w:rPr>
          <w:rFonts w:eastAsia="Times New Roman"/>
          <w:b w:val="0"/>
        </w:rPr>
        <w:t>right to finish.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436C42">
        <w:rPr>
          <w:rFonts w:eastAsia="Times New Roman"/>
          <w:b w:val="0"/>
        </w:rPr>
        <w:t xml:space="preserve">Nick Kaye, Andrew Clabon, </w:t>
      </w:r>
      <w:r w:rsidR="007D08D8">
        <w:rPr>
          <w:rFonts w:eastAsia="Times New Roman"/>
          <w:b w:val="0"/>
        </w:rPr>
        <w:t>Peter Lewis, Mike Evans</w:t>
      </w:r>
      <w:r w:rsidR="00C108F7">
        <w:rPr>
          <w:rFonts w:eastAsia="Times New Roman"/>
          <w:b w:val="0"/>
        </w:rPr>
        <w:t xml:space="preserve"> </w:t>
      </w:r>
      <w:r w:rsidR="00947455">
        <w:rPr>
          <w:rFonts w:eastAsia="Times New Roman"/>
          <w:b w:val="0"/>
        </w:rPr>
        <w:t>(</w:t>
      </w:r>
      <w:r w:rsidR="00C108F7">
        <w:rPr>
          <w:rFonts w:eastAsia="Times New Roman"/>
          <w:b w:val="0"/>
        </w:rPr>
        <w:t>Chris Coy arrived l</w:t>
      </w:r>
      <w:r w:rsidR="00C55029">
        <w:rPr>
          <w:rFonts w:eastAsia="Times New Roman"/>
          <w:b w:val="0"/>
        </w:rPr>
        <w:t>ate, did the walk in the opposite direction</w:t>
      </w:r>
      <w:r w:rsidR="00C108F7">
        <w:rPr>
          <w:rFonts w:eastAsia="Times New Roman"/>
          <w:b w:val="0"/>
        </w:rPr>
        <w:t xml:space="preserve"> and met the rest of the party at </w:t>
      </w:r>
      <w:r w:rsidR="00C55029">
        <w:rPr>
          <w:rFonts w:eastAsia="Times New Roman"/>
          <w:b w:val="0"/>
        </w:rPr>
        <w:t>the end</w:t>
      </w:r>
      <w:r w:rsidR="007D08D8">
        <w:rPr>
          <w:rFonts w:eastAsia="Times New Roman"/>
          <w:b w:val="0"/>
        </w:rPr>
        <w:t>)</w:t>
      </w:r>
      <w:r w:rsidR="00C55029">
        <w:rPr>
          <w:rFonts w:eastAsia="Times New Roman"/>
          <w:b w:val="0"/>
        </w:rPr>
        <w:t>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1F76FD"/>
    <w:rsid w:val="00062EF9"/>
    <w:rsid w:val="0008166F"/>
    <w:rsid w:val="00091AB8"/>
    <w:rsid w:val="000A39BA"/>
    <w:rsid w:val="000D1346"/>
    <w:rsid w:val="000D379B"/>
    <w:rsid w:val="000D497A"/>
    <w:rsid w:val="00106748"/>
    <w:rsid w:val="00107197"/>
    <w:rsid w:val="00117304"/>
    <w:rsid w:val="00121DF5"/>
    <w:rsid w:val="001763E8"/>
    <w:rsid w:val="00191034"/>
    <w:rsid w:val="001F0C94"/>
    <w:rsid w:val="001F76FD"/>
    <w:rsid w:val="002350EF"/>
    <w:rsid w:val="00270489"/>
    <w:rsid w:val="002809A3"/>
    <w:rsid w:val="002826CA"/>
    <w:rsid w:val="00290B8A"/>
    <w:rsid w:val="002943B9"/>
    <w:rsid w:val="002C2BD8"/>
    <w:rsid w:val="002C50BE"/>
    <w:rsid w:val="002D244D"/>
    <w:rsid w:val="002E077E"/>
    <w:rsid w:val="003075A4"/>
    <w:rsid w:val="00326452"/>
    <w:rsid w:val="003364BA"/>
    <w:rsid w:val="00343504"/>
    <w:rsid w:val="003527D9"/>
    <w:rsid w:val="003554D4"/>
    <w:rsid w:val="00380649"/>
    <w:rsid w:val="003D7654"/>
    <w:rsid w:val="00436C42"/>
    <w:rsid w:val="0044361D"/>
    <w:rsid w:val="004D2F1D"/>
    <w:rsid w:val="00501A99"/>
    <w:rsid w:val="00510484"/>
    <w:rsid w:val="00526828"/>
    <w:rsid w:val="00541610"/>
    <w:rsid w:val="005D4BC3"/>
    <w:rsid w:val="00611B03"/>
    <w:rsid w:val="00641BD5"/>
    <w:rsid w:val="007011BA"/>
    <w:rsid w:val="00712ABC"/>
    <w:rsid w:val="00725373"/>
    <w:rsid w:val="00731E48"/>
    <w:rsid w:val="00776D4B"/>
    <w:rsid w:val="007D08D8"/>
    <w:rsid w:val="008B52E8"/>
    <w:rsid w:val="00902737"/>
    <w:rsid w:val="0091399A"/>
    <w:rsid w:val="00937BF9"/>
    <w:rsid w:val="009468C8"/>
    <w:rsid w:val="00947455"/>
    <w:rsid w:val="009E05AA"/>
    <w:rsid w:val="009E38FE"/>
    <w:rsid w:val="00A3489F"/>
    <w:rsid w:val="00A4254C"/>
    <w:rsid w:val="00A460F6"/>
    <w:rsid w:val="00A744F3"/>
    <w:rsid w:val="00B01656"/>
    <w:rsid w:val="00B10BB5"/>
    <w:rsid w:val="00B24310"/>
    <w:rsid w:val="00B52809"/>
    <w:rsid w:val="00B627DB"/>
    <w:rsid w:val="00B722E7"/>
    <w:rsid w:val="00B86E2E"/>
    <w:rsid w:val="00B96704"/>
    <w:rsid w:val="00B96E25"/>
    <w:rsid w:val="00BB01C3"/>
    <w:rsid w:val="00BC3565"/>
    <w:rsid w:val="00BD1766"/>
    <w:rsid w:val="00C108F7"/>
    <w:rsid w:val="00C14C54"/>
    <w:rsid w:val="00C25707"/>
    <w:rsid w:val="00C37147"/>
    <w:rsid w:val="00C377EC"/>
    <w:rsid w:val="00C55029"/>
    <w:rsid w:val="00C61C66"/>
    <w:rsid w:val="00C80C67"/>
    <w:rsid w:val="00C90CBA"/>
    <w:rsid w:val="00CA5AEF"/>
    <w:rsid w:val="00CB3DD5"/>
    <w:rsid w:val="00CB5C4F"/>
    <w:rsid w:val="00CD3D2F"/>
    <w:rsid w:val="00CD6B26"/>
    <w:rsid w:val="00CF2CFB"/>
    <w:rsid w:val="00D25DAF"/>
    <w:rsid w:val="00D42071"/>
    <w:rsid w:val="00D74FEF"/>
    <w:rsid w:val="00DE6E48"/>
    <w:rsid w:val="00DF1750"/>
    <w:rsid w:val="00DF30E1"/>
    <w:rsid w:val="00E0139E"/>
    <w:rsid w:val="00E03203"/>
    <w:rsid w:val="00E16A4F"/>
    <w:rsid w:val="00E331F8"/>
    <w:rsid w:val="00E57290"/>
    <w:rsid w:val="00E81375"/>
    <w:rsid w:val="00EC6D06"/>
    <w:rsid w:val="00EE0E0C"/>
    <w:rsid w:val="00FE3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247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5</cp:revision>
  <dcterms:created xsi:type="dcterms:W3CDTF">2023-06-23T08:44:00Z</dcterms:created>
  <dcterms:modified xsi:type="dcterms:W3CDTF">2023-06-23T12:51:00Z</dcterms:modified>
</cp:coreProperties>
</file>