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1B" w:rsidRDefault="007E17D8" w:rsidP="0052341B">
      <w:pPr>
        <w:pStyle w:val="Heading1"/>
      </w:pPr>
      <w:r>
        <w:t>Base of the Black Mountains (Attempt)</w:t>
      </w:r>
    </w:p>
    <w:p w:rsidR="0008166F" w:rsidRPr="00712ABC" w:rsidRDefault="0052341B" w:rsidP="0052341B">
      <w:pPr>
        <w:pStyle w:val="Heading1"/>
      </w:pPr>
      <w:r>
        <w:t>(Nick Kaye Special No. 3)</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7E17D8">
        <w:rPr>
          <w:rFonts w:eastAsia="Times New Roman"/>
          <w:b w:val="0"/>
        </w:rPr>
        <w:t>31</w:t>
      </w:r>
      <w:r w:rsidR="007E17D8" w:rsidRPr="007E17D8">
        <w:rPr>
          <w:rFonts w:eastAsia="Times New Roman"/>
          <w:b w:val="0"/>
        </w:rPr>
        <w:t>st</w:t>
      </w:r>
      <w:r w:rsidR="007E17D8">
        <w:rPr>
          <w:rFonts w:eastAsia="Times New Roman"/>
          <w:b w:val="0"/>
        </w:rPr>
        <w:t xml:space="preserve"> January 1986</w:t>
      </w:r>
    </w:p>
    <w:p w:rsidR="00C37147" w:rsidRPr="00B96E25" w:rsidRDefault="00C37147" w:rsidP="00B96E25">
      <w:pPr>
        <w:pStyle w:val="Heading2"/>
        <w:tabs>
          <w:tab w:val="left" w:pos="2552"/>
        </w:tabs>
        <w:rPr>
          <w:rFonts w:eastAsia="Times New Roman"/>
          <w:b w:val="0"/>
        </w:rPr>
      </w:pPr>
      <w:r>
        <w:rPr>
          <w:rFonts w:eastAsia="Times New Roman"/>
        </w:rPr>
        <w:t>Distance/Ascent:</w:t>
      </w:r>
      <w:r w:rsidR="00B96E25">
        <w:rPr>
          <w:rFonts w:eastAsia="Times New Roman"/>
          <w:b w:val="0"/>
        </w:rPr>
        <w:tab/>
      </w:r>
      <w:r w:rsidR="00BB72B7">
        <w:rPr>
          <w:rFonts w:eastAsia="Times New Roman"/>
          <w:b w:val="0"/>
        </w:rPr>
        <w:t>28.2 miles, 3200 feet</w:t>
      </w:r>
    </w:p>
    <w:p w:rsidR="0091399A" w:rsidRPr="00B96E25" w:rsidRDefault="0091399A" w:rsidP="00B96E25">
      <w:pPr>
        <w:pStyle w:val="Heading2"/>
        <w:tabs>
          <w:tab w:val="left" w:pos="1418"/>
        </w:tabs>
        <w:rPr>
          <w:b w:val="0"/>
        </w:rPr>
      </w:pPr>
      <w:r>
        <w:t>Leader:</w:t>
      </w:r>
      <w:r w:rsidR="00B96E25">
        <w:rPr>
          <w:b w:val="0"/>
        </w:rPr>
        <w:tab/>
      </w:r>
      <w:r w:rsidR="00F87074">
        <w:rPr>
          <w:b w:val="0"/>
        </w:rPr>
        <w:t>Nick Kaye</w:t>
      </w:r>
    </w:p>
    <w:p w:rsidR="00712ABC" w:rsidRDefault="00712ABC" w:rsidP="00B722E7">
      <w:pPr>
        <w:pStyle w:val="Heading2"/>
        <w:rPr>
          <w:rFonts w:eastAsia="Times New Roman"/>
        </w:rPr>
      </w:pPr>
      <w:r w:rsidRPr="00712ABC">
        <w:rPr>
          <w:rFonts w:eastAsia="Times New Roman"/>
        </w:rPr>
        <w:t>Route Description</w:t>
      </w:r>
      <w:r w:rsidR="00C37147">
        <w:rPr>
          <w:rFonts w:eastAsia="Times New Roman"/>
        </w:rPr>
        <w:t>:</w:t>
      </w:r>
    </w:p>
    <w:p w:rsidR="0091399A" w:rsidRDefault="006845E2" w:rsidP="0091399A">
      <w:pPr>
        <w:pStyle w:val="ListParagraph"/>
        <w:numPr>
          <w:ilvl w:val="0"/>
          <w:numId w:val="2"/>
        </w:numPr>
        <w:ind w:left="284" w:hanging="284"/>
        <w:rPr>
          <w:sz w:val="28"/>
          <w:szCs w:val="28"/>
        </w:rPr>
      </w:pPr>
      <w:r>
        <w:rPr>
          <w:sz w:val="28"/>
          <w:szCs w:val="28"/>
        </w:rPr>
        <w:t>Start from Capel y F</w:t>
      </w:r>
      <w:r w:rsidR="00954478">
        <w:rPr>
          <w:sz w:val="28"/>
          <w:szCs w:val="28"/>
        </w:rPr>
        <w:t xml:space="preserve">fin </w:t>
      </w:r>
      <w:r>
        <w:rPr>
          <w:sz w:val="28"/>
          <w:szCs w:val="28"/>
        </w:rPr>
        <w:t>Youth Hostel (at 11:00pm), up road to summit of Gospel Pass.</w:t>
      </w:r>
    </w:p>
    <w:p w:rsidR="006845E2" w:rsidRDefault="00774820" w:rsidP="0091399A">
      <w:pPr>
        <w:pStyle w:val="ListParagraph"/>
        <w:numPr>
          <w:ilvl w:val="0"/>
          <w:numId w:val="2"/>
        </w:numPr>
        <w:ind w:left="284" w:hanging="284"/>
        <w:rPr>
          <w:sz w:val="28"/>
          <w:szCs w:val="28"/>
        </w:rPr>
      </w:pPr>
      <w:r>
        <w:rPr>
          <w:sz w:val="28"/>
          <w:szCs w:val="28"/>
        </w:rPr>
        <w:t>Down road to road junction at (SO 240 373)</w:t>
      </w:r>
      <w:r w:rsidR="009C1D8A">
        <w:rPr>
          <w:sz w:val="28"/>
          <w:szCs w:val="28"/>
        </w:rPr>
        <w:t>, devious route in darkness, mist and deepish snow across lower northern slopes of Hay Bluff</w:t>
      </w:r>
      <w:r w:rsidR="003633DC">
        <w:rPr>
          <w:sz w:val="28"/>
          <w:szCs w:val="28"/>
        </w:rPr>
        <w:t xml:space="preserve"> eventually copping </w:t>
      </w:r>
      <w:r w:rsidR="00836D81">
        <w:rPr>
          <w:sz w:val="28"/>
          <w:szCs w:val="28"/>
        </w:rPr>
        <w:t>out</w:t>
      </w:r>
      <w:r w:rsidR="003633DC">
        <w:rPr>
          <w:sz w:val="28"/>
          <w:szCs w:val="28"/>
        </w:rPr>
        <w:t xml:space="preserve"> and dropping down to the road near the birches at </w:t>
      </w:r>
      <w:r w:rsidR="000E3801">
        <w:rPr>
          <w:sz w:val="28"/>
          <w:szCs w:val="28"/>
        </w:rPr>
        <w:t>(SO 254 382)</w:t>
      </w:r>
      <w:r w:rsidR="002768F2">
        <w:rPr>
          <w:sz w:val="28"/>
          <w:szCs w:val="28"/>
        </w:rPr>
        <w:t>.</w:t>
      </w:r>
    </w:p>
    <w:p w:rsidR="002768F2" w:rsidRDefault="002768F2" w:rsidP="0091399A">
      <w:pPr>
        <w:pStyle w:val="ListParagraph"/>
        <w:numPr>
          <w:ilvl w:val="0"/>
          <w:numId w:val="2"/>
        </w:numPr>
        <w:ind w:left="284" w:hanging="284"/>
        <w:rPr>
          <w:sz w:val="28"/>
          <w:szCs w:val="28"/>
        </w:rPr>
      </w:pPr>
      <w:r>
        <w:rPr>
          <w:sz w:val="28"/>
          <w:szCs w:val="28"/>
        </w:rPr>
        <w:t>Road south-east to pub at Craswall (</w:t>
      </w:r>
      <w:r w:rsidR="00281B98">
        <w:rPr>
          <w:sz w:val="28"/>
          <w:szCs w:val="28"/>
        </w:rPr>
        <w:t>SO 27</w:t>
      </w:r>
      <w:r w:rsidR="00622656">
        <w:rPr>
          <w:sz w:val="28"/>
          <w:szCs w:val="28"/>
        </w:rPr>
        <w:t>8 360)</w:t>
      </w:r>
    </w:p>
    <w:p w:rsidR="00281B98" w:rsidRDefault="00281B98" w:rsidP="0091399A">
      <w:pPr>
        <w:pStyle w:val="ListParagraph"/>
        <w:numPr>
          <w:ilvl w:val="0"/>
          <w:numId w:val="2"/>
        </w:numPr>
        <w:ind w:left="284" w:hanging="284"/>
        <w:rPr>
          <w:sz w:val="28"/>
          <w:szCs w:val="28"/>
        </w:rPr>
      </w:pPr>
      <w:r>
        <w:rPr>
          <w:sz w:val="28"/>
          <w:szCs w:val="28"/>
        </w:rPr>
        <w:t xml:space="preserve">Bridle track from (SO 279 360) up hill for short way to second bridle track </w:t>
      </w:r>
      <w:r w:rsidR="00344071">
        <w:rPr>
          <w:sz w:val="28"/>
          <w:szCs w:val="28"/>
        </w:rPr>
        <w:t>at (SO 278 358)</w:t>
      </w:r>
    </w:p>
    <w:p w:rsidR="00344071" w:rsidRDefault="00BE61E2" w:rsidP="0091399A">
      <w:pPr>
        <w:pStyle w:val="ListParagraph"/>
        <w:numPr>
          <w:ilvl w:val="0"/>
          <w:numId w:val="2"/>
        </w:numPr>
        <w:ind w:left="284" w:hanging="284"/>
        <w:rPr>
          <w:sz w:val="28"/>
          <w:szCs w:val="28"/>
        </w:rPr>
      </w:pPr>
      <w:r>
        <w:rPr>
          <w:sz w:val="28"/>
          <w:szCs w:val="28"/>
        </w:rPr>
        <w:t xml:space="preserve">Bridle track southwards </w:t>
      </w:r>
      <w:r w:rsidR="007869DE">
        <w:rPr>
          <w:sz w:val="28"/>
          <w:szCs w:val="28"/>
        </w:rPr>
        <w:t>to road under Little Black Hill</w:t>
      </w:r>
      <w:r w:rsidR="00493609">
        <w:rPr>
          <w:sz w:val="28"/>
          <w:szCs w:val="28"/>
        </w:rPr>
        <w:t xml:space="preserve"> at (SO 287 326).</w:t>
      </w:r>
    </w:p>
    <w:p w:rsidR="00493609" w:rsidRDefault="00493609" w:rsidP="0091399A">
      <w:pPr>
        <w:pStyle w:val="ListParagraph"/>
        <w:numPr>
          <w:ilvl w:val="0"/>
          <w:numId w:val="2"/>
        </w:numPr>
        <w:ind w:left="284" w:hanging="284"/>
        <w:rPr>
          <w:sz w:val="28"/>
          <w:szCs w:val="28"/>
        </w:rPr>
      </w:pPr>
      <w:r>
        <w:rPr>
          <w:sz w:val="28"/>
          <w:szCs w:val="28"/>
        </w:rPr>
        <w:t xml:space="preserve">Road south then south-east </w:t>
      </w:r>
      <w:r w:rsidR="00122F29">
        <w:rPr>
          <w:sz w:val="28"/>
          <w:szCs w:val="28"/>
        </w:rPr>
        <w:t>to Longtown and on to Clodock</w:t>
      </w:r>
      <w:r w:rsidR="001A312C">
        <w:rPr>
          <w:sz w:val="28"/>
          <w:szCs w:val="28"/>
        </w:rPr>
        <w:t>.</w:t>
      </w:r>
    </w:p>
    <w:p w:rsidR="008351E0" w:rsidRDefault="008351E0" w:rsidP="0091399A">
      <w:pPr>
        <w:pStyle w:val="ListParagraph"/>
        <w:numPr>
          <w:ilvl w:val="0"/>
          <w:numId w:val="2"/>
        </w:numPr>
        <w:ind w:left="284" w:hanging="284"/>
        <w:rPr>
          <w:sz w:val="28"/>
          <w:szCs w:val="28"/>
        </w:rPr>
      </w:pPr>
      <w:r>
        <w:rPr>
          <w:sz w:val="28"/>
          <w:szCs w:val="28"/>
        </w:rPr>
        <w:t xml:space="preserve">Continue on road southwards past Glandwr </w:t>
      </w:r>
      <w:r w:rsidR="001A312C">
        <w:rPr>
          <w:sz w:val="28"/>
          <w:szCs w:val="28"/>
        </w:rPr>
        <w:t>to crossroads at (SO 332 230).</w:t>
      </w:r>
    </w:p>
    <w:p w:rsidR="001A312C" w:rsidRDefault="00946689" w:rsidP="0091399A">
      <w:pPr>
        <w:pStyle w:val="ListParagraph"/>
        <w:numPr>
          <w:ilvl w:val="0"/>
          <w:numId w:val="2"/>
        </w:numPr>
        <w:ind w:left="284" w:hanging="284"/>
        <w:rPr>
          <w:sz w:val="28"/>
          <w:szCs w:val="28"/>
        </w:rPr>
      </w:pPr>
      <w:r>
        <w:rPr>
          <w:sz w:val="28"/>
          <w:szCs w:val="28"/>
        </w:rPr>
        <w:t xml:space="preserve">Road south-westwards uphill across col at (SO </w:t>
      </w:r>
      <w:r w:rsidR="00F26A09">
        <w:rPr>
          <w:sz w:val="28"/>
          <w:szCs w:val="28"/>
        </w:rPr>
        <w:t>321 224)</w:t>
      </w:r>
      <w:r w:rsidR="005A76A5">
        <w:rPr>
          <w:sz w:val="28"/>
          <w:szCs w:val="28"/>
        </w:rPr>
        <w:t>.</w:t>
      </w:r>
    </w:p>
    <w:p w:rsidR="005A76A5" w:rsidRDefault="005A76A5" w:rsidP="0091399A">
      <w:pPr>
        <w:pStyle w:val="ListParagraph"/>
        <w:numPr>
          <w:ilvl w:val="0"/>
          <w:numId w:val="2"/>
        </w:numPr>
        <w:ind w:left="284" w:hanging="284"/>
        <w:rPr>
          <w:sz w:val="28"/>
          <w:szCs w:val="28"/>
        </w:rPr>
      </w:pPr>
      <w:r>
        <w:rPr>
          <w:sz w:val="28"/>
          <w:szCs w:val="28"/>
        </w:rPr>
        <w:t xml:space="preserve">Road west then north-west past Cwmyoy to B4423 at (SO </w:t>
      </w:r>
      <w:r w:rsidR="00340C2F">
        <w:rPr>
          <w:sz w:val="28"/>
          <w:szCs w:val="28"/>
        </w:rPr>
        <w:t>294 232)</w:t>
      </w:r>
      <w:r w:rsidR="00705FCE">
        <w:rPr>
          <w:sz w:val="28"/>
          <w:szCs w:val="28"/>
        </w:rPr>
        <w:t>.</w:t>
      </w:r>
    </w:p>
    <w:p w:rsidR="00705FCE" w:rsidRDefault="00705FCE" w:rsidP="0091399A">
      <w:pPr>
        <w:pStyle w:val="ListParagraph"/>
        <w:numPr>
          <w:ilvl w:val="0"/>
          <w:numId w:val="2"/>
        </w:numPr>
        <w:ind w:left="284" w:hanging="284"/>
        <w:rPr>
          <w:sz w:val="28"/>
          <w:szCs w:val="28"/>
        </w:rPr>
      </w:pPr>
      <w:r>
        <w:rPr>
          <w:sz w:val="28"/>
          <w:szCs w:val="28"/>
        </w:rPr>
        <w:t xml:space="preserve">North up B4423 </w:t>
      </w:r>
      <w:r w:rsidR="00493A27">
        <w:rPr>
          <w:sz w:val="28"/>
          <w:szCs w:val="28"/>
        </w:rPr>
        <w:t>to junction with path at (SO 290 24</w:t>
      </w:r>
      <w:r>
        <w:rPr>
          <w:sz w:val="28"/>
          <w:szCs w:val="28"/>
        </w:rPr>
        <w:t>7)</w:t>
      </w:r>
      <w:r w:rsidR="003828BE">
        <w:rPr>
          <w:sz w:val="28"/>
          <w:szCs w:val="28"/>
        </w:rPr>
        <w:t>.</w:t>
      </w:r>
    </w:p>
    <w:p w:rsidR="003828BE" w:rsidRDefault="003828BE" w:rsidP="0091399A">
      <w:pPr>
        <w:pStyle w:val="ListParagraph"/>
        <w:numPr>
          <w:ilvl w:val="0"/>
          <w:numId w:val="2"/>
        </w:numPr>
        <w:ind w:left="284" w:hanging="284"/>
        <w:rPr>
          <w:sz w:val="28"/>
          <w:szCs w:val="28"/>
        </w:rPr>
      </w:pPr>
      <w:r>
        <w:rPr>
          <w:sz w:val="28"/>
          <w:szCs w:val="28"/>
        </w:rPr>
        <w:t>Footbridge across Afon Honddu</w:t>
      </w:r>
      <w:r w:rsidR="00B16D3C">
        <w:rPr>
          <w:sz w:val="28"/>
          <w:szCs w:val="28"/>
        </w:rPr>
        <w:t xml:space="preserve"> and path via Weild and Maes-y-beran</w:t>
      </w:r>
      <w:r w:rsidR="00B532CA">
        <w:rPr>
          <w:sz w:val="28"/>
          <w:szCs w:val="28"/>
        </w:rPr>
        <w:t xml:space="preserve"> to join B4423 at (SO 290 275)</w:t>
      </w:r>
      <w:r w:rsidR="00DD6A4D">
        <w:rPr>
          <w:sz w:val="28"/>
          <w:szCs w:val="28"/>
        </w:rPr>
        <w:t xml:space="preserve">. Road north past Llanthony Priory to junction with track at (SO </w:t>
      </w:r>
      <w:r w:rsidR="000251AB">
        <w:rPr>
          <w:sz w:val="28"/>
          <w:szCs w:val="28"/>
        </w:rPr>
        <w:t>285 279)</w:t>
      </w:r>
      <w:r w:rsidR="00D6292D">
        <w:rPr>
          <w:sz w:val="28"/>
          <w:szCs w:val="28"/>
        </w:rPr>
        <w:t>.</w:t>
      </w:r>
    </w:p>
    <w:p w:rsidR="00D6292D" w:rsidRDefault="00D6292D" w:rsidP="0091399A">
      <w:pPr>
        <w:pStyle w:val="ListParagraph"/>
        <w:numPr>
          <w:ilvl w:val="0"/>
          <w:numId w:val="2"/>
        </w:numPr>
        <w:ind w:left="284" w:hanging="284"/>
        <w:rPr>
          <w:sz w:val="28"/>
          <w:szCs w:val="28"/>
        </w:rPr>
      </w:pPr>
      <w:r>
        <w:rPr>
          <w:sz w:val="28"/>
          <w:szCs w:val="28"/>
        </w:rPr>
        <w:t xml:space="preserve">Track up valley via Garn Farm and across Afon Honddu </w:t>
      </w:r>
      <w:r w:rsidR="00216D59">
        <w:rPr>
          <w:sz w:val="28"/>
          <w:szCs w:val="28"/>
        </w:rPr>
        <w:t>to rejoin road at (SO 257 311).</w:t>
      </w:r>
    </w:p>
    <w:p w:rsidR="00216D59" w:rsidRPr="00B96E25" w:rsidRDefault="00274B1F" w:rsidP="0091399A">
      <w:pPr>
        <w:pStyle w:val="ListParagraph"/>
        <w:numPr>
          <w:ilvl w:val="0"/>
          <w:numId w:val="2"/>
        </w:numPr>
        <w:ind w:left="284" w:hanging="284"/>
        <w:rPr>
          <w:sz w:val="28"/>
          <w:szCs w:val="28"/>
        </w:rPr>
      </w:pPr>
      <w:r>
        <w:rPr>
          <w:sz w:val="28"/>
          <w:szCs w:val="28"/>
        </w:rPr>
        <w:t>Road north through Capel-y-ffin village to Capel Y Ffin Youth Hostel.</w:t>
      </w:r>
    </w:p>
    <w:p w:rsidR="00C37147" w:rsidRDefault="00C37147" w:rsidP="00DE6E48">
      <w:pPr>
        <w:pStyle w:val="Heading2"/>
        <w:tabs>
          <w:tab w:val="left" w:pos="1418"/>
        </w:tabs>
        <w:rPr>
          <w:b w:val="0"/>
        </w:rPr>
      </w:pPr>
      <w:r w:rsidRPr="00712ABC">
        <w:rPr>
          <w:rFonts w:eastAsia="Times New Roman"/>
        </w:rPr>
        <w:t>Weather</w:t>
      </w:r>
      <w:r w:rsidR="0091399A">
        <w:rPr>
          <w:rFonts w:eastAsia="Times New Roman"/>
        </w:rPr>
        <w:t>:</w:t>
      </w:r>
      <w:r w:rsidR="00DE6E48">
        <w:rPr>
          <w:rFonts w:eastAsia="Times New Roman"/>
          <w:b w:val="0"/>
        </w:rPr>
        <w:tab/>
      </w:r>
      <w:r w:rsidR="00F87074">
        <w:rPr>
          <w:b w:val="0"/>
        </w:rPr>
        <w:t>V</w:t>
      </w:r>
      <w:r w:rsidR="00496B32" w:rsidRPr="00F87074">
        <w:rPr>
          <w:b w:val="0"/>
        </w:rPr>
        <w:t xml:space="preserve">icious conditions (overnight especially) - snow, mist, high wind - all clothing covered in ice - snow about calf deep but drifting up to waist height - very cold - had to descend to road after leaving Gospel Pass road due to </w:t>
      </w:r>
      <w:r w:rsidR="00603459">
        <w:rPr>
          <w:b w:val="0"/>
        </w:rPr>
        <w:t>Mr X</w:t>
      </w:r>
      <w:r w:rsidR="00496B32" w:rsidRPr="00F87074">
        <w:rPr>
          <w:b w:val="0"/>
        </w:rPr>
        <w:t xml:space="preserve"> being knackered - ended up having to keep below deep-snow line at approx 1,200 ft to keep </w:t>
      </w:r>
      <w:r w:rsidR="004357A6">
        <w:rPr>
          <w:b w:val="0"/>
        </w:rPr>
        <w:t>Mr X</w:t>
      </w:r>
      <w:r w:rsidR="00496B32" w:rsidRPr="00F87074">
        <w:rPr>
          <w:b w:val="0"/>
        </w:rPr>
        <w:t xml:space="preserve"> going.</w:t>
      </w:r>
    </w:p>
    <w:p w:rsidR="00A9745C" w:rsidRDefault="00A9745C" w:rsidP="00A9745C"/>
    <w:p w:rsidR="00A9745C" w:rsidRPr="00D51911" w:rsidRDefault="00A9745C" w:rsidP="00A9745C">
      <w:pPr>
        <w:rPr>
          <w:sz w:val="28"/>
          <w:szCs w:val="28"/>
        </w:rPr>
      </w:pPr>
      <w:r w:rsidRPr="00D51911">
        <w:rPr>
          <w:b/>
          <w:sz w:val="28"/>
          <w:szCs w:val="28"/>
        </w:rPr>
        <w:t>Comment:</w:t>
      </w:r>
      <w:r w:rsidRPr="00D51911">
        <w:rPr>
          <w:sz w:val="28"/>
          <w:szCs w:val="28"/>
        </w:rPr>
        <w:t xml:space="preserve">    </w:t>
      </w:r>
      <w:r w:rsidR="00603459">
        <w:rPr>
          <w:sz w:val="28"/>
          <w:szCs w:val="28"/>
        </w:rPr>
        <w:t>Mr X</w:t>
      </w:r>
      <w:r w:rsidRPr="00D51911">
        <w:rPr>
          <w:sz w:val="28"/>
          <w:szCs w:val="28"/>
        </w:rPr>
        <w:t xml:space="preserve"> screwed this walk up for us. Unknown to everybody before the walk he turned out to be somebody who suffered from fits and had not done our sort of walking before - a real wally - just what you need on an overnight winter walk. The snow had blocked the road just after the Youth Hostel and </w:t>
      </w:r>
      <w:r w:rsidR="00072575">
        <w:rPr>
          <w:sz w:val="28"/>
          <w:szCs w:val="28"/>
        </w:rPr>
        <w:t>Mr X</w:t>
      </w:r>
      <w:r w:rsidRPr="00D51911">
        <w:rPr>
          <w:sz w:val="28"/>
          <w:szCs w:val="28"/>
        </w:rPr>
        <w:t xml:space="preserve">'s torch had failed within the first few miles - he was buggered after 5 or 6 miles and we had to head for the road and stick to the roads for much of the rest of the walk - which had to be radically shortened from its original 56 miles round the base of the Black Mountains. One of the lasting memories of the walk </w:t>
      </w:r>
      <w:r w:rsidRPr="00D51911">
        <w:rPr>
          <w:sz w:val="28"/>
          <w:szCs w:val="28"/>
        </w:rPr>
        <w:lastRenderedPageBreak/>
        <w:t>was sheltering in a road-side barn somewhere near Longtown for some food - an open barn with some hay bales and a freezing wind whistling in - one of the few times that I've thought that we are really mad.</w:t>
      </w:r>
    </w:p>
    <w:p w:rsidR="00712ABC" w:rsidRPr="00370B01" w:rsidRDefault="00712ABC" w:rsidP="00DE6E48">
      <w:pPr>
        <w:pStyle w:val="Heading2"/>
        <w:tabs>
          <w:tab w:val="left" w:pos="1843"/>
        </w:tabs>
        <w:rPr>
          <w:rFonts w:eastAsia="Times New Roman"/>
        </w:rPr>
      </w:pPr>
      <w:r w:rsidRPr="00370B01">
        <w:rPr>
          <w:rFonts w:eastAsia="Times New Roman"/>
        </w:rPr>
        <w:t>Participants</w:t>
      </w:r>
      <w:r w:rsidR="0091399A" w:rsidRPr="00370B01">
        <w:rPr>
          <w:rFonts w:eastAsia="Times New Roman"/>
        </w:rPr>
        <w:t>:</w:t>
      </w:r>
      <w:r w:rsidR="00DE6E48" w:rsidRPr="00370B01">
        <w:rPr>
          <w:rFonts w:eastAsia="Times New Roman"/>
        </w:rPr>
        <w:tab/>
      </w:r>
      <w:r w:rsidR="00F87074" w:rsidRPr="00370B01">
        <w:rPr>
          <w:rFonts w:eastAsia="Times New Roman"/>
          <w:b w:val="0"/>
        </w:rPr>
        <w:t xml:space="preserve">Nick Kaye, </w:t>
      </w:r>
      <w:r w:rsidR="00370B01" w:rsidRPr="00370B01">
        <w:rPr>
          <w:b w:val="0"/>
        </w:rPr>
        <w:t xml:space="preserve">Andrew Clabon, Peter Lewis, Mike Evans, Chris Coy, </w:t>
      </w:r>
      <w:r w:rsidR="00603459">
        <w:rPr>
          <w:b w:val="0"/>
        </w:rPr>
        <w:t>Mr X</w:t>
      </w:r>
    </w:p>
    <w:p w:rsidR="00937BF9" w:rsidRPr="001F0C94" w:rsidRDefault="00937BF9" w:rsidP="00B722E7"/>
    <w:sectPr w:rsidR="00937BF9" w:rsidRPr="001F0C94"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52341B"/>
    <w:rsid w:val="000251AB"/>
    <w:rsid w:val="00072575"/>
    <w:rsid w:val="0008166F"/>
    <w:rsid w:val="000D1346"/>
    <w:rsid w:val="000D497A"/>
    <w:rsid w:val="000E3801"/>
    <w:rsid w:val="00107197"/>
    <w:rsid w:val="00122F29"/>
    <w:rsid w:val="0015200D"/>
    <w:rsid w:val="001763E8"/>
    <w:rsid w:val="00191034"/>
    <w:rsid w:val="001A312C"/>
    <w:rsid w:val="001F0C94"/>
    <w:rsid w:val="00216D59"/>
    <w:rsid w:val="00270489"/>
    <w:rsid w:val="00274B1F"/>
    <w:rsid w:val="002768F2"/>
    <w:rsid w:val="00281B98"/>
    <w:rsid w:val="00290B8A"/>
    <w:rsid w:val="002C2BD8"/>
    <w:rsid w:val="002C50BE"/>
    <w:rsid w:val="00340C2F"/>
    <w:rsid w:val="00344071"/>
    <w:rsid w:val="003554D4"/>
    <w:rsid w:val="003633DC"/>
    <w:rsid w:val="00370B01"/>
    <w:rsid w:val="003828BE"/>
    <w:rsid w:val="004357A6"/>
    <w:rsid w:val="00493609"/>
    <w:rsid w:val="00493A27"/>
    <w:rsid w:val="00496B32"/>
    <w:rsid w:val="0052341B"/>
    <w:rsid w:val="005A76A5"/>
    <w:rsid w:val="00603459"/>
    <w:rsid w:val="00622656"/>
    <w:rsid w:val="00664096"/>
    <w:rsid w:val="006845E2"/>
    <w:rsid w:val="006A2CB3"/>
    <w:rsid w:val="00705FCE"/>
    <w:rsid w:val="00712ABC"/>
    <w:rsid w:val="0072114C"/>
    <w:rsid w:val="00774820"/>
    <w:rsid w:val="007869DE"/>
    <w:rsid w:val="007E17D8"/>
    <w:rsid w:val="008351E0"/>
    <w:rsid w:val="00836D81"/>
    <w:rsid w:val="0091399A"/>
    <w:rsid w:val="00937BF9"/>
    <w:rsid w:val="00946689"/>
    <w:rsid w:val="00954478"/>
    <w:rsid w:val="009C1D8A"/>
    <w:rsid w:val="009D1CF3"/>
    <w:rsid w:val="009F72E1"/>
    <w:rsid w:val="00A46CE4"/>
    <w:rsid w:val="00A9745C"/>
    <w:rsid w:val="00B16D3C"/>
    <w:rsid w:val="00B52809"/>
    <w:rsid w:val="00B532CA"/>
    <w:rsid w:val="00B722E7"/>
    <w:rsid w:val="00B96E25"/>
    <w:rsid w:val="00BB72B7"/>
    <w:rsid w:val="00BD1766"/>
    <w:rsid w:val="00BE61E2"/>
    <w:rsid w:val="00C25707"/>
    <w:rsid w:val="00C37147"/>
    <w:rsid w:val="00C80C67"/>
    <w:rsid w:val="00C83DE6"/>
    <w:rsid w:val="00CB3DD5"/>
    <w:rsid w:val="00CD3D2F"/>
    <w:rsid w:val="00D42071"/>
    <w:rsid w:val="00D51911"/>
    <w:rsid w:val="00D6292D"/>
    <w:rsid w:val="00DD6A4D"/>
    <w:rsid w:val="00DE6E48"/>
    <w:rsid w:val="00E0139E"/>
    <w:rsid w:val="00E81375"/>
    <w:rsid w:val="00EC6D06"/>
    <w:rsid w:val="00F26A09"/>
    <w:rsid w:val="00F870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155</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7</cp:revision>
  <dcterms:created xsi:type="dcterms:W3CDTF">2023-06-23T04:06:00Z</dcterms:created>
  <dcterms:modified xsi:type="dcterms:W3CDTF">2023-10-19T10:32:00Z</dcterms:modified>
</cp:coreProperties>
</file>