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BC49D9" w:rsidP="00B722E7">
      <w:pPr>
        <w:pStyle w:val="Heading1"/>
      </w:pPr>
      <w:r>
        <w:t>Gwyn’s Gwynno Gyration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BC49D9">
        <w:rPr>
          <w:rFonts w:eastAsia="Times New Roman"/>
          <w:b w:val="0"/>
        </w:rPr>
        <w:t>19th</w:t>
      </w:r>
      <w:r w:rsidR="00BC49D9">
        <w:rPr>
          <w:rFonts w:eastAsia="Times New Roman"/>
          <w:b w:val="0"/>
          <w:vertAlign w:val="superscript"/>
        </w:rPr>
        <w:t xml:space="preserve"> </w:t>
      </w:r>
      <w:r w:rsidR="00BC49D9">
        <w:rPr>
          <w:rFonts w:eastAsia="Times New Roman"/>
          <w:b w:val="0"/>
        </w:rPr>
        <w:t>January 1986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491DAA">
        <w:rPr>
          <w:rFonts w:eastAsia="Times New Roman"/>
          <w:b w:val="0"/>
        </w:rPr>
        <w:t>21.9 miles, 4190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E02950">
        <w:rPr>
          <w:b w:val="0"/>
        </w:rPr>
        <w:t>Gwyn Howells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651285" w:rsidRDefault="00E20009" w:rsidP="00923F7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Start at Llanwonno forestry car park (</w:t>
      </w:r>
      <w:r w:rsidR="00651285">
        <w:rPr>
          <w:sz w:val="28"/>
          <w:szCs w:val="28"/>
        </w:rPr>
        <w:t>ST 032 958).</w:t>
      </w:r>
    </w:p>
    <w:p w:rsidR="0015671D" w:rsidRDefault="005C3F4A" w:rsidP="00923F7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5671D">
        <w:rPr>
          <w:sz w:val="28"/>
          <w:szCs w:val="28"/>
        </w:rPr>
        <w:t xml:space="preserve">Track through </w:t>
      </w:r>
      <w:r w:rsidR="00651285" w:rsidRPr="0015671D">
        <w:rPr>
          <w:sz w:val="28"/>
          <w:szCs w:val="28"/>
        </w:rPr>
        <w:t xml:space="preserve">St Gwynno Forest </w:t>
      </w:r>
      <w:r w:rsidR="00CC172F" w:rsidRPr="0015671D">
        <w:rPr>
          <w:sz w:val="28"/>
          <w:szCs w:val="28"/>
        </w:rPr>
        <w:t xml:space="preserve">past Darwonno and via (ST </w:t>
      </w:r>
      <w:r w:rsidR="00906EB3" w:rsidRPr="0015671D">
        <w:rPr>
          <w:sz w:val="28"/>
          <w:szCs w:val="28"/>
        </w:rPr>
        <w:t>023 972), (ST 019 976)</w:t>
      </w:r>
      <w:r w:rsidR="00226A84" w:rsidRPr="0015671D">
        <w:rPr>
          <w:sz w:val="28"/>
          <w:szCs w:val="28"/>
        </w:rPr>
        <w:t xml:space="preserve"> to </w:t>
      </w:r>
      <w:r w:rsidR="006C0AB1" w:rsidRPr="0015671D">
        <w:rPr>
          <w:sz w:val="28"/>
          <w:szCs w:val="28"/>
        </w:rPr>
        <w:t>junction with footpath at (ST 015 979)</w:t>
      </w:r>
      <w:r w:rsidR="006E6482" w:rsidRPr="0015671D">
        <w:rPr>
          <w:sz w:val="28"/>
          <w:szCs w:val="28"/>
        </w:rPr>
        <w:t>.</w:t>
      </w:r>
      <w:r w:rsidR="0015671D" w:rsidRPr="0015671D">
        <w:rPr>
          <w:sz w:val="28"/>
          <w:szCs w:val="28"/>
        </w:rPr>
        <w:t xml:space="preserve"> </w:t>
      </w:r>
    </w:p>
    <w:p w:rsidR="006E6482" w:rsidRDefault="00A4343F" w:rsidP="00923F7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Footpath then track</w:t>
      </w:r>
      <w:r w:rsidR="006E6482" w:rsidRPr="0015671D">
        <w:rPr>
          <w:sz w:val="28"/>
          <w:szCs w:val="28"/>
        </w:rPr>
        <w:t xml:space="preserve"> down valley into Cwmaman</w:t>
      </w:r>
      <w:r w:rsidR="0015671D">
        <w:rPr>
          <w:sz w:val="28"/>
          <w:szCs w:val="28"/>
        </w:rPr>
        <w:t>.</w:t>
      </w:r>
    </w:p>
    <w:p w:rsidR="0015671D" w:rsidRDefault="0015671D" w:rsidP="00923F7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Footpath over Rhos</w:t>
      </w:r>
      <w:r w:rsidR="001A2C07">
        <w:rPr>
          <w:sz w:val="28"/>
          <w:szCs w:val="28"/>
        </w:rPr>
        <w:t>-</w:t>
      </w:r>
      <w:r w:rsidR="00A4343F">
        <w:rPr>
          <w:sz w:val="28"/>
          <w:szCs w:val="28"/>
        </w:rPr>
        <w:t xml:space="preserve">Gwawar </w:t>
      </w:r>
      <w:r w:rsidR="001A2C07">
        <w:rPr>
          <w:sz w:val="28"/>
          <w:szCs w:val="28"/>
        </w:rPr>
        <w:t>starting from (ST 002 996)</w:t>
      </w:r>
      <w:r w:rsidR="00A131AB">
        <w:rPr>
          <w:sz w:val="28"/>
          <w:szCs w:val="28"/>
        </w:rPr>
        <w:t xml:space="preserve"> and joining B4277 </w:t>
      </w:r>
      <w:r w:rsidR="007B3740">
        <w:rPr>
          <w:color w:val="FF0000"/>
          <w:sz w:val="28"/>
          <w:szCs w:val="28"/>
        </w:rPr>
        <w:t xml:space="preserve">(now the A4233) </w:t>
      </w:r>
      <w:r w:rsidR="00A131AB">
        <w:rPr>
          <w:sz w:val="28"/>
          <w:szCs w:val="28"/>
        </w:rPr>
        <w:t>at (S</w:t>
      </w:r>
      <w:r w:rsidR="00923DB6">
        <w:rPr>
          <w:sz w:val="28"/>
          <w:szCs w:val="28"/>
        </w:rPr>
        <w:t xml:space="preserve">N </w:t>
      </w:r>
      <w:r w:rsidR="000325A5">
        <w:rPr>
          <w:sz w:val="28"/>
          <w:szCs w:val="28"/>
        </w:rPr>
        <w:t>995 016)</w:t>
      </w:r>
      <w:r w:rsidR="007B3740">
        <w:rPr>
          <w:sz w:val="28"/>
          <w:szCs w:val="28"/>
        </w:rPr>
        <w:t>.</w:t>
      </w:r>
    </w:p>
    <w:p w:rsidR="007B3740" w:rsidRDefault="00575915" w:rsidP="00923F7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North down B4277</w:t>
      </w:r>
      <w:r w:rsidR="00702129" w:rsidRPr="00702129">
        <w:rPr>
          <w:color w:val="FF0000"/>
          <w:sz w:val="28"/>
          <w:szCs w:val="28"/>
        </w:rPr>
        <w:t xml:space="preserve"> </w:t>
      </w:r>
      <w:r w:rsidR="00702129">
        <w:rPr>
          <w:color w:val="FF0000"/>
          <w:sz w:val="28"/>
          <w:szCs w:val="28"/>
        </w:rPr>
        <w:t>(A4233)</w:t>
      </w:r>
      <w:r>
        <w:rPr>
          <w:sz w:val="28"/>
          <w:szCs w:val="28"/>
        </w:rPr>
        <w:t xml:space="preserve">, cutting across zig-zags and taking footpath from </w:t>
      </w:r>
      <w:r w:rsidR="00923DB6">
        <w:rPr>
          <w:sz w:val="28"/>
          <w:szCs w:val="28"/>
        </w:rPr>
        <w:t>(</w:t>
      </w:r>
      <w:r w:rsidR="00702129">
        <w:rPr>
          <w:sz w:val="28"/>
          <w:szCs w:val="28"/>
        </w:rPr>
        <w:t>SN </w:t>
      </w:r>
      <w:r w:rsidR="00B418B0">
        <w:rPr>
          <w:sz w:val="28"/>
          <w:szCs w:val="28"/>
        </w:rPr>
        <w:t>994</w:t>
      </w:r>
      <w:r w:rsidR="00702129">
        <w:rPr>
          <w:sz w:val="28"/>
          <w:szCs w:val="28"/>
        </w:rPr>
        <w:t> </w:t>
      </w:r>
      <w:r w:rsidR="00B418B0">
        <w:rPr>
          <w:sz w:val="28"/>
          <w:szCs w:val="28"/>
        </w:rPr>
        <w:t>019) into Gadlys (Aberdare)</w:t>
      </w:r>
      <w:r w:rsidR="00AF12EB">
        <w:rPr>
          <w:sz w:val="28"/>
          <w:szCs w:val="28"/>
        </w:rPr>
        <w:t xml:space="preserve"> and through to Trecynon Park (for lunch).</w:t>
      </w:r>
    </w:p>
    <w:p w:rsidR="00AF12EB" w:rsidRDefault="00AF12EB" w:rsidP="00923F7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Track across </w:t>
      </w:r>
      <w:r w:rsidR="00C23CC3">
        <w:rPr>
          <w:sz w:val="28"/>
          <w:szCs w:val="28"/>
        </w:rPr>
        <w:t>Afon Cynon and onto old railway track at (SO 005 041)</w:t>
      </w:r>
      <w:r w:rsidR="00923F7E">
        <w:rPr>
          <w:sz w:val="28"/>
          <w:szCs w:val="28"/>
        </w:rPr>
        <w:t>.</w:t>
      </w:r>
    </w:p>
    <w:p w:rsidR="00C93B0D" w:rsidRDefault="00726079" w:rsidP="00923F7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93B0D">
        <w:rPr>
          <w:sz w:val="28"/>
          <w:szCs w:val="28"/>
        </w:rPr>
        <w:t xml:space="preserve">East-south-east along </w:t>
      </w:r>
      <w:r w:rsidR="00923F7E" w:rsidRPr="00C93B0D">
        <w:rPr>
          <w:sz w:val="28"/>
          <w:szCs w:val="28"/>
        </w:rPr>
        <w:t xml:space="preserve">railway </w:t>
      </w:r>
      <w:r w:rsidRPr="00C93B0D">
        <w:rPr>
          <w:sz w:val="28"/>
          <w:szCs w:val="28"/>
        </w:rPr>
        <w:t>track to road at (SO 014 036).</w:t>
      </w:r>
    </w:p>
    <w:p w:rsidR="00726079" w:rsidRDefault="00726079" w:rsidP="00923F7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93B0D">
        <w:rPr>
          <w:sz w:val="28"/>
          <w:szCs w:val="28"/>
        </w:rPr>
        <w:t xml:space="preserve">Road </w:t>
      </w:r>
      <w:r w:rsidR="00C93B0D" w:rsidRPr="00C93B0D">
        <w:rPr>
          <w:sz w:val="28"/>
          <w:szCs w:val="28"/>
        </w:rPr>
        <w:t xml:space="preserve">north-east </w:t>
      </w:r>
      <w:r w:rsidRPr="00C93B0D">
        <w:rPr>
          <w:sz w:val="28"/>
          <w:szCs w:val="28"/>
        </w:rPr>
        <w:t xml:space="preserve">uphill to </w:t>
      </w:r>
      <w:r w:rsidR="00C93B0D" w:rsidRPr="00C93B0D">
        <w:rPr>
          <w:sz w:val="28"/>
          <w:szCs w:val="28"/>
        </w:rPr>
        <w:t>top of ridge.</w:t>
      </w:r>
    </w:p>
    <w:p w:rsidR="000F40E8" w:rsidRDefault="00C60835" w:rsidP="000F40E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Path and tracks south-east along ridge </w:t>
      </w:r>
      <w:r w:rsidR="008569F1">
        <w:rPr>
          <w:sz w:val="28"/>
          <w:szCs w:val="28"/>
        </w:rPr>
        <w:t>of Mynydd Merthyr, over Cefn Pennar</w:t>
      </w:r>
      <w:r w:rsidR="00791A40">
        <w:rPr>
          <w:sz w:val="28"/>
          <w:szCs w:val="28"/>
        </w:rPr>
        <w:t>, Twyn Brynbychan, Craig-yr-e</w:t>
      </w:r>
      <w:r w:rsidR="003A2D2C">
        <w:rPr>
          <w:sz w:val="28"/>
          <w:szCs w:val="28"/>
        </w:rPr>
        <w:t>fail</w:t>
      </w:r>
      <w:r w:rsidR="000F40E8">
        <w:rPr>
          <w:sz w:val="28"/>
          <w:szCs w:val="28"/>
        </w:rPr>
        <w:t xml:space="preserve"> and Cefn Glas.</w:t>
      </w:r>
    </w:p>
    <w:p w:rsidR="000F40E8" w:rsidRDefault="000F40E8" w:rsidP="00A622DD">
      <w:pPr>
        <w:pStyle w:val="ListParagraph"/>
        <w:numPr>
          <w:ilvl w:val="0"/>
          <w:numId w:val="2"/>
        </w:numPr>
        <w:ind w:left="567" w:hanging="567"/>
        <w:rPr>
          <w:sz w:val="28"/>
          <w:szCs w:val="28"/>
        </w:rPr>
      </w:pPr>
      <w:r w:rsidRPr="000F40E8">
        <w:rPr>
          <w:sz w:val="28"/>
          <w:szCs w:val="28"/>
        </w:rPr>
        <w:t xml:space="preserve">Across </w:t>
      </w:r>
      <w:r w:rsidR="00A622DD">
        <w:rPr>
          <w:sz w:val="28"/>
          <w:szCs w:val="28"/>
        </w:rPr>
        <w:t xml:space="preserve">A4059 at </w:t>
      </w:r>
      <w:r w:rsidR="00B735C2">
        <w:rPr>
          <w:sz w:val="28"/>
          <w:szCs w:val="28"/>
        </w:rPr>
        <w:t>(ST</w:t>
      </w:r>
      <w:r w:rsidR="00746C87">
        <w:rPr>
          <w:sz w:val="28"/>
          <w:szCs w:val="28"/>
        </w:rPr>
        <w:t xml:space="preserve"> 083 956)</w:t>
      </w:r>
      <w:r w:rsidR="009B55DF">
        <w:rPr>
          <w:sz w:val="28"/>
          <w:szCs w:val="28"/>
        </w:rPr>
        <w:t xml:space="preserve"> and Afon Cynon by bridge at (ST 082 955).</w:t>
      </w:r>
    </w:p>
    <w:p w:rsidR="00A16CAD" w:rsidRDefault="00A16CAD" w:rsidP="00A622DD">
      <w:pPr>
        <w:pStyle w:val="ListParagraph"/>
        <w:numPr>
          <w:ilvl w:val="0"/>
          <w:numId w:val="2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Lane uphill via Gilfach –y-rhyd </w:t>
      </w:r>
      <w:r w:rsidR="00D1690C">
        <w:rPr>
          <w:sz w:val="28"/>
          <w:szCs w:val="28"/>
        </w:rPr>
        <w:t>to minor road at (S</w:t>
      </w:r>
      <w:r w:rsidR="00DE61FA">
        <w:rPr>
          <w:sz w:val="28"/>
          <w:szCs w:val="28"/>
        </w:rPr>
        <w:t>O 062 958)</w:t>
      </w:r>
      <w:r w:rsidR="00A72036">
        <w:rPr>
          <w:sz w:val="28"/>
          <w:szCs w:val="28"/>
        </w:rPr>
        <w:t>.</w:t>
      </w:r>
    </w:p>
    <w:p w:rsidR="00A72036" w:rsidRDefault="00A72036" w:rsidP="00A622DD">
      <w:pPr>
        <w:pStyle w:val="ListParagraph"/>
        <w:numPr>
          <w:ilvl w:val="0"/>
          <w:numId w:val="2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North-west along road to junction with track at (SO </w:t>
      </w:r>
      <w:r w:rsidR="00A138EC">
        <w:rPr>
          <w:sz w:val="28"/>
          <w:szCs w:val="28"/>
        </w:rPr>
        <w:t>050 972)</w:t>
      </w:r>
    </w:p>
    <w:p w:rsidR="00E03525" w:rsidRDefault="00E03525" w:rsidP="00A622DD">
      <w:pPr>
        <w:pStyle w:val="ListParagraph"/>
        <w:numPr>
          <w:ilvl w:val="0"/>
          <w:numId w:val="2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Track north-west then south </w:t>
      </w:r>
      <w:r w:rsidR="004E5215">
        <w:rPr>
          <w:sz w:val="28"/>
          <w:szCs w:val="28"/>
        </w:rPr>
        <w:t xml:space="preserve">past Gelli-Wrgan and via forestry track </w:t>
      </w:r>
      <w:r w:rsidR="00D17414">
        <w:rPr>
          <w:sz w:val="28"/>
          <w:szCs w:val="28"/>
        </w:rPr>
        <w:t xml:space="preserve">beside Nant Clydach to (ST </w:t>
      </w:r>
      <w:r w:rsidR="005F69AB">
        <w:rPr>
          <w:sz w:val="28"/>
          <w:szCs w:val="28"/>
        </w:rPr>
        <w:t>034 963).</w:t>
      </w:r>
    </w:p>
    <w:p w:rsidR="005F69AB" w:rsidRPr="000F40E8" w:rsidRDefault="005F69AB" w:rsidP="00A622DD">
      <w:pPr>
        <w:pStyle w:val="ListParagraph"/>
        <w:numPr>
          <w:ilvl w:val="0"/>
          <w:numId w:val="2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South through forestry </w:t>
      </w:r>
      <w:r w:rsidR="004B3123">
        <w:rPr>
          <w:sz w:val="28"/>
          <w:szCs w:val="28"/>
        </w:rPr>
        <w:t xml:space="preserve">up to road  and south-west along road to finish at forestry car park 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E02950">
        <w:rPr>
          <w:rFonts w:eastAsia="Times New Roman"/>
          <w:b w:val="0"/>
        </w:rPr>
        <w:t>Cool and breezy with some clear periods</w:t>
      </w:r>
      <w:r w:rsidR="005D6DB4">
        <w:rPr>
          <w:rFonts w:eastAsia="Times New Roman"/>
          <w:b w:val="0"/>
        </w:rPr>
        <w:t xml:space="preserve"> in a basically dull morning and windy on the tops – started to rain at lunchtime in Aberdare and didn’t let up ti</w:t>
      </w:r>
      <w:r w:rsidR="00906EB3">
        <w:rPr>
          <w:rFonts w:eastAsia="Times New Roman"/>
          <w:b w:val="0"/>
        </w:rPr>
        <w:t>l</w:t>
      </w:r>
      <w:r w:rsidR="005D6DB4">
        <w:rPr>
          <w:rFonts w:eastAsia="Times New Roman"/>
          <w:b w:val="0"/>
        </w:rPr>
        <w:t>l near the end</w:t>
      </w:r>
      <w:r w:rsidR="008E7036">
        <w:rPr>
          <w:rFonts w:eastAsia="Times New Roman"/>
          <w:b w:val="0"/>
        </w:rPr>
        <w:t xml:space="preserve"> of </w:t>
      </w:r>
      <w:proofErr w:type="gramStart"/>
      <w:r w:rsidR="008E7036">
        <w:rPr>
          <w:rFonts w:eastAsia="Times New Roman"/>
          <w:b w:val="0"/>
        </w:rPr>
        <w:t>the</w:t>
      </w:r>
      <w:proofErr w:type="gramEnd"/>
      <w:r w:rsidR="008E7036">
        <w:rPr>
          <w:rFonts w:eastAsia="Times New Roman"/>
          <w:b w:val="0"/>
        </w:rPr>
        <w:t xml:space="preserve"> walk – strong wind on top of Mynydd Merthyr</w:t>
      </w:r>
      <w:r w:rsidR="007878EA">
        <w:rPr>
          <w:rFonts w:eastAsia="Times New Roman"/>
          <w:b w:val="0"/>
        </w:rPr>
        <w:t xml:space="preserve"> ridge – cool but not too cold – a real miserable day but a pleasant end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 w:rsidRPr="00CD573D">
        <w:rPr>
          <w:rFonts w:eastAsia="Times New Roman"/>
          <w:b w:val="0"/>
        </w:rPr>
        <w:tab/>
      </w:r>
      <w:r w:rsidR="00CD573D" w:rsidRPr="00CD573D">
        <w:rPr>
          <w:b w:val="0"/>
        </w:rPr>
        <w:t>Gwyn Howells, Nick Kaye, Andrew Clabon, Rob &amp; Beccy Richardson, Gerry Jackson, Tony Clark, a member of The Morlais Mountain Rescue Team, Bob Thomas</w:t>
      </w:r>
      <w:r w:rsidR="00E20009">
        <w:rPr>
          <w:b w:val="0"/>
        </w:rPr>
        <w:t xml:space="preserve"> &amp; friend.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FEAA81B2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BC49D9"/>
    <w:rsid w:val="000325A5"/>
    <w:rsid w:val="00033AD2"/>
    <w:rsid w:val="0008166F"/>
    <w:rsid w:val="000D1346"/>
    <w:rsid w:val="000D497A"/>
    <w:rsid w:val="000F40E8"/>
    <w:rsid w:val="00107197"/>
    <w:rsid w:val="0015671D"/>
    <w:rsid w:val="001763E8"/>
    <w:rsid w:val="00191034"/>
    <w:rsid w:val="001A2C07"/>
    <w:rsid w:val="001F0C94"/>
    <w:rsid w:val="00226A84"/>
    <w:rsid w:val="00270489"/>
    <w:rsid w:val="00290B8A"/>
    <w:rsid w:val="002C2BD8"/>
    <w:rsid w:val="002C50BE"/>
    <w:rsid w:val="003554D4"/>
    <w:rsid w:val="003A2D2C"/>
    <w:rsid w:val="00491DAA"/>
    <w:rsid w:val="004B3123"/>
    <w:rsid w:val="004E5215"/>
    <w:rsid w:val="00575915"/>
    <w:rsid w:val="00577312"/>
    <w:rsid w:val="005C3F4A"/>
    <w:rsid w:val="005D6DB4"/>
    <w:rsid w:val="005F69AB"/>
    <w:rsid w:val="00651285"/>
    <w:rsid w:val="006C0AB1"/>
    <w:rsid w:val="006E6482"/>
    <w:rsid w:val="00702129"/>
    <w:rsid w:val="00712ABC"/>
    <w:rsid w:val="007145D2"/>
    <w:rsid w:val="00726079"/>
    <w:rsid w:val="00746C87"/>
    <w:rsid w:val="007878EA"/>
    <w:rsid w:val="00791A40"/>
    <w:rsid w:val="007B3740"/>
    <w:rsid w:val="008569F1"/>
    <w:rsid w:val="008E7036"/>
    <w:rsid w:val="00906EB3"/>
    <w:rsid w:val="0091399A"/>
    <w:rsid w:val="00923DB6"/>
    <w:rsid w:val="00923F7E"/>
    <w:rsid w:val="00937BF9"/>
    <w:rsid w:val="009B55DF"/>
    <w:rsid w:val="00A131AB"/>
    <w:rsid w:val="00A138EC"/>
    <w:rsid w:val="00A16CAD"/>
    <w:rsid w:val="00A4343F"/>
    <w:rsid w:val="00A622DD"/>
    <w:rsid w:val="00A72036"/>
    <w:rsid w:val="00AE34FB"/>
    <w:rsid w:val="00AF12EB"/>
    <w:rsid w:val="00B418B0"/>
    <w:rsid w:val="00B52809"/>
    <w:rsid w:val="00B643EB"/>
    <w:rsid w:val="00B722E7"/>
    <w:rsid w:val="00B735C2"/>
    <w:rsid w:val="00B96E25"/>
    <w:rsid w:val="00BC49D9"/>
    <w:rsid w:val="00BD1766"/>
    <w:rsid w:val="00C23CC3"/>
    <w:rsid w:val="00C25707"/>
    <w:rsid w:val="00C37147"/>
    <w:rsid w:val="00C60835"/>
    <w:rsid w:val="00C80C67"/>
    <w:rsid w:val="00C82B43"/>
    <w:rsid w:val="00C93B0D"/>
    <w:rsid w:val="00CB3DD5"/>
    <w:rsid w:val="00CC172F"/>
    <w:rsid w:val="00CD3D2F"/>
    <w:rsid w:val="00CD573D"/>
    <w:rsid w:val="00D1690C"/>
    <w:rsid w:val="00D17414"/>
    <w:rsid w:val="00D42071"/>
    <w:rsid w:val="00DE61FA"/>
    <w:rsid w:val="00DE6E48"/>
    <w:rsid w:val="00E0139E"/>
    <w:rsid w:val="00E02950"/>
    <w:rsid w:val="00E03525"/>
    <w:rsid w:val="00E20009"/>
    <w:rsid w:val="00E81375"/>
    <w:rsid w:val="00EC6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117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Gerry</dc:creator>
  <cp:lastModifiedBy>Gerry</cp:lastModifiedBy>
  <cp:revision>4</cp:revision>
  <dcterms:created xsi:type="dcterms:W3CDTF">2023-06-27T13:43:00Z</dcterms:created>
  <dcterms:modified xsi:type="dcterms:W3CDTF">2023-06-27T15:40:00Z</dcterms:modified>
</cp:coreProperties>
</file>