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0701B7" w:rsidP="00B722E7">
      <w:pPr>
        <w:pStyle w:val="Heading1"/>
      </w:pPr>
      <w:r>
        <w:t>Trans Gwent-Glam</w:t>
      </w:r>
      <w:r w:rsidR="00907970">
        <w:t xml:space="preserve"> Part 2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907970">
        <w:rPr>
          <w:rFonts w:eastAsia="Times New Roman"/>
          <w:b w:val="0"/>
        </w:rPr>
        <w:t>16</w:t>
      </w:r>
      <w:r w:rsidR="00907970" w:rsidRPr="000877DA">
        <w:rPr>
          <w:rFonts w:eastAsia="Times New Roman"/>
          <w:b w:val="0"/>
        </w:rPr>
        <w:t xml:space="preserve">th </w:t>
      </w:r>
      <w:r w:rsidR="000877DA">
        <w:rPr>
          <w:rFonts w:eastAsia="Times New Roman"/>
          <w:b w:val="0"/>
        </w:rPr>
        <w:t>November 1985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5976EF">
        <w:rPr>
          <w:rFonts w:eastAsia="Times New Roman"/>
          <w:b w:val="0"/>
        </w:rPr>
        <w:t>25.3 miles, 4130</w:t>
      </w:r>
      <w:r w:rsidR="000877DA">
        <w:rPr>
          <w:rFonts w:eastAsia="Times New Roman"/>
          <w:b w:val="0"/>
        </w:rPr>
        <w:t xml:space="preserve">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F711FA">
        <w:rPr>
          <w:b w:val="0"/>
        </w:rPr>
        <w:t>Tony Clark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Pr="00E1653E" w:rsidRDefault="00E1653E" w:rsidP="00E964F0">
      <w:pPr>
        <w:pStyle w:val="ListParagraph"/>
      </w:pPr>
      <w:r w:rsidRPr="00E1653E">
        <w:t>Train to Bridgend, start at railway station (SS 908 799).</w:t>
      </w:r>
    </w:p>
    <w:p w:rsidR="00E1653E" w:rsidRDefault="00B939D2" w:rsidP="00E964F0">
      <w:pPr>
        <w:pStyle w:val="ListParagraph"/>
      </w:pPr>
      <w:r>
        <w:t>North-east through town across old railway line at (SS 911 802)</w:t>
      </w:r>
      <w:r w:rsidR="000900B4">
        <w:t xml:space="preserve"> and through Bridgend Industrial Estate to minor road </w:t>
      </w:r>
      <w:r w:rsidR="00A32339">
        <w:t>near Simondston</w:t>
      </w:r>
      <w:r w:rsidR="004F1B87">
        <w:t xml:space="preserve">e </w:t>
      </w:r>
      <w:r w:rsidR="004C59C6">
        <w:t>Farm at</w:t>
      </w:r>
      <w:r w:rsidR="00A32339">
        <w:t xml:space="preserve"> (SS 926 810)</w:t>
      </w:r>
      <w:r w:rsidR="004F1B87">
        <w:t>.</w:t>
      </w:r>
    </w:p>
    <w:p w:rsidR="004F1B87" w:rsidRDefault="009F57F7" w:rsidP="00E964F0">
      <w:pPr>
        <w:pStyle w:val="ListParagraph"/>
      </w:pPr>
      <w:r>
        <w:t>Road to Coity t</w:t>
      </w:r>
      <w:r w:rsidR="004F1B87">
        <w:t>aking path past Coity Castle</w:t>
      </w:r>
      <w:r w:rsidR="004A10A4">
        <w:t xml:space="preserve"> </w:t>
      </w:r>
      <w:r w:rsidR="004F1B87">
        <w:t xml:space="preserve">on east side </w:t>
      </w:r>
      <w:r w:rsidR="004A10A4">
        <w:t>to road.</w:t>
      </w:r>
    </w:p>
    <w:p w:rsidR="004A10A4" w:rsidRDefault="004A10A4" w:rsidP="00E964F0">
      <w:pPr>
        <w:pStyle w:val="ListParagraph"/>
      </w:pPr>
      <w:r>
        <w:t xml:space="preserve">North on road to (SS 923 </w:t>
      </w:r>
      <w:r w:rsidR="00B17F02">
        <w:t xml:space="preserve">821). Footpath north to track at </w:t>
      </w:r>
      <w:r w:rsidR="00515E48">
        <w:t>(SS 926 827).</w:t>
      </w:r>
    </w:p>
    <w:p w:rsidR="00515E48" w:rsidRDefault="00515E48" w:rsidP="00E964F0">
      <w:pPr>
        <w:pStyle w:val="ListParagraph"/>
      </w:pPr>
      <w:r>
        <w:t xml:space="preserve">Across M4 </w:t>
      </w:r>
      <w:r w:rsidR="00A73313">
        <w:t xml:space="preserve">by bridge at (SS 920 828). Footpath then road </w:t>
      </w:r>
      <w:r w:rsidR="009511DB">
        <w:t>along Cefn Hirgoed</w:t>
      </w:r>
      <w:r w:rsidR="00AA68B2">
        <w:t xml:space="preserve"> to Hirwaun Common. Across B4280 </w:t>
      </w:r>
      <w:r w:rsidR="0002790F">
        <w:t>at (SS 938 838) and past Tynywaun Farm</w:t>
      </w:r>
      <w:r w:rsidR="009D1270">
        <w:t xml:space="preserve"> to road at (SS</w:t>
      </w:r>
      <w:r w:rsidR="00810587">
        <w:t xml:space="preserve"> </w:t>
      </w:r>
      <w:r w:rsidR="009D1270">
        <w:t>943 </w:t>
      </w:r>
      <w:r w:rsidR="003744B1">
        <w:t>849)</w:t>
      </w:r>
      <w:r w:rsidR="00810587">
        <w:t>.</w:t>
      </w:r>
    </w:p>
    <w:p w:rsidR="002F760D" w:rsidRDefault="00810587" w:rsidP="00E964F0">
      <w:pPr>
        <w:pStyle w:val="ListParagraph"/>
      </w:pPr>
      <w:r>
        <w:t>East along road the</w:t>
      </w:r>
      <w:r w:rsidR="00963A13">
        <w:t>n</w:t>
      </w:r>
      <w:r>
        <w:t xml:space="preserve"> north past Tyn-y-waun Farm</w:t>
      </w:r>
      <w:r w:rsidR="00126BD4">
        <w:t xml:space="preserve"> and up to summit of Mynydd y Gaer.</w:t>
      </w:r>
    </w:p>
    <w:p w:rsidR="004C59C6" w:rsidRDefault="00126BD4" w:rsidP="00E964F0">
      <w:pPr>
        <w:pStyle w:val="ListParagraph"/>
      </w:pPr>
      <w:r>
        <w:t xml:space="preserve">Ridgeway path </w:t>
      </w:r>
      <w:r w:rsidR="00D2735C">
        <w:t>over Mynydd Maendy,</w:t>
      </w:r>
      <w:r w:rsidR="00B41463">
        <w:t xml:space="preserve"> Mynydd Portref</w:t>
      </w:r>
      <w:r w:rsidR="004C59C6">
        <w:t xml:space="preserve"> and Mynydd Meiros</w:t>
      </w:r>
    </w:p>
    <w:p w:rsidR="00126BD4" w:rsidRDefault="004C59C6" w:rsidP="00E964F0">
      <w:pPr>
        <w:pStyle w:val="ListParagraph"/>
      </w:pPr>
      <w:r>
        <w:t xml:space="preserve"> T</w:t>
      </w:r>
      <w:r w:rsidR="00D2735C">
        <w:t xml:space="preserve">hrough </w:t>
      </w:r>
      <w:r w:rsidR="003A4814">
        <w:t>Llantrisant Forest</w:t>
      </w:r>
      <w:r w:rsidR="00AF0DC3">
        <w:t xml:space="preserve"> to road at (ST 030 842).</w:t>
      </w:r>
      <w:r w:rsidR="003A4814">
        <w:t xml:space="preserve"> South down </w:t>
      </w:r>
      <w:r>
        <w:t>road to</w:t>
      </w:r>
      <w:r w:rsidR="003A4814">
        <w:t xml:space="preserve"> (ST 031 837).</w:t>
      </w:r>
    </w:p>
    <w:p w:rsidR="00D4573E" w:rsidRDefault="00A436D1" w:rsidP="00E964F0">
      <w:pPr>
        <w:pStyle w:val="ListParagraph"/>
      </w:pPr>
      <w:r>
        <w:t>Track then path north-east across River Ely to A4119</w:t>
      </w:r>
      <w:r w:rsidR="00B95409">
        <w:t xml:space="preserve"> at (ST 038 842).</w:t>
      </w:r>
    </w:p>
    <w:p w:rsidR="00B95409" w:rsidRDefault="00B95409" w:rsidP="00E964F0">
      <w:pPr>
        <w:pStyle w:val="ListParagraph"/>
      </w:pPr>
      <w:r>
        <w:t xml:space="preserve">South along </w:t>
      </w:r>
      <w:r w:rsidR="00E84D89">
        <w:t>A4119 for short way then path up into Llantrisant</w:t>
      </w:r>
      <w:r w:rsidR="000B01FF">
        <w:t>.</w:t>
      </w:r>
    </w:p>
    <w:p w:rsidR="000B01FF" w:rsidRDefault="000B01FF" w:rsidP="00E964F0">
      <w:pPr>
        <w:pStyle w:val="ListParagraph"/>
      </w:pPr>
      <w:r>
        <w:t xml:space="preserve">East along path to cross A473 on old railway line at (ST </w:t>
      </w:r>
      <w:r w:rsidR="00C3286A">
        <w:t>057 832).</w:t>
      </w:r>
    </w:p>
    <w:p w:rsidR="00C3286A" w:rsidRDefault="00624904" w:rsidP="00E964F0">
      <w:pPr>
        <w:pStyle w:val="ListParagraph"/>
      </w:pPr>
      <w:r>
        <w:t>Around north side of Caerau Hill Fort</w:t>
      </w:r>
      <w:r w:rsidR="003974F5">
        <w:t xml:space="preserve"> to Rhiwsaeson, path east to </w:t>
      </w:r>
      <w:r w:rsidR="00670EDC">
        <w:t>pub at (ST 078 828).</w:t>
      </w:r>
    </w:p>
    <w:p w:rsidR="00DD3A10" w:rsidRDefault="00DD3A10" w:rsidP="00E964F0">
      <w:pPr>
        <w:pStyle w:val="ListParagraph"/>
      </w:pPr>
      <w:r>
        <w:t>Roads to (ST</w:t>
      </w:r>
      <w:r w:rsidR="006D0749">
        <w:t xml:space="preserve"> </w:t>
      </w:r>
      <w:r>
        <w:t>083 827)</w:t>
      </w:r>
      <w:r w:rsidR="00A57269">
        <w:t>, path north then east through</w:t>
      </w:r>
      <w:r w:rsidR="005A08C7">
        <w:t xml:space="preserve"> forestry </w:t>
      </w:r>
      <w:r w:rsidR="00B43838">
        <w:t xml:space="preserve">uphill </w:t>
      </w:r>
      <w:r w:rsidR="005A08C7">
        <w:t>to road at (ST</w:t>
      </w:r>
      <w:r w:rsidR="00B43838">
        <w:t> </w:t>
      </w:r>
      <w:r w:rsidR="00175BD6">
        <w:t>094</w:t>
      </w:r>
      <w:r w:rsidR="00B43838">
        <w:t> </w:t>
      </w:r>
      <w:r w:rsidR="00175BD6">
        <w:t>831)</w:t>
      </w:r>
      <w:r w:rsidR="006D0749">
        <w:t>.</w:t>
      </w:r>
    </w:p>
    <w:p w:rsidR="006D0749" w:rsidRDefault="006D0749" w:rsidP="00E964F0">
      <w:pPr>
        <w:pStyle w:val="ListParagraph"/>
      </w:pPr>
      <w:r>
        <w:t xml:space="preserve">East then north-east </w:t>
      </w:r>
      <w:r w:rsidR="00D375B7">
        <w:t xml:space="preserve">on paths </w:t>
      </w:r>
      <w:r w:rsidR="000A6971">
        <w:t>and tracks to summit of Garth Hill.</w:t>
      </w:r>
    </w:p>
    <w:p w:rsidR="005264AD" w:rsidRDefault="005264AD" w:rsidP="00E964F0">
      <w:pPr>
        <w:pStyle w:val="ListParagraph"/>
      </w:pPr>
      <w:r>
        <w:t>East along ridge then down to road and into Gwaelod-y-garth</w:t>
      </w:r>
      <w:r w:rsidR="008F030A">
        <w:t xml:space="preserve">. </w:t>
      </w:r>
    </w:p>
    <w:p w:rsidR="00CC36EC" w:rsidRDefault="008F030A" w:rsidP="00E964F0">
      <w:pPr>
        <w:pStyle w:val="ListParagraph"/>
      </w:pPr>
      <w:r>
        <w:t xml:space="preserve">Down zig-zags and across Taff river </w:t>
      </w:r>
      <w:r w:rsidR="001A2E10">
        <w:t>by footbridge to Taff’s Well</w:t>
      </w:r>
      <w:r w:rsidR="00CC36EC">
        <w:t>.</w:t>
      </w:r>
    </w:p>
    <w:p w:rsidR="008F030A" w:rsidRDefault="00EA6D4A" w:rsidP="00E964F0">
      <w:pPr>
        <w:pStyle w:val="ListParagraph"/>
      </w:pPr>
      <w:r>
        <w:t>Through Glan-y-lly</w:t>
      </w:r>
      <w:r w:rsidR="001A2E10">
        <w:t>n</w:t>
      </w:r>
      <w:r>
        <w:t xml:space="preserve"> northwards and up </w:t>
      </w:r>
      <w:r w:rsidR="002724BE">
        <w:t xml:space="preserve">west ridge of Craig yr Allt passing below summit to road at (ST </w:t>
      </w:r>
      <w:r w:rsidR="00CC36EC">
        <w:t>142 852).</w:t>
      </w:r>
    </w:p>
    <w:p w:rsidR="00844CB5" w:rsidRDefault="00CC36EC" w:rsidP="00E964F0">
      <w:pPr>
        <w:pStyle w:val="ListParagraph"/>
      </w:pPr>
      <w:r w:rsidRPr="00A874D9">
        <w:t xml:space="preserve">Paths east to </w:t>
      </w:r>
      <w:r w:rsidR="006266BB" w:rsidRPr="00A874D9">
        <w:t>summit of Caerphilly Common</w:t>
      </w:r>
      <w:r w:rsidR="00A06CC4">
        <w:t xml:space="preserve">, </w:t>
      </w:r>
      <w:r w:rsidR="00A00E5D" w:rsidRPr="00A874D9">
        <w:t xml:space="preserve">down </w:t>
      </w:r>
      <w:r w:rsidR="005F2C09">
        <w:t xml:space="preserve">A469 past Traveller’s Rest pub and along Excalibur Road </w:t>
      </w:r>
      <w:r w:rsidR="00A00E5D" w:rsidRPr="00A874D9">
        <w:t xml:space="preserve">to </w:t>
      </w:r>
      <w:r w:rsidR="00E964F0" w:rsidRPr="00E964F0">
        <w:t>Thornhill</w:t>
      </w:r>
      <w:r w:rsidR="00E964F0">
        <w:t>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E1653E">
        <w:rPr>
          <w:rFonts w:eastAsia="Times New Roman"/>
          <w:b w:val="0"/>
        </w:rPr>
        <w:t xml:space="preserve">Dull most of day with some </w:t>
      </w:r>
      <w:r w:rsidR="00E62407">
        <w:rPr>
          <w:rFonts w:eastAsia="Times New Roman"/>
          <w:b w:val="0"/>
        </w:rPr>
        <w:t xml:space="preserve">brighter </w:t>
      </w:r>
      <w:proofErr w:type="gramStart"/>
      <w:r w:rsidR="00E62407">
        <w:rPr>
          <w:rFonts w:eastAsia="Times New Roman"/>
          <w:b w:val="0"/>
        </w:rPr>
        <w:t>periods</w:t>
      </w:r>
      <w:proofErr w:type="gramEnd"/>
      <w:r w:rsidR="00E62407">
        <w:rPr>
          <w:rFonts w:eastAsia="Times New Roman"/>
          <w:b w:val="0"/>
        </w:rPr>
        <w:t xml:space="preserve"> mid-morning. Cool with light breeze </w:t>
      </w:r>
      <w:r w:rsidR="00582F14">
        <w:rPr>
          <w:rFonts w:eastAsia="Times New Roman"/>
          <w:b w:val="0"/>
        </w:rPr>
        <w:t>–</w:t>
      </w:r>
      <w:r w:rsidR="00E62407">
        <w:rPr>
          <w:rFonts w:eastAsia="Times New Roman"/>
          <w:b w:val="0"/>
        </w:rPr>
        <w:t xml:space="preserve"> </w:t>
      </w:r>
      <w:r w:rsidR="00582F14">
        <w:rPr>
          <w:rFonts w:eastAsia="Times New Roman"/>
          <w:b w:val="0"/>
        </w:rPr>
        <w:t>started raining at west end of Llantrisant Forest and remained steady for rest of day.</w:t>
      </w:r>
      <w:r w:rsidR="00634040">
        <w:rPr>
          <w:rFonts w:eastAsia="Times New Roman"/>
          <w:b w:val="0"/>
        </w:rPr>
        <w:t xml:space="preserve"> Entered Taff’s Well in darkness and finished in rain and mist. Real good foul weather.</w:t>
      </w:r>
    </w:p>
    <w:p w:rsidR="00712ABC" w:rsidRPr="00F711FA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F711FA">
        <w:rPr>
          <w:b w:val="0"/>
        </w:rPr>
        <w:t>Tony Clark</w:t>
      </w:r>
      <w:r w:rsidR="00F711FA" w:rsidRPr="00F711FA">
        <w:rPr>
          <w:b w:val="0"/>
        </w:rPr>
        <w:t>, Nick Kaye, Frank Wood</w:t>
      </w:r>
      <w:r w:rsidR="003F7468">
        <w:rPr>
          <w:b w:val="0"/>
        </w:rPr>
        <w:t xml:space="preserve">, </w:t>
      </w:r>
      <w:r w:rsidR="00F711FA" w:rsidRPr="00F711FA">
        <w:rPr>
          <w:b w:val="0"/>
        </w:rPr>
        <w:t>C</w:t>
      </w:r>
      <w:r w:rsidR="00844CB5">
        <w:rPr>
          <w:b w:val="0"/>
        </w:rPr>
        <w:t xml:space="preserve">live Marchant, Steve Plant, Don </w:t>
      </w:r>
      <w:r w:rsidR="00F711FA" w:rsidRPr="00F711FA">
        <w:rPr>
          <w:b w:val="0"/>
        </w:rPr>
        <w:t>Henley, Doug Matthews, Keith Bennet, Mike Evans, Chris Coy, Marcus Harling.</w:t>
      </w:r>
    </w:p>
    <w:p w:rsidR="00937BF9" w:rsidRPr="00F711FA" w:rsidRDefault="00937BF9" w:rsidP="00B722E7"/>
    <w:sectPr w:rsidR="00937BF9" w:rsidRPr="00F711FA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4506464C"/>
    <w:lvl w:ilvl="0">
      <w:start w:val="1"/>
      <w:numFmt w:val="bullet"/>
      <w:pStyle w:val="ListParagraph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907970"/>
    <w:rsid w:val="000165D2"/>
    <w:rsid w:val="0002790F"/>
    <w:rsid w:val="00056D24"/>
    <w:rsid w:val="000701B7"/>
    <w:rsid w:val="0008166F"/>
    <w:rsid w:val="000877DA"/>
    <w:rsid w:val="000900B4"/>
    <w:rsid w:val="000A6971"/>
    <w:rsid w:val="000B01FF"/>
    <w:rsid w:val="000D1346"/>
    <w:rsid w:val="000D497A"/>
    <w:rsid w:val="00107197"/>
    <w:rsid w:val="00126BD4"/>
    <w:rsid w:val="00175BD6"/>
    <w:rsid w:val="001763E8"/>
    <w:rsid w:val="00191034"/>
    <w:rsid w:val="001A2E10"/>
    <w:rsid w:val="001F0C94"/>
    <w:rsid w:val="00221419"/>
    <w:rsid w:val="00242118"/>
    <w:rsid w:val="00270489"/>
    <w:rsid w:val="002724BE"/>
    <w:rsid w:val="00290B8A"/>
    <w:rsid w:val="002C2BD8"/>
    <w:rsid w:val="002C50BE"/>
    <w:rsid w:val="002F760D"/>
    <w:rsid w:val="00335D3D"/>
    <w:rsid w:val="003554D4"/>
    <w:rsid w:val="003744B1"/>
    <w:rsid w:val="003974F5"/>
    <w:rsid w:val="003A4814"/>
    <w:rsid w:val="003F7468"/>
    <w:rsid w:val="0047633D"/>
    <w:rsid w:val="004A10A4"/>
    <w:rsid w:val="004C59C6"/>
    <w:rsid w:val="004F1B87"/>
    <w:rsid w:val="004F4855"/>
    <w:rsid w:val="00515E48"/>
    <w:rsid w:val="005264AD"/>
    <w:rsid w:val="00526E0F"/>
    <w:rsid w:val="00582F14"/>
    <w:rsid w:val="00584BDE"/>
    <w:rsid w:val="005976EF"/>
    <w:rsid w:val="005A08C7"/>
    <w:rsid w:val="005F2C09"/>
    <w:rsid w:val="00624904"/>
    <w:rsid w:val="006266BB"/>
    <w:rsid w:val="00634040"/>
    <w:rsid w:val="00670EDC"/>
    <w:rsid w:val="006C631A"/>
    <w:rsid w:val="006D0749"/>
    <w:rsid w:val="006F2D1E"/>
    <w:rsid w:val="007024DC"/>
    <w:rsid w:val="00712ABC"/>
    <w:rsid w:val="00746598"/>
    <w:rsid w:val="00771F4A"/>
    <w:rsid w:val="007A3EB9"/>
    <w:rsid w:val="00810587"/>
    <w:rsid w:val="00820B6C"/>
    <w:rsid w:val="00844CB5"/>
    <w:rsid w:val="008746C3"/>
    <w:rsid w:val="008F030A"/>
    <w:rsid w:val="00907970"/>
    <w:rsid w:val="0091399A"/>
    <w:rsid w:val="00937BF9"/>
    <w:rsid w:val="009511DB"/>
    <w:rsid w:val="00963A13"/>
    <w:rsid w:val="009D1270"/>
    <w:rsid w:val="009F57F7"/>
    <w:rsid w:val="00A00E5D"/>
    <w:rsid w:val="00A06CC4"/>
    <w:rsid w:val="00A32339"/>
    <w:rsid w:val="00A436D1"/>
    <w:rsid w:val="00A57269"/>
    <w:rsid w:val="00A73313"/>
    <w:rsid w:val="00A8377D"/>
    <w:rsid w:val="00A874D9"/>
    <w:rsid w:val="00A87A10"/>
    <w:rsid w:val="00AA68B2"/>
    <w:rsid w:val="00AF0DC3"/>
    <w:rsid w:val="00B17F02"/>
    <w:rsid w:val="00B41463"/>
    <w:rsid w:val="00B43838"/>
    <w:rsid w:val="00B52809"/>
    <w:rsid w:val="00B722E7"/>
    <w:rsid w:val="00B939D2"/>
    <w:rsid w:val="00B95409"/>
    <w:rsid w:val="00B96E25"/>
    <w:rsid w:val="00BD1766"/>
    <w:rsid w:val="00C25707"/>
    <w:rsid w:val="00C3286A"/>
    <w:rsid w:val="00C37147"/>
    <w:rsid w:val="00C80C67"/>
    <w:rsid w:val="00CB3DD5"/>
    <w:rsid w:val="00CC0E0E"/>
    <w:rsid w:val="00CC36EC"/>
    <w:rsid w:val="00CC4401"/>
    <w:rsid w:val="00CD3D2F"/>
    <w:rsid w:val="00D2735C"/>
    <w:rsid w:val="00D375B7"/>
    <w:rsid w:val="00D42071"/>
    <w:rsid w:val="00D4573E"/>
    <w:rsid w:val="00DC613B"/>
    <w:rsid w:val="00DD3A10"/>
    <w:rsid w:val="00DE6E48"/>
    <w:rsid w:val="00E0139E"/>
    <w:rsid w:val="00E1653E"/>
    <w:rsid w:val="00E50BE8"/>
    <w:rsid w:val="00E62407"/>
    <w:rsid w:val="00E81375"/>
    <w:rsid w:val="00E84D89"/>
    <w:rsid w:val="00E964F0"/>
    <w:rsid w:val="00EA6D4A"/>
    <w:rsid w:val="00EC53DD"/>
    <w:rsid w:val="00EC6D06"/>
    <w:rsid w:val="00F263A0"/>
    <w:rsid w:val="00F3686D"/>
    <w:rsid w:val="00F71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E964F0"/>
    <w:pPr>
      <w:numPr>
        <w:numId w:val="2"/>
      </w:numPr>
      <w:ind w:left="284" w:hanging="284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137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15</cp:revision>
  <dcterms:created xsi:type="dcterms:W3CDTF">2023-06-20T19:46:00Z</dcterms:created>
  <dcterms:modified xsi:type="dcterms:W3CDTF">2023-08-29T13:04:00Z</dcterms:modified>
</cp:coreProperties>
</file>