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D62F61" w:rsidP="00B722E7">
      <w:pPr>
        <w:pStyle w:val="Heading1"/>
      </w:pPr>
      <w:r w:rsidRPr="00D62F61">
        <w:t>Almost The West Mendip Way</w:t>
      </w:r>
    </w:p>
    <w:p w:rsidR="00C37147" w:rsidRPr="00B96E25" w:rsidRDefault="00C37147" w:rsidP="00A04A28">
      <w:pPr>
        <w:pStyle w:val="Heading2"/>
        <w:tabs>
          <w:tab w:val="left" w:pos="993"/>
        </w:tabs>
        <w:spacing w:before="120"/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D62F61">
        <w:rPr>
          <w:rFonts w:eastAsia="Times New Roman"/>
          <w:b w:val="0"/>
        </w:rPr>
        <w:t>13th July 1985</w:t>
      </w:r>
    </w:p>
    <w:p w:rsidR="00C37147" w:rsidRPr="00B96E25" w:rsidRDefault="00C37147" w:rsidP="00A04A28">
      <w:pPr>
        <w:pStyle w:val="Heading2"/>
        <w:tabs>
          <w:tab w:val="left" w:pos="2552"/>
        </w:tabs>
        <w:spacing w:before="120"/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D62F61">
        <w:rPr>
          <w:rFonts w:eastAsia="Times New Roman"/>
          <w:b w:val="0"/>
        </w:rPr>
        <w:t>33.2 miles, 5592 feet</w:t>
      </w:r>
    </w:p>
    <w:p w:rsidR="0091399A" w:rsidRPr="00B96E25" w:rsidRDefault="0091399A" w:rsidP="00A04A28">
      <w:pPr>
        <w:pStyle w:val="Heading2"/>
        <w:tabs>
          <w:tab w:val="left" w:pos="1418"/>
        </w:tabs>
        <w:spacing w:before="120"/>
        <w:rPr>
          <w:b w:val="0"/>
        </w:rPr>
      </w:pPr>
      <w:r>
        <w:t>Leader:</w:t>
      </w:r>
      <w:r w:rsidR="00B96E25">
        <w:rPr>
          <w:b w:val="0"/>
        </w:rPr>
        <w:tab/>
      </w:r>
      <w:r w:rsidR="00D62F61">
        <w:rPr>
          <w:b w:val="0"/>
        </w:rPr>
        <w:t>Marcus Harling</w:t>
      </w:r>
    </w:p>
    <w:p w:rsidR="00712ABC" w:rsidRDefault="00712ABC" w:rsidP="00A04A28">
      <w:pPr>
        <w:pStyle w:val="Heading2"/>
        <w:spacing w:before="120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3F163A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Weston-Super-Mare sea front (</w:t>
      </w:r>
      <w:r w:rsidR="00591228">
        <w:rPr>
          <w:sz w:val="28"/>
          <w:szCs w:val="28"/>
        </w:rPr>
        <w:t>ST 317 606).</w:t>
      </w:r>
    </w:p>
    <w:p w:rsidR="004B700F" w:rsidRDefault="004B700F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along sea front and beach to</w:t>
      </w:r>
      <w:r w:rsidR="00FC1024">
        <w:rPr>
          <w:sz w:val="28"/>
          <w:szCs w:val="28"/>
        </w:rPr>
        <w:t xml:space="preserve"> Uphill beach</w:t>
      </w:r>
      <w:r w:rsidR="00DA47F9">
        <w:rPr>
          <w:sz w:val="28"/>
          <w:szCs w:val="28"/>
        </w:rPr>
        <w:t>,</w:t>
      </w:r>
      <w:r w:rsidR="00FC1024">
        <w:rPr>
          <w:sz w:val="28"/>
          <w:szCs w:val="28"/>
        </w:rPr>
        <w:t xml:space="preserve"> road round south side of Uphill.</w:t>
      </w:r>
    </w:p>
    <w:p w:rsidR="00454E7E" w:rsidRDefault="00454E7E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Up to church and windmill returning to road at (ST 321 584).</w:t>
      </w:r>
    </w:p>
    <w:p w:rsidR="00454E7E" w:rsidRPr="00113B26" w:rsidRDefault="0000530C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113B26">
        <w:rPr>
          <w:sz w:val="28"/>
          <w:szCs w:val="28"/>
        </w:rPr>
        <w:t xml:space="preserve">Eastwards along minor roads, crossing A370 at (ST </w:t>
      </w:r>
      <w:r w:rsidR="00B83C78" w:rsidRPr="00113B26">
        <w:rPr>
          <w:sz w:val="28"/>
          <w:szCs w:val="28"/>
        </w:rPr>
        <w:t>325 582)</w:t>
      </w:r>
      <w:r w:rsidR="00113B26" w:rsidRPr="00113B26">
        <w:rPr>
          <w:sz w:val="28"/>
          <w:szCs w:val="28"/>
        </w:rPr>
        <w:t xml:space="preserve"> and </w:t>
      </w:r>
      <w:r w:rsidR="00113B26">
        <w:rPr>
          <w:sz w:val="28"/>
          <w:szCs w:val="28"/>
        </w:rPr>
        <w:t>al</w:t>
      </w:r>
      <w:r w:rsidR="00027A26" w:rsidRPr="00113B26">
        <w:rPr>
          <w:sz w:val="28"/>
          <w:szCs w:val="28"/>
        </w:rPr>
        <w:t>ong Ble</w:t>
      </w:r>
      <w:r w:rsidR="00B83C78" w:rsidRPr="00113B26">
        <w:rPr>
          <w:sz w:val="28"/>
          <w:szCs w:val="28"/>
        </w:rPr>
        <w:t>adon Hill</w:t>
      </w:r>
      <w:r w:rsidR="00113B26">
        <w:rPr>
          <w:sz w:val="28"/>
          <w:szCs w:val="28"/>
        </w:rPr>
        <w:t>.</w:t>
      </w:r>
    </w:p>
    <w:p w:rsidR="0025551F" w:rsidRDefault="00027A26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020B2B">
        <w:rPr>
          <w:sz w:val="28"/>
          <w:szCs w:val="28"/>
        </w:rPr>
        <w:t xml:space="preserve">Path to west edge </w:t>
      </w:r>
      <w:r w:rsidR="00230E8F" w:rsidRPr="00020B2B">
        <w:rPr>
          <w:sz w:val="28"/>
          <w:szCs w:val="28"/>
        </w:rPr>
        <w:t>of Christon Plantation</w:t>
      </w:r>
      <w:r w:rsidR="00472A9E" w:rsidRPr="00020B2B">
        <w:rPr>
          <w:sz w:val="28"/>
          <w:szCs w:val="28"/>
        </w:rPr>
        <w:t xml:space="preserve">, track south-south-east down Loxton </w:t>
      </w:r>
      <w:r w:rsidR="0025551F" w:rsidRPr="00020B2B">
        <w:rPr>
          <w:sz w:val="28"/>
          <w:szCs w:val="28"/>
        </w:rPr>
        <w:t>Hill to Loxton Village.</w:t>
      </w:r>
      <w:r w:rsidR="00020B2B" w:rsidRPr="00020B2B">
        <w:rPr>
          <w:sz w:val="28"/>
          <w:szCs w:val="28"/>
        </w:rPr>
        <w:t xml:space="preserve"> </w:t>
      </w:r>
      <w:r w:rsidR="0025551F" w:rsidRPr="00020B2B">
        <w:rPr>
          <w:sz w:val="28"/>
          <w:szCs w:val="28"/>
        </w:rPr>
        <w:t>Road across M5 to Webbington.</w:t>
      </w:r>
    </w:p>
    <w:p w:rsidR="00314C74" w:rsidRPr="00314C74" w:rsidRDefault="00020B2B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314C74">
        <w:rPr>
          <w:sz w:val="28"/>
          <w:szCs w:val="28"/>
        </w:rPr>
        <w:t>Path on north side of Crook Peak passing over</w:t>
      </w:r>
      <w:r w:rsidR="00314C74" w:rsidRPr="00314C74">
        <w:rPr>
          <w:sz w:val="28"/>
          <w:szCs w:val="28"/>
        </w:rPr>
        <w:t xml:space="preserve"> Compton Hill and Wavering Down and</w:t>
      </w:r>
      <w:r w:rsidR="00314C74">
        <w:rPr>
          <w:sz w:val="28"/>
          <w:szCs w:val="28"/>
        </w:rPr>
        <w:t xml:space="preserve"> t</w:t>
      </w:r>
      <w:r w:rsidR="00314C74" w:rsidRPr="00314C74">
        <w:rPr>
          <w:sz w:val="28"/>
          <w:szCs w:val="28"/>
        </w:rPr>
        <w:t>hrough King’s Wood to cross A38 at (ST 423 561 )</w:t>
      </w:r>
    </w:p>
    <w:p w:rsidR="00314C74" w:rsidRDefault="00DA36EB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across north side of Fry’s Hill to (ST 435 561)</w:t>
      </w:r>
      <w:r w:rsidR="000955A4">
        <w:rPr>
          <w:sz w:val="28"/>
          <w:szCs w:val="28"/>
        </w:rPr>
        <w:t>, north to track junction at (ST 436 566)</w:t>
      </w:r>
    </w:p>
    <w:p w:rsidR="000955A4" w:rsidRDefault="000955A4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 along track to road. Road north </w:t>
      </w:r>
      <w:r w:rsidR="00C868A1">
        <w:rPr>
          <w:sz w:val="28"/>
          <w:szCs w:val="28"/>
        </w:rPr>
        <w:t xml:space="preserve">through Shipham to crossroads </w:t>
      </w:r>
      <w:r w:rsidR="00031278">
        <w:rPr>
          <w:sz w:val="28"/>
          <w:szCs w:val="28"/>
        </w:rPr>
        <w:t>at (ST 444 578)</w:t>
      </w:r>
    </w:p>
    <w:p w:rsidR="00031278" w:rsidRDefault="00031278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north-west to </w:t>
      </w:r>
      <w:r w:rsidR="00D006B7">
        <w:rPr>
          <w:sz w:val="28"/>
          <w:szCs w:val="28"/>
        </w:rPr>
        <w:t xml:space="preserve">A38 at (ST 439 584) and ahead north-east </w:t>
      </w:r>
      <w:r w:rsidR="00C9305A">
        <w:rPr>
          <w:sz w:val="28"/>
          <w:szCs w:val="28"/>
        </w:rPr>
        <w:t>on track to (ST 445 594)</w:t>
      </w:r>
    </w:p>
    <w:p w:rsidR="009F00DC" w:rsidRPr="00722719" w:rsidRDefault="00C9305A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22719">
        <w:rPr>
          <w:sz w:val="28"/>
          <w:szCs w:val="28"/>
        </w:rPr>
        <w:t xml:space="preserve">Path through wood to A38 </w:t>
      </w:r>
      <w:r w:rsidR="00F14E45" w:rsidRPr="00722719">
        <w:rPr>
          <w:sz w:val="28"/>
          <w:szCs w:val="28"/>
        </w:rPr>
        <w:t>cr</w:t>
      </w:r>
      <w:r w:rsidR="00667038">
        <w:rPr>
          <w:sz w:val="28"/>
          <w:szCs w:val="28"/>
        </w:rPr>
        <w:t>ossing at (ST 446 594) and on</w:t>
      </w:r>
      <w:r w:rsidR="00F14E45" w:rsidRPr="00722719">
        <w:rPr>
          <w:sz w:val="28"/>
          <w:szCs w:val="28"/>
        </w:rPr>
        <w:t xml:space="preserve"> </w:t>
      </w:r>
      <w:r w:rsidR="00047CF9" w:rsidRPr="00722719">
        <w:rPr>
          <w:sz w:val="28"/>
          <w:szCs w:val="28"/>
        </w:rPr>
        <w:t>over Dolebury Warren to cross-</w:t>
      </w:r>
      <w:r w:rsidR="0036418A" w:rsidRPr="00722719">
        <w:rPr>
          <w:sz w:val="28"/>
          <w:szCs w:val="28"/>
        </w:rPr>
        <w:t>tracks at (ST 466 586).</w:t>
      </w:r>
      <w:r w:rsidR="00047CF9" w:rsidRPr="00722719">
        <w:rPr>
          <w:sz w:val="28"/>
          <w:szCs w:val="28"/>
        </w:rPr>
        <w:t xml:space="preserve"> </w:t>
      </w:r>
      <w:r w:rsidR="0036418A" w:rsidRPr="00722719">
        <w:rPr>
          <w:sz w:val="28"/>
          <w:szCs w:val="28"/>
        </w:rPr>
        <w:t xml:space="preserve">South </w:t>
      </w:r>
      <w:r w:rsidR="00047CF9" w:rsidRPr="00722719">
        <w:rPr>
          <w:sz w:val="28"/>
          <w:szCs w:val="28"/>
        </w:rPr>
        <w:t>up track through forestry to exit from forestry at (ST</w:t>
      </w:r>
      <w:r w:rsidR="00A04A28">
        <w:rPr>
          <w:sz w:val="28"/>
          <w:szCs w:val="28"/>
        </w:rPr>
        <w:t> </w:t>
      </w:r>
      <w:r w:rsidR="00047CF9" w:rsidRPr="00722719">
        <w:rPr>
          <w:sz w:val="28"/>
          <w:szCs w:val="28"/>
        </w:rPr>
        <w:t>469 574).</w:t>
      </w:r>
      <w:r w:rsidR="00722719" w:rsidRPr="00722719">
        <w:rPr>
          <w:sz w:val="28"/>
          <w:szCs w:val="28"/>
        </w:rPr>
        <w:t xml:space="preserve"> </w:t>
      </w:r>
      <w:r w:rsidR="00BA4152" w:rsidRPr="00722719">
        <w:rPr>
          <w:sz w:val="28"/>
          <w:szCs w:val="28"/>
        </w:rPr>
        <w:t xml:space="preserve">Path across Beacon Batch to (ST </w:t>
      </w:r>
      <w:r w:rsidR="00807640" w:rsidRPr="00722719">
        <w:rPr>
          <w:sz w:val="28"/>
          <w:szCs w:val="28"/>
        </w:rPr>
        <w:t>492 568).</w:t>
      </w:r>
    </w:p>
    <w:p w:rsidR="00807640" w:rsidRDefault="00807640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9F00DC">
        <w:rPr>
          <w:sz w:val="28"/>
          <w:szCs w:val="28"/>
        </w:rPr>
        <w:t xml:space="preserve">South on path </w:t>
      </w:r>
      <w:r w:rsidR="00FE6720" w:rsidRPr="009F00DC">
        <w:rPr>
          <w:sz w:val="28"/>
          <w:szCs w:val="28"/>
        </w:rPr>
        <w:t>over minor road and past east side of Long Wood to descend Black Rock Valley to B3135 at head of Cheddar Gorge</w:t>
      </w:r>
      <w:r w:rsidR="009F00DC" w:rsidRPr="009F00DC">
        <w:rPr>
          <w:sz w:val="28"/>
          <w:szCs w:val="28"/>
        </w:rPr>
        <w:t>.</w:t>
      </w:r>
    </w:p>
    <w:p w:rsidR="009F00DC" w:rsidRDefault="009F00DC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Across B3135 </w:t>
      </w:r>
      <w:r w:rsidR="00D01AF2">
        <w:rPr>
          <w:sz w:val="28"/>
          <w:szCs w:val="28"/>
        </w:rPr>
        <w:t xml:space="preserve">to ascend then descend along the south rim of Cheddar Gorge to reach minor road at </w:t>
      </w:r>
      <w:r w:rsidR="00420C9E">
        <w:rPr>
          <w:sz w:val="28"/>
          <w:szCs w:val="28"/>
        </w:rPr>
        <w:t>(ST 463 536)</w:t>
      </w:r>
    </w:p>
    <w:p w:rsidR="00420C9E" w:rsidRDefault="00420C9E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south-east </w:t>
      </w:r>
      <w:r w:rsidR="00812093">
        <w:rPr>
          <w:sz w:val="28"/>
          <w:szCs w:val="28"/>
        </w:rPr>
        <w:t xml:space="preserve">to Bradley Cross then path south-east uphill passing </w:t>
      </w:r>
      <w:r w:rsidR="00173179">
        <w:rPr>
          <w:sz w:val="28"/>
          <w:szCs w:val="28"/>
        </w:rPr>
        <w:t xml:space="preserve">to west of Carscliff Farm. Path south </w:t>
      </w:r>
      <w:r w:rsidR="00AD07B7">
        <w:rPr>
          <w:sz w:val="28"/>
          <w:szCs w:val="28"/>
        </w:rPr>
        <w:t>past Batcombe Farm to join minor road</w:t>
      </w:r>
      <w:r w:rsidR="00690704">
        <w:rPr>
          <w:sz w:val="28"/>
          <w:szCs w:val="28"/>
        </w:rPr>
        <w:t xml:space="preserve"> and then A371 at (ST </w:t>
      </w:r>
      <w:r w:rsidR="00FC701B">
        <w:rPr>
          <w:sz w:val="28"/>
          <w:szCs w:val="28"/>
        </w:rPr>
        <w:t>476 512)</w:t>
      </w:r>
    </w:p>
    <w:p w:rsidR="00FC701B" w:rsidRPr="00463A04" w:rsidRDefault="00FC701B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463A04">
        <w:rPr>
          <w:sz w:val="28"/>
          <w:szCs w:val="28"/>
        </w:rPr>
        <w:t>A371 into Draycott</w:t>
      </w:r>
      <w:r w:rsidR="008B43FF" w:rsidRPr="00463A04">
        <w:rPr>
          <w:sz w:val="28"/>
          <w:szCs w:val="28"/>
        </w:rPr>
        <w:t xml:space="preserve">, north-east on lane from (ST 477 509) uphill then path </w:t>
      </w:r>
      <w:r w:rsidR="005B6634" w:rsidRPr="00463A04">
        <w:rPr>
          <w:sz w:val="28"/>
          <w:szCs w:val="28"/>
        </w:rPr>
        <w:t>eastwards to road junction at (ST 512 513)</w:t>
      </w:r>
      <w:r w:rsidR="00756A02" w:rsidRPr="00463A04">
        <w:rPr>
          <w:sz w:val="28"/>
          <w:szCs w:val="28"/>
        </w:rPr>
        <w:t>.</w:t>
      </w:r>
      <w:r w:rsidR="00463A04" w:rsidRPr="00463A04">
        <w:rPr>
          <w:sz w:val="28"/>
          <w:szCs w:val="28"/>
        </w:rPr>
        <w:t xml:space="preserve"> </w:t>
      </w:r>
      <w:r w:rsidR="005B6634" w:rsidRPr="00463A04">
        <w:rPr>
          <w:sz w:val="28"/>
          <w:szCs w:val="28"/>
        </w:rPr>
        <w:t xml:space="preserve">Road eastwards into Priddy </w:t>
      </w:r>
      <w:r w:rsidR="00756A02" w:rsidRPr="00463A04">
        <w:rPr>
          <w:sz w:val="28"/>
          <w:szCs w:val="28"/>
        </w:rPr>
        <w:t>turning south at (ST 528 508)</w:t>
      </w:r>
    </w:p>
    <w:p w:rsidR="005B6634" w:rsidRDefault="00463A04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Along road to (ST 526 502). Path south-east then south </w:t>
      </w:r>
      <w:r w:rsidR="00811B06">
        <w:rPr>
          <w:sz w:val="28"/>
          <w:szCs w:val="28"/>
        </w:rPr>
        <w:t>to track at (ST 530 494)</w:t>
      </w:r>
    </w:p>
    <w:p w:rsidR="003D2E88" w:rsidRPr="00A04A28" w:rsidRDefault="00811B06" w:rsidP="001F441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A04A28">
        <w:rPr>
          <w:sz w:val="28"/>
          <w:szCs w:val="28"/>
        </w:rPr>
        <w:t xml:space="preserve">Track east then path south </w:t>
      </w:r>
      <w:r w:rsidR="008431F6" w:rsidRPr="00A04A28">
        <w:rPr>
          <w:sz w:val="28"/>
          <w:szCs w:val="28"/>
        </w:rPr>
        <w:t>and then again west (round east side of Higher Pitts Farm)</w:t>
      </w:r>
      <w:r w:rsidR="003D2E88" w:rsidRPr="00A04A28">
        <w:rPr>
          <w:sz w:val="28"/>
          <w:szCs w:val="28"/>
        </w:rPr>
        <w:t xml:space="preserve"> to head of Ebbor Gorge</w:t>
      </w:r>
      <w:r w:rsidR="00A04A28" w:rsidRPr="00A04A28">
        <w:rPr>
          <w:sz w:val="28"/>
          <w:szCs w:val="28"/>
        </w:rPr>
        <w:t xml:space="preserve">. </w:t>
      </w:r>
      <w:r w:rsidR="003D2E88" w:rsidRPr="00A04A28">
        <w:rPr>
          <w:sz w:val="28"/>
          <w:szCs w:val="28"/>
        </w:rPr>
        <w:t xml:space="preserve">Path down gorge </w:t>
      </w:r>
      <w:r w:rsidR="00B1053F" w:rsidRPr="00A04A28">
        <w:rPr>
          <w:sz w:val="28"/>
          <w:szCs w:val="28"/>
        </w:rPr>
        <w:t>to Wookey Hole then south-east into Wells to bus station at (ST</w:t>
      </w:r>
      <w:r w:rsidR="00F761DB" w:rsidRPr="00A04A28">
        <w:rPr>
          <w:sz w:val="28"/>
          <w:szCs w:val="28"/>
        </w:rPr>
        <w:t> </w:t>
      </w:r>
      <w:r w:rsidR="00B1053F" w:rsidRPr="00A04A28">
        <w:rPr>
          <w:sz w:val="28"/>
          <w:szCs w:val="28"/>
        </w:rPr>
        <w:t>546</w:t>
      </w:r>
      <w:r w:rsidR="00F761DB" w:rsidRPr="00A04A28">
        <w:rPr>
          <w:sz w:val="28"/>
          <w:szCs w:val="28"/>
        </w:rPr>
        <w:t> </w:t>
      </w:r>
      <w:r w:rsidR="00B1053F" w:rsidRPr="00A04A28">
        <w:rPr>
          <w:sz w:val="28"/>
          <w:szCs w:val="28"/>
        </w:rPr>
        <w:t>454)</w:t>
      </w:r>
      <w:r w:rsidR="00F761DB" w:rsidRPr="00A04A28">
        <w:rPr>
          <w:sz w:val="28"/>
          <w:szCs w:val="28"/>
        </w:rPr>
        <w:t>. Return on bus to Weston-Super-Mare.</w:t>
      </w:r>
    </w:p>
    <w:p w:rsidR="00C37147" w:rsidRPr="00DE6E48" w:rsidRDefault="00C37147" w:rsidP="00F761DB">
      <w:pPr>
        <w:pStyle w:val="Heading2"/>
        <w:keepNext w:val="0"/>
        <w:keepLines w:val="0"/>
        <w:widowControl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1F4418">
        <w:rPr>
          <w:rFonts w:eastAsia="Times New Roman"/>
          <w:b w:val="0"/>
        </w:rPr>
        <w:t>Hot and sunny for most of walk. Mainly hazy views, light warm breeze</w:t>
      </w:r>
      <w:r w:rsidR="004654F6">
        <w:rPr>
          <w:rFonts w:eastAsia="Times New Roman"/>
          <w:b w:val="0"/>
        </w:rPr>
        <w:t>. Becoming overcast then steady rain from Dra</w:t>
      </w:r>
      <w:r w:rsidR="00655A18">
        <w:rPr>
          <w:rFonts w:eastAsia="Times New Roman"/>
          <w:b w:val="0"/>
        </w:rPr>
        <w:t>y</w:t>
      </w:r>
      <w:r w:rsidR="004654F6">
        <w:rPr>
          <w:rFonts w:eastAsia="Times New Roman"/>
          <w:b w:val="0"/>
        </w:rPr>
        <w:t>cott</w:t>
      </w:r>
      <w:r w:rsidR="00655A18">
        <w:rPr>
          <w:rFonts w:eastAsia="Times New Roman"/>
          <w:b w:val="0"/>
        </w:rPr>
        <w:t xml:space="preserve"> to Wells.</w:t>
      </w:r>
    </w:p>
    <w:p w:rsidR="00937BF9" w:rsidRPr="00A04A28" w:rsidRDefault="00712ABC" w:rsidP="00A04A28">
      <w:pPr>
        <w:pStyle w:val="Heading2"/>
        <w:keepNext w:val="0"/>
        <w:keepLines w:val="0"/>
        <w:widowControl w:val="0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722719">
        <w:rPr>
          <w:rFonts w:eastAsia="Times New Roman"/>
          <w:b w:val="0"/>
        </w:rPr>
        <w:t xml:space="preserve"> </w:t>
      </w:r>
      <w:r w:rsidR="0078724E">
        <w:rPr>
          <w:b w:val="0"/>
        </w:rPr>
        <w:t xml:space="preserve">Marcus Harling, Nick &amp; Julia Kaye, Andrew Clabon, Mike Evans, Keith Bennet, Roger Blake, Peter Lewis, </w:t>
      </w:r>
      <w:r w:rsidR="00FE3CE8">
        <w:rPr>
          <w:b w:val="0"/>
        </w:rPr>
        <w:t>Chris Coy, Frank Wood, Richard Brooke, Chris &amp; Shirley Hume.</w:t>
      </w:r>
    </w:p>
    <w:sectPr w:rsidR="00937BF9" w:rsidRPr="00A04A28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D62F61"/>
    <w:rsid w:val="0000530C"/>
    <w:rsid w:val="00020B2B"/>
    <w:rsid w:val="00027A26"/>
    <w:rsid w:val="00031278"/>
    <w:rsid w:val="00047CF9"/>
    <w:rsid w:val="0008166F"/>
    <w:rsid w:val="000955A4"/>
    <w:rsid w:val="000D1346"/>
    <w:rsid w:val="000D497A"/>
    <w:rsid w:val="00107197"/>
    <w:rsid w:val="00113B26"/>
    <w:rsid w:val="00173179"/>
    <w:rsid w:val="001763E8"/>
    <w:rsid w:val="00190AC2"/>
    <w:rsid w:val="00191034"/>
    <w:rsid w:val="001F0C94"/>
    <w:rsid w:val="001F4418"/>
    <w:rsid w:val="00230E8F"/>
    <w:rsid w:val="0025551F"/>
    <w:rsid w:val="00270489"/>
    <w:rsid w:val="00290B8A"/>
    <w:rsid w:val="002C2BD8"/>
    <w:rsid w:val="002C50BE"/>
    <w:rsid w:val="00314C74"/>
    <w:rsid w:val="003554D4"/>
    <w:rsid w:val="0036418A"/>
    <w:rsid w:val="003D2E88"/>
    <w:rsid w:val="003F163A"/>
    <w:rsid w:val="00420C9E"/>
    <w:rsid w:val="00454E7E"/>
    <w:rsid w:val="00463A04"/>
    <w:rsid w:val="004654F6"/>
    <w:rsid w:val="00472A9E"/>
    <w:rsid w:val="004B700F"/>
    <w:rsid w:val="00591228"/>
    <w:rsid w:val="005B6634"/>
    <w:rsid w:val="006151AD"/>
    <w:rsid w:val="00655A18"/>
    <w:rsid w:val="00667038"/>
    <w:rsid w:val="00671622"/>
    <w:rsid w:val="00690704"/>
    <w:rsid w:val="00712ABC"/>
    <w:rsid w:val="00722719"/>
    <w:rsid w:val="00756A02"/>
    <w:rsid w:val="0078724E"/>
    <w:rsid w:val="00807640"/>
    <w:rsid w:val="00811B06"/>
    <w:rsid w:val="00812093"/>
    <w:rsid w:val="008431F6"/>
    <w:rsid w:val="008B43FF"/>
    <w:rsid w:val="0091399A"/>
    <w:rsid w:val="00937BF9"/>
    <w:rsid w:val="009F00DC"/>
    <w:rsid w:val="00A04A28"/>
    <w:rsid w:val="00A519DD"/>
    <w:rsid w:val="00AD07B7"/>
    <w:rsid w:val="00B1053F"/>
    <w:rsid w:val="00B52809"/>
    <w:rsid w:val="00B722E7"/>
    <w:rsid w:val="00B83C78"/>
    <w:rsid w:val="00B96E25"/>
    <w:rsid w:val="00BA4152"/>
    <w:rsid w:val="00BD1766"/>
    <w:rsid w:val="00C25707"/>
    <w:rsid w:val="00C37147"/>
    <w:rsid w:val="00C80C67"/>
    <w:rsid w:val="00C868A1"/>
    <w:rsid w:val="00C9305A"/>
    <w:rsid w:val="00CB3DD5"/>
    <w:rsid w:val="00CD3D2F"/>
    <w:rsid w:val="00D006B7"/>
    <w:rsid w:val="00D01AF2"/>
    <w:rsid w:val="00D42071"/>
    <w:rsid w:val="00D62F61"/>
    <w:rsid w:val="00DA36EB"/>
    <w:rsid w:val="00DA47F9"/>
    <w:rsid w:val="00DE6E48"/>
    <w:rsid w:val="00E0139E"/>
    <w:rsid w:val="00E81375"/>
    <w:rsid w:val="00EC6D06"/>
    <w:rsid w:val="00F14E45"/>
    <w:rsid w:val="00F761DB"/>
    <w:rsid w:val="00FC1024"/>
    <w:rsid w:val="00FC701B"/>
    <w:rsid w:val="00FE3CE8"/>
    <w:rsid w:val="00FE6720"/>
    <w:rsid w:val="00FF6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173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3</cp:revision>
  <dcterms:created xsi:type="dcterms:W3CDTF">2023-08-30T15:47:00Z</dcterms:created>
  <dcterms:modified xsi:type="dcterms:W3CDTF">2023-08-30T18:40:00Z</dcterms:modified>
</cp:coreProperties>
</file>