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66F" w:rsidRDefault="000C4BAB" w:rsidP="009B000B">
      <w:pPr>
        <w:pStyle w:val="Heading1"/>
        <w:spacing w:after="240" w:afterAutospacing="0"/>
      </w:pPr>
      <w:r>
        <w:t>South Wales “Seven Peaks” Marathon Walk</w:t>
      </w:r>
    </w:p>
    <w:p w:rsidR="009B000B" w:rsidRPr="00712ABC" w:rsidRDefault="009B000B" w:rsidP="009B000B">
      <w:pPr>
        <w:pStyle w:val="Heading1"/>
        <w:spacing w:before="0" w:beforeAutospacing="0"/>
      </w:pPr>
      <w:r>
        <w:t>(Nick Kaye Special No. 1)</w:t>
      </w:r>
    </w:p>
    <w:p w:rsidR="00C37147" w:rsidRPr="00B96E25" w:rsidRDefault="00C37147" w:rsidP="00B96E25">
      <w:pPr>
        <w:pStyle w:val="Heading2"/>
        <w:tabs>
          <w:tab w:val="left" w:pos="993"/>
        </w:tabs>
        <w:rPr>
          <w:rFonts w:eastAsia="Times New Roman"/>
          <w:b w:val="0"/>
        </w:rPr>
      </w:pPr>
      <w:r>
        <w:rPr>
          <w:rFonts w:eastAsia="Times New Roman"/>
        </w:rPr>
        <w:t>Date:</w:t>
      </w:r>
      <w:r w:rsidR="00B96E25">
        <w:rPr>
          <w:rFonts w:eastAsia="Times New Roman"/>
          <w:b w:val="0"/>
        </w:rPr>
        <w:t xml:space="preserve"> </w:t>
      </w:r>
      <w:r w:rsidR="00B96E25">
        <w:rPr>
          <w:rFonts w:eastAsia="Times New Roman"/>
          <w:b w:val="0"/>
        </w:rPr>
        <w:tab/>
      </w:r>
      <w:r w:rsidR="00B45F0F">
        <w:rPr>
          <w:rFonts w:eastAsia="Times New Roman"/>
          <w:b w:val="0"/>
        </w:rPr>
        <w:t>2</w:t>
      </w:r>
      <w:r w:rsidR="00B45F0F" w:rsidRPr="00DB2BFF">
        <w:rPr>
          <w:rFonts w:eastAsia="Times New Roman"/>
          <w:b w:val="0"/>
        </w:rPr>
        <w:t>nd</w:t>
      </w:r>
      <w:r w:rsidR="00DB2BFF">
        <w:rPr>
          <w:rFonts w:eastAsia="Times New Roman"/>
          <w:b w:val="0"/>
        </w:rPr>
        <w:t>/3rd</w:t>
      </w:r>
      <w:r w:rsidR="00B45F0F">
        <w:rPr>
          <w:rFonts w:eastAsia="Times New Roman"/>
          <w:b w:val="0"/>
        </w:rPr>
        <w:t xml:space="preserve"> February 1985</w:t>
      </w:r>
    </w:p>
    <w:p w:rsidR="00C37147" w:rsidRPr="00B96E25" w:rsidRDefault="00C37147" w:rsidP="00B96E25">
      <w:pPr>
        <w:pStyle w:val="Heading2"/>
        <w:tabs>
          <w:tab w:val="left" w:pos="2552"/>
        </w:tabs>
        <w:rPr>
          <w:rFonts w:eastAsia="Times New Roman"/>
          <w:b w:val="0"/>
        </w:rPr>
      </w:pPr>
      <w:r>
        <w:rPr>
          <w:rFonts w:eastAsia="Times New Roman"/>
        </w:rPr>
        <w:t>Distance/Ascent:</w:t>
      </w:r>
      <w:r w:rsidR="00B96E25">
        <w:rPr>
          <w:rFonts w:eastAsia="Times New Roman"/>
          <w:b w:val="0"/>
        </w:rPr>
        <w:tab/>
      </w:r>
      <w:r w:rsidR="009B000B">
        <w:rPr>
          <w:rFonts w:eastAsia="Times New Roman"/>
          <w:b w:val="0"/>
        </w:rPr>
        <w:t>43.4 miles, 11,145 feet</w:t>
      </w:r>
    </w:p>
    <w:p w:rsidR="0091399A" w:rsidRPr="00B96E25" w:rsidRDefault="0091399A" w:rsidP="00B96E25">
      <w:pPr>
        <w:pStyle w:val="Heading2"/>
        <w:tabs>
          <w:tab w:val="left" w:pos="1418"/>
        </w:tabs>
        <w:rPr>
          <w:b w:val="0"/>
        </w:rPr>
      </w:pPr>
      <w:r>
        <w:t>Leader:</w:t>
      </w:r>
      <w:r w:rsidR="00B96E25">
        <w:rPr>
          <w:b w:val="0"/>
        </w:rPr>
        <w:tab/>
      </w:r>
      <w:r w:rsidR="009B000B">
        <w:rPr>
          <w:b w:val="0"/>
        </w:rPr>
        <w:t>Nick Kaye</w:t>
      </w:r>
    </w:p>
    <w:p w:rsidR="00712ABC" w:rsidRDefault="00712ABC" w:rsidP="00B722E7">
      <w:pPr>
        <w:pStyle w:val="Heading2"/>
        <w:rPr>
          <w:rFonts w:eastAsia="Times New Roman"/>
        </w:rPr>
      </w:pPr>
      <w:r w:rsidRPr="00712ABC">
        <w:rPr>
          <w:rFonts w:eastAsia="Times New Roman"/>
        </w:rPr>
        <w:t>Route Description</w:t>
      </w:r>
      <w:r w:rsidR="00C37147">
        <w:rPr>
          <w:rFonts w:eastAsia="Times New Roman"/>
        </w:rPr>
        <w:t>:</w:t>
      </w:r>
    </w:p>
    <w:p w:rsidR="0091399A" w:rsidRPr="00B96E25" w:rsidRDefault="006F2C1D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Met at Capel-y-ffin Youth Hostel at 9:00pm</w:t>
      </w:r>
      <w:r w:rsidR="00CE505F">
        <w:rPr>
          <w:sz w:val="28"/>
          <w:szCs w:val="28"/>
        </w:rPr>
        <w:t>, Friday evening for food and briefing.</w:t>
      </w:r>
    </w:p>
    <w:p w:rsidR="00290B8A" w:rsidRDefault="00411A55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15 walkers with Marcus Harling in support left </w:t>
      </w:r>
      <w:r w:rsidR="00B106C1">
        <w:rPr>
          <w:sz w:val="28"/>
          <w:szCs w:val="28"/>
        </w:rPr>
        <w:t xml:space="preserve">at 11:30pm </w:t>
      </w:r>
      <w:r>
        <w:rPr>
          <w:sz w:val="28"/>
          <w:szCs w:val="28"/>
        </w:rPr>
        <w:t xml:space="preserve">to drive to Llanddeusant Youth Hostel </w:t>
      </w:r>
      <w:r w:rsidR="00B106C1">
        <w:rPr>
          <w:sz w:val="28"/>
          <w:szCs w:val="28"/>
        </w:rPr>
        <w:t>arriving at 12:45am Saturday</w:t>
      </w:r>
      <w:r w:rsidR="00BD342D">
        <w:rPr>
          <w:sz w:val="28"/>
          <w:szCs w:val="28"/>
        </w:rPr>
        <w:t xml:space="preserve"> morning</w:t>
      </w:r>
      <w:r w:rsidR="00B106C1">
        <w:rPr>
          <w:sz w:val="28"/>
          <w:szCs w:val="28"/>
        </w:rPr>
        <w:t>.</w:t>
      </w:r>
    </w:p>
    <w:p w:rsidR="00DB30E2" w:rsidRDefault="00DB30E2" w:rsidP="0091399A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east past Blaenau then track beside Afon </w:t>
      </w:r>
      <w:r w:rsidR="00B2170E">
        <w:rPr>
          <w:sz w:val="28"/>
          <w:szCs w:val="28"/>
        </w:rPr>
        <w:t>Sawdde</w:t>
      </w:r>
      <w:r w:rsidR="00EA42BE">
        <w:rPr>
          <w:sz w:val="28"/>
          <w:szCs w:val="28"/>
        </w:rPr>
        <w:t xml:space="preserve"> to junction with Afon Sychlwch.</w:t>
      </w:r>
    </w:p>
    <w:p w:rsidR="005A1FB0" w:rsidRDefault="00EA42BE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Followed right bank of Afon Sychlwch </w:t>
      </w:r>
      <w:r w:rsidR="00735472">
        <w:rPr>
          <w:sz w:val="28"/>
          <w:szCs w:val="28"/>
        </w:rPr>
        <w:t xml:space="preserve">to Pant y Bwlch then zig-zag path up to </w:t>
      </w:r>
      <w:r w:rsidR="005A1FB0">
        <w:rPr>
          <w:sz w:val="28"/>
          <w:szCs w:val="28"/>
        </w:rPr>
        <w:t xml:space="preserve">the </w:t>
      </w:r>
      <w:r w:rsidR="00900BED">
        <w:rPr>
          <w:sz w:val="28"/>
          <w:szCs w:val="28"/>
        </w:rPr>
        <w:t xml:space="preserve">col between Bannau Sir Gaer and </w:t>
      </w:r>
      <w:r w:rsidR="00731903">
        <w:rPr>
          <w:sz w:val="28"/>
          <w:szCs w:val="28"/>
        </w:rPr>
        <w:t>Fan</w:t>
      </w:r>
      <w:r w:rsidR="00900BED">
        <w:rPr>
          <w:sz w:val="28"/>
          <w:szCs w:val="28"/>
        </w:rPr>
        <w:t xml:space="preserve"> Br</w:t>
      </w:r>
      <w:r w:rsidR="00731903">
        <w:rPr>
          <w:sz w:val="28"/>
          <w:szCs w:val="28"/>
        </w:rPr>
        <w:t>ycheiniog.</w:t>
      </w:r>
    </w:p>
    <w:p w:rsidR="00731903" w:rsidRDefault="00731903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 w:rsidRPr="005A1FB0">
        <w:rPr>
          <w:sz w:val="28"/>
          <w:szCs w:val="28"/>
        </w:rPr>
        <w:t xml:space="preserve">Uphill to summit </w:t>
      </w:r>
      <w:r w:rsidR="00160B12" w:rsidRPr="005A1FB0">
        <w:rPr>
          <w:sz w:val="28"/>
          <w:szCs w:val="28"/>
        </w:rPr>
        <w:t>of Fan Brycheiniog</w:t>
      </w:r>
      <w:r w:rsidR="005A1FB0">
        <w:rPr>
          <w:sz w:val="28"/>
          <w:szCs w:val="28"/>
        </w:rPr>
        <w:t xml:space="preserve"> (CP1</w:t>
      </w:r>
      <w:r w:rsidR="006B78E5">
        <w:rPr>
          <w:sz w:val="28"/>
          <w:szCs w:val="28"/>
        </w:rPr>
        <w:t xml:space="preserve"> -2635 feet</w:t>
      </w:r>
      <w:r w:rsidR="005A1FB0">
        <w:rPr>
          <w:sz w:val="28"/>
          <w:szCs w:val="28"/>
        </w:rPr>
        <w:t>).</w:t>
      </w:r>
    </w:p>
    <w:p w:rsidR="005A1FB0" w:rsidRDefault="006B78E5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Southwards to Bwlch Giedd</w:t>
      </w:r>
      <w:r w:rsidR="00C92120">
        <w:rPr>
          <w:sz w:val="28"/>
          <w:szCs w:val="28"/>
        </w:rPr>
        <w:t xml:space="preserve"> then east down path to outflow of </w:t>
      </w:r>
      <w:r w:rsidR="007229F2">
        <w:rPr>
          <w:sz w:val="28"/>
          <w:szCs w:val="28"/>
        </w:rPr>
        <w:t>Llyn y</w:t>
      </w:r>
      <w:r w:rsidR="00C92120">
        <w:rPr>
          <w:sz w:val="28"/>
          <w:szCs w:val="28"/>
        </w:rPr>
        <w:t xml:space="preserve"> Fan Fawr.</w:t>
      </w:r>
    </w:p>
    <w:p w:rsidR="00C92120" w:rsidRDefault="00286954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Eastwards downhill, across Afon Tawe</w:t>
      </w:r>
      <w:r w:rsidR="005F777D">
        <w:rPr>
          <w:sz w:val="28"/>
          <w:szCs w:val="28"/>
        </w:rPr>
        <w:t xml:space="preserve"> and up to mountain Road at about (SN 852 211).</w:t>
      </w:r>
    </w:p>
    <w:p w:rsidR="005F777D" w:rsidRDefault="005F777D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up road to (SN </w:t>
      </w:r>
      <w:r w:rsidR="009652FD">
        <w:rPr>
          <w:sz w:val="28"/>
          <w:szCs w:val="28"/>
        </w:rPr>
        <w:t xml:space="preserve">852 215). East uphill </w:t>
      </w:r>
      <w:r w:rsidR="00510D31">
        <w:rPr>
          <w:sz w:val="28"/>
          <w:szCs w:val="28"/>
        </w:rPr>
        <w:t xml:space="preserve">beside fence past standing stone, across ridge and </w:t>
      </w:r>
      <w:r w:rsidR="006E7D46">
        <w:rPr>
          <w:sz w:val="28"/>
          <w:szCs w:val="28"/>
        </w:rPr>
        <w:t xml:space="preserve">round </w:t>
      </w:r>
      <w:r w:rsidR="00510D31">
        <w:rPr>
          <w:sz w:val="28"/>
          <w:szCs w:val="28"/>
        </w:rPr>
        <w:t xml:space="preserve">head of Cwm </w:t>
      </w:r>
      <w:r w:rsidR="006E7D46">
        <w:rPr>
          <w:sz w:val="28"/>
          <w:szCs w:val="28"/>
        </w:rPr>
        <w:t xml:space="preserve">Padest making for </w:t>
      </w:r>
      <w:r w:rsidR="007229F2">
        <w:rPr>
          <w:sz w:val="28"/>
          <w:szCs w:val="28"/>
        </w:rPr>
        <w:t>block of forestry at (SN 876 211).</w:t>
      </w:r>
    </w:p>
    <w:p w:rsidR="003040E6" w:rsidRDefault="003040E6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North-east to stream meeting it at about (SN </w:t>
      </w:r>
      <w:r w:rsidR="002F6D32">
        <w:rPr>
          <w:sz w:val="28"/>
          <w:szCs w:val="28"/>
        </w:rPr>
        <w:t>879 215).</w:t>
      </w:r>
    </w:p>
    <w:p w:rsidR="002F6D32" w:rsidRDefault="00346A7B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 down bank of stream/ravine to shore of Cray Reservoir.</w:t>
      </w:r>
    </w:p>
    <w:p w:rsidR="00346A7B" w:rsidRDefault="00346A7B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along </w:t>
      </w:r>
      <w:r w:rsidR="003D4E35">
        <w:rPr>
          <w:sz w:val="28"/>
          <w:szCs w:val="28"/>
        </w:rPr>
        <w:t>shore of reservoir and across the dam wall to CP2</w:t>
      </w:r>
      <w:r w:rsidR="006F6DFC">
        <w:rPr>
          <w:sz w:val="28"/>
          <w:szCs w:val="28"/>
        </w:rPr>
        <w:t>.</w:t>
      </w:r>
    </w:p>
    <w:p w:rsidR="006F6DFC" w:rsidRDefault="006F6DFC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Driveway to A4067</w:t>
      </w:r>
      <w:r w:rsidR="00454B81">
        <w:rPr>
          <w:sz w:val="28"/>
          <w:szCs w:val="28"/>
        </w:rPr>
        <w:t xml:space="preserve"> then track from Pont Cnewr to mountain road and refreshments </w:t>
      </w:r>
      <w:r w:rsidR="00857CCC">
        <w:rPr>
          <w:sz w:val="28"/>
          <w:szCs w:val="28"/>
        </w:rPr>
        <w:t>with Marcus.</w:t>
      </w:r>
    </w:p>
    <w:p w:rsidR="00857CCC" w:rsidRDefault="00857CCC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Uphill via left bank of Nant Cn</w:t>
      </w:r>
      <w:r w:rsidR="00E1575A">
        <w:rPr>
          <w:sz w:val="28"/>
          <w:szCs w:val="28"/>
        </w:rPr>
        <w:t xml:space="preserve">ewr-fach to forestry track </w:t>
      </w:r>
      <w:r w:rsidR="00725610">
        <w:rPr>
          <w:sz w:val="28"/>
          <w:szCs w:val="28"/>
        </w:rPr>
        <w:t>which was followed south to Bwlch y Duwynt.</w:t>
      </w:r>
    </w:p>
    <w:p w:rsidR="00725610" w:rsidRDefault="00725610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Path south-east </w:t>
      </w:r>
      <w:r w:rsidR="00A713DD">
        <w:rPr>
          <w:sz w:val="28"/>
          <w:szCs w:val="28"/>
        </w:rPr>
        <w:t xml:space="preserve">down to lower col then eastwards beside fence across north slopes </w:t>
      </w:r>
      <w:r w:rsidR="00605874">
        <w:rPr>
          <w:sz w:val="28"/>
          <w:szCs w:val="28"/>
        </w:rPr>
        <w:t xml:space="preserve">of Fan Nedd to mountain road </w:t>
      </w:r>
      <w:r w:rsidR="00AA17CD">
        <w:rPr>
          <w:sz w:val="28"/>
          <w:szCs w:val="28"/>
        </w:rPr>
        <w:t>at Llethr at (SN 923 196)</w:t>
      </w:r>
      <w:r w:rsidR="004030D8">
        <w:rPr>
          <w:sz w:val="28"/>
          <w:szCs w:val="28"/>
        </w:rPr>
        <w:t xml:space="preserve"> (CP3)</w:t>
      </w:r>
      <w:r w:rsidR="00AA17CD">
        <w:rPr>
          <w:sz w:val="28"/>
          <w:szCs w:val="28"/>
        </w:rPr>
        <w:t>.</w:t>
      </w:r>
    </w:p>
    <w:p w:rsidR="004030D8" w:rsidRDefault="004030D8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Eastwards across Bryn Melyn</w:t>
      </w:r>
      <w:r w:rsidR="007946F4">
        <w:rPr>
          <w:sz w:val="28"/>
          <w:szCs w:val="28"/>
        </w:rPr>
        <w:t xml:space="preserve"> and across Cefn Perfedd then descending to Afon </w:t>
      </w:r>
      <w:r w:rsidR="00EA7A1C">
        <w:rPr>
          <w:sz w:val="28"/>
          <w:szCs w:val="28"/>
        </w:rPr>
        <w:t xml:space="preserve">Dringarth crossing it at (SN </w:t>
      </w:r>
      <w:r w:rsidR="005259A2">
        <w:rPr>
          <w:sz w:val="28"/>
          <w:szCs w:val="28"/>
        </w:rPr>
        <w:t>951 197).</w:t>
      </w:r>
    </w:p>
    <w:p w:rsidR="005259A2" w:rsidRDefault="005259A2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up right bank of Nant Mawr</w:t>
      </w:r>
      <w:r w:rsidR="00AA1023">
        <w:rPr>
          <w:sz w:val="28"/>
          <w:szCs w:val="28"/>
        </w:rPr>
        <w:t>, across col and down to Storey Arms (CP4).</w:t>
      </w:r>
    </w:p>
    <w:p w:rsidR="00AA1023" w:rsidRDefault="00AA1023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South-east along A470 </w:t>
      </w:r>
      <w:r w:rsidR="00CC2F67">
        <w:rPr>
          <w:sz w:val="28"/>
          <w:szCs w:val="28"/>
        </w:rPr>
        <w:t>to car park at (SN 988 199) and refreshments with Marcus.</w:t>
      </w:r>
    </w:p>
    <w:p w:rsidR="00CD3CEB" w:rsidRDefault="00CD3CEB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North-eastwards up main path via Bwlch Duwynt to </w:t>
      </w:r>
      <w:r w:rsidR="00CB350B">
        <w:rPr>
          <w:sz w:val="28"/>
          <w:szCs w:val="28"/>
        </w:rPr>
        <w:t>summit of Corn Du (CP5 2863 feet).</w:t>
      </w:r>
    </w:p>
    <w:p w:rsidR="00CD48BC" w:rsidRDefault="003315F3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To Pen y Fan (CP6 2906 feet) then Craig Cwm Sere</w:t>
      </w:r>
      <w:r w:rsidR="00DF3546">
        <w:rPr>
          <w:sz w:val="28"/>
          <w:szCs w:val="28"/>
        </w:rPr>
        <w:t xml:space="preserve"> </w:t>
      </w:r>
      <w:r w:rsidR="006F2191">
        <w:rPr>
          <w:sz w:val="28"/>
          <w:szCs w:val="28"/>
        </w:rPr>
        <w:t xml:space="preserve">to col </w:t>
      </w:r>
      <w:r w:rsidR="00DF3546">
        <w:rPr>
          <w:sz w:val="28"/>
          <w:szCs w:val="28"/>
        </w:rPr>
        <w:t>and Cribyn (CP7 2608 feet)</w:t>
      </w:r>
      <w:r w:rsidR="00B0727C">
        <w:rPr>
          <w:sz w:val="28"/>
          <w:szCs w:val="28"/>
        </w:rPr>
        <w:t>.</w:t>
      </w:r>
    </w:p>
    <w:p w:rsidR="00B0727C" w:rsidRDefault="00B0727C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To Craig Cwm Cynwyn to col. </w:t>
      </w:r>
      <w:r w:rsidR="007676E1">
        <w:rPr>
          <w:sz w:val="28"/>
          <w:szCs w:val="28"/>
        </w:rPr>
        <w:t>South-east up slanting path to Craig Cwmoergwm</w:t>
      </w:r>
      <w:r w:rsidR="00A32713">
        <w:rPr>
          <w:sz w:val="28"/>
          <w:szCs w:val="28"/>
        </w:rPr>
        <w:t xml:space="preserve"> and eastwards around Craig Cwareli</w:t>
      </w:r>
      <w:r w:rsidR="00782B0A">
        <w:rPr>
          <w:sz w:val="28"/>
          <w:szCs w:val="28"/>
        </w:rPr>
        <w:t xml:space="preserve"> to Bwlch y Ddwyallt</w:t>
      </w:r>
      <w:r w:rsidR="002576CD">
        <w:rPr>
          <w:sz w:val="28"/>
          <w:szCs w:val="28"/>
        </w:rPr>
        <w:t>.</w:t>
      </w:r>
    </w:p>
    <w:p w:rsidR="002576CD" w:rsidRDefault="002576CD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North-east uphill to summit of Craig Pwllfa (CP8 </w:t>
      </w:r>
      <w:r w:rsidR="006857D3">
        <w:rPr>
          <w:sz w:val="28"/>
          <w:szCs w:val="28"/>
        </w:rPr>
        <w:t>2504 feet).</w:t>
      </w:r>
    </w:p>
    <w:p w:rsidR="006857D3" w:rsidRDefault="006857D3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North to path then </w:t>
      </w:r>
      <w:r w:rsidR="003C5BA8">
        <w:rPr>
          <w:sz w:val="28"/>
          <w:szCs w:val="28"/>
        </w:rPr>
        <w:t>path north down Gist Wen</w:t>
      </w:r>
      <w:r w:rsidR="00621F1E">
        <w:rPr>
          <w:sz w:val="28"/>
          <w:szCs w:val="28"/>
        </w:rPr>
        <w:t xml:space="preserve"> finally descending via path and track past Tir-Hir </w:t>
      </w:r>
      <w:r w:rsidR="00365C5C">
        <w:rPr>
          <w:sz w:val="28"/>
          <w:szCs w:val="28"/>
        </w:rPr>
        <w:t>to minor road at Tregaer farm.</w:t>
      </w:r>
    </w:p>
    <w:p w:rsidR="00365C5C" w:rsidRDefault="00BA5DD6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Road north-east into Llanfrynach </w:t>
      </w:r>
      <w:r w:rsidR="00433959">
        <w:rPr>
          <w:sz w:val="28"/>
          <w:szCs w:val="28"/>
        </w:rPr>
        <w:t>to meet support party</w:t>
      </w:r>
      <w:r w:rsidR="000C700F">
        <w:rPr>
          <w:sz w:val="28"/>
          <w:szCs w:val="28"/>
        </w:rPr>
        <w:t xml:space="preserve"> by the church</w:t>
      </w:r>
      <w:r w:rsidR="00433959">
        <w:rPr>
          <w:sz w:val="28"/>
          <w:szCs w:val="28"/>
        </w:rPr>
        <w:t xml:space="preserve"> </w:t>
      </w:r>
      <w:r w:rsidR="00CF2D6A">
        <w:rPr>
          <w:sz w:val="28"/>
          <w:szCs w:val="28"/>
        </w:rPr>
        <w:t>(Marcus, Nick Gould and Antonia with soup and other goodies)</w:t>
      </w:r>
      <w:r w:rsidR="00433959">
        <w:rPr>
          <w:sz w:val="28"/>
          <w:szCs w:val="28"/>
        </w:rPr>
        <w:t>.</w:t>
      </w:r>
    </w:p>
    <w:p w:rsidR="000C700F" w:rsidRDefault="000C700F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 north to B4558</w:t>
      </w:r>
      <w:r w:rsidR="00367E57">
        <w:rPr>
          <w:sz w:val="28"/>
          <w:szCs w:val="28"/>
        </w:rPr>
        <w:t xml:space="preserve"> and on to Usk Bridge (CP9)</w:t>
      </w:r>
      <w:r w:rsidR="00B94316">
        <w:rPr>
          <w:sz w:val="28"/>
          <w:szCs w:val="28"/>
        </w:rPr>
        <w:t>.</w:t>
      </w:r>
    </w:p>
    <w:p w:rsidR="00B94316" w:rsidRDefault="000253CD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Roads via Llanfihangel Tal-y-l</w:t>
      </w:r>
      <w:r w:rsidR="00B94316">
        <w:rPr>
          <w:sz w:val="28"/>
          <w:szCs w:val="28"/>
        </w:rPr>
        <w:t>lyn</w:t>
      </w:r>
      <w:r w:rsidR="00452D54">
        <w:rPr>
          <w:sz w:val="28"/>
          <w:szCs w:val="28"/>
        </w:rPr>
        <w:t>, crossing B4560 to Heol-y-C</w:t>
      </w:r>
      <w:r>
        <w:rPr>
          <w:sz w:val="28"/>
          <w:szCs w:val="28"/>
        </w:rPr>
        <w:t>efn</w:t>
      </w:r>
      <w:r w:rsidR="00BE2942">
        <w:rPr>
          <w:sz w:val="28"/>
          <w:szCs w:val="28"/>
        </w:rPr>
        <w:t>.</w:t>
      </w:r>
    </w:p>
    <w:p w:rsidR="00BE2942" w:rsidRDefault="00BE2942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Track, road then bridle track to Pengenffordd</w:t>
      </w:r>
      <w:r w:rsidR="00765D8D">
        <w:rPr>
          <w:sz w:val="28"/>
          <w:szCs w:val="28"/>
        </w:rPr>
        <w:t xml:space="preserve"> (CP10) and support party (Marcus, Nick Gould and Antonia)</w:t>
      </w:r>
      <w:r w:rsidR="00FB7613">
        <w:rPr>
          <w:sz w:val="28"/>
          <w:szCs w:val="28"/>
        </w:rPr>
        <w:t>.</w:t>
      </w:r>
    </w:p>
    <w:p w:rsidR="00500B0C" w:rsidRDefault="00FB7613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Track north-east past Dinas farm </w:t>
      </w:r>
      <w:r w:rsidR="00D67451">
        <w:rPr>
          <w:sz w:val="28"/>
          <w:szCs w:val="28"/>
        </w:rPr>
        <w:t>then slanting path uphill on north side of Y Grib.</w:t>
      </w:r>
    </w:p>
    <w:p w:rsidR="00FB7613" w:rsidRDefault="00E0656B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Then taking a rising line </w:t>
      </w:r>
      <w:r w:rsidR="00E724BF">
        <w:rPr>
          <w:sz w:val="28"/>
          <w:szCs w:val="28"/>
        </w:rPr>
        <w:t>up south side of Pen y Manllwyn</w:t>
      </w:r>
      <w:r w:rsidR="00500B0C">
        <w:rPr>
          <w:sz w:val="28"/>
          <w:szCs w:val="28"/>
        </w:rPr>
        <w:t xml:space="preserve"> to main ridge path.</w:t>
      </w:r>
    </w:p>
    <w:p w:rsidR="00500B0C" w:rsidRDefault="00500B0C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Path southwards to summit of Waun Fach (CP11 2660 feet)</w:t>
      </w:r>
      <w:r w:rsidR="00D629FF">
        <w:rPr>
          <w:sz w:val="28"/>
          <w:szCs w:val="28"/>
        </w:rPr>
        <w:t>.</w:t>
      </w:r>
    </w:p>
    <w:p w:rsidR="00D629FF" w:rsidRDefault="00D629FF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Ridge path south-eastwards to summit of Pen y Gadair Fawr</w:t>
      </w:r>
      <w:r w:rsidR="00AE4A7C">
        <w:rPr>
          <w:sz w:val="28"/>
          <w:szCs w:val="28"/>
        </w:rPr>
        <w:t xml:space="preserve"> (CP12 2624 feet).</w:t>
      </w:r>
    </w:p>
    <w:p w:rsidR="00AE4A7C" w:rsidRDefault="001B0C6A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Descend north-east to cross Grwyne Fawr river </w:t>
      </w:r>
      <w:r w:rsidR="00855A74">
        <w:rPr>
          <w:sz w:val="28"/>
          <w:szCs w:val="28"/>
        </w:rPr>
        <w:t>at (SO 244 295).</w:t>
      </w:r>
    </w:p>
    <w:p w:rsidR="0000607D" w:rsidRDefault="00170F9F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Uphill north-east crossing Chwarel  y Fan </w:t>
      </w:r>
      <w:r w:rsidR="00034245">
        <w:rPr>
          <w:sz w:val="28"/>
          <w:szCs w:val="28"/>
        </w:rPr>
        <w:t>ri</w:t>
      </w:r>
      <w:r>
        <w:rPr>
          <w:sz w:val="28"/>
          <w:szCs w:val="28"/>
        </w:rPr>
        <w:t>dge</w:t>
      </w:r>
      <w:r w:rsidR="00034245">
        <w:rPr>
          <w:sz w:val="28"/>
          <w:szCs w:val="28"/>
        </w:rPr>
        <w:t xml:space="preserve"> near Blacksmith’</w:t>
      </w:r>
      <w:r w:rsidR="0000607D">
        <w:rPr>
          <w:sz w:val="28"/>
          <w:szCs w:val="28"/>
        </w:rPr>
        <w:t>s Anvil</w:t>
      </w:r>
    </w:p>
    <w:p w:rsidR="00855A74" w:rsidRDefault="0000607D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>D</w:t>
      </w:r>
      <w:r w:rsidR="00034245">
        <w:rPr>
          <w:sz w:val="28"/>
          <w:szCs w:val="28"/>
        </w:rPr>
        <w:t>escend north-eastwards</w:t>
      </w:r>
      <w:r w:rsidR="00CF4414">
        <w:rPr>
          <w:sz w:val="28"/>
          <w:szCs w:val="28"/>
        </w:rPr>
        <w:t xml:space="preserve"> again to pick up path descending through crags of Tarren yr Esgob </w:t>
      </w:r>
      <w:r w:rsidR="006A3212">
        <w:rPr>
          <w:sz w:val="28"/>
          <w:szCs w:val="28"/>
        </w:rPr>
        <w:t>past The Monastery.</w:t>
      </w:r>
    </w:p>
    <w:p w:rsidR="0000607D" w:rsidRDefault="0000607D" w:rsidP="005A1FB0">
      <w:pPr>
        <w:pStyle w:val="ListParagraph"/>
        <w:numPr>
          <w:ilvl w:val="0"/>
          <w:numId w:val="2"/>
        </w:num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Lane east to </w:t>
      </w:r>
      <w:r w:rsidR="001E3DFA">
        <w:rPr>
          <w:sz w:val="28"/>
          <w:szCs w:val="28"/>
        </w:rPr>
        <w:t xml:space="preserve">road and Capel-y-ffin village then road north to Capel-y-ffin </w:t>
      </w:r>
      <w:r w:rsidR="004805D8">
        <w:rPr>
          <w:sz w:val="28"/>
          <w:szCs w:val="28"/>
        </w:rPr>
        <w:t>Youth Hostel and finish.</w:t>
      </w:r>
    </w:p>
    <w:p w:rsidR="00D362F1" w:rsidRPr="005A1FB0" w:rsidRDefault="00D362F1" w:rsidP="00A403A8"/>
    <w:tbl>
      <w:tblPr>
        <w:tblW w:w="9971" w:type="dxa"/>
        <w:tblInd w:w="93" w:type="dxa"/>
        <w:tblLook w:val="04A0"/>
      </w:tblPr>
      <w:tblGrid>
        <w:gridCol w:w="3639"/>
        <w:gridCol w:w="2089"/>
        <w:gridCol w:w="925"/>
        <w:gridCol w:w="925"/>
        <w:gridCol w:w="1239"/>
        <w:gridCol w:w="1154"/>
      </w:tblGrid>
      <w:tr w:rsidR="00A403A8" w:rsidRPr="00A403A8" w:rsidTr="00874122">
        <w:trPr>
          <w:trHeight w:val="350"/>
        </w:trPr>
        <w:tc>
          <w:tcPr>
            <w:tcW w:w="3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Checkpoint</w:t>
            </w:r>
          </w:p>
        </w:tc>
        <w:tc>
          <w:tcPr>
            <w:tcW w:w="393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Time</w:t>
            </w:r>
          </w:p>
        </w:tc>
        <w:tc>
          <w:tcPr>
            <w:tcW w:w="23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Distance (miles)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Clock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Stage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Stage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03A8">
              <w:rPr>
                <w:rFonts w:ascii="Calibri" w:eastAsia="Times New Roman" w:hAnsi="Calibri" w:cs="Calibri"/>
                <w:b/>
                <w:bCs/>
                <w:color w:val="000000"/>
                <w:sz w:val="22"/>
              </w:rPr>
              <w:t>Total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Llandeusant YH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00:55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-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-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0.0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Bannau Brycheiniog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02:25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4.1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4.1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Cray Reservoir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04:21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01:56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03:26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4.6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8.7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Llethr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05:48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01:27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04:53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3.9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12.6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Storey Arms (breakfast)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07:25 - 08:00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01:37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06:30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3.9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16.5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Corn Du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08:53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00:53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07:58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1.9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18.4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Pen y Fan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09:01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00:08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08:06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0.4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18.8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Cribyn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09:24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00:23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08:29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0.8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19.6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Craig Pwllfa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10:31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01:07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09:36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3.4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23.0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Llanfrynach (lunch)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11:51 - 12:25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10:56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-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-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Usk Bridge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12:41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00:16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11:46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28.0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Pengenffordd (afternoon tea)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14:30 - 14:54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01:49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13:35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7.5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35.5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Waun Fach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16:29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01:35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15:34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3.7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39.2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 xml:space="preserve">Pen y </w:t>
            </w:r>
            <w:proofErr w:type="spellStart"/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Gedair</w:t>
            </w:r>
            <w:proofErr w:type="spellEnd"/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 xml:space="preserve"> Fawr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16:59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00:30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16:04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1.1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40.3</w:t>
            </w:r>
          </w:p>
        </w:tc>
      </w:tr>
      <w:tr w:rsidR="00A403A8" w:rsidRPr="00A403A8" w:rsidTr="00874122">
        <w:trPr>
          <w:trHeight w:val="350"/>
        </w:trPr>
        <w:tc>
          <w:tcPr>
            <w:tcW w:w="36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Capel y ffin YH</w:t>
            </w:r>
          </w:p>
        </w:tc>
        <w:tc>
          <w:tcPr>
            <w:tcW w:w="20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19:04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02:05</w:t>
            </w:r>
          </w:p>
        </w:tc>
        <w:tc>
          <w:tcPr>
            <w:tcW w:w="9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18:09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4.2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03A8" w:rsidRPr="00A403A8" w:rsidRDefault="00A403A8" w:rsidP="00A40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403A8">
              <w:rPr>
                <w:rFonts w:ascii="Calibri" w:eastAsia="Times New Roman" w:hAnsi="Calibri" w:cs="Calibri"/>
                <w:color w:val="000000"/>
                <w:sz w:val="22"/>
              </w:rPr>
              <w:t>44.5</w:t>
            </w:r>
          </w:p>
        </w:tc>
      </w:tr>
    </w:tbl>
    <w:p w:rsidR="00A403A8" w:rsidRPr="00A403A8" w:rsidRDefault="00A403A8" w:rsidP="00A403A8"/>
    <w:p w:rsidR="00B165BA" w:rsidRPr="00DE6E48" w:rsidRDefault="00F2429F" w:rsidP="00A403A8">
      <w:pPr>
        <w:pStyle w:val="Heading2"/>
        <w:tabs>
          <w:tab w:val="left" w:pos="1418"/>
        </w:tabs>
        <w:rPr>
          <w:rFonts w:eastAsia="Times New Roman"/>
          <w:b w:val="0"/>
        </w:rPr>
      </w:pPr>
      <w:r w:rsidRPr="00712ABC">
        <w:rPr>
          <w:rFonts w:eastAsia="Times New Roman"/>
        </w:rPr>
        <w:lastRenderedPageBreak/>
        <w:t xml:space="preserve"> </w:t>
      </w:r>
      <w:r w:rsidR="00C37147" w:rsidRPr="00712ABC">
        <w:rPr>
          <w:rFonts w:eastAsia="Times New Roman"/>
        </w:rPr>
        <w:t>Weather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E504B3">
        <w:rPr>
          <w:rFonts w:eastAsia="Times New Roman"/>
          <w:b w:val="0"/>
        </w:rPr>
        <w:t xml:space="preserve">Very mild night for the time of year with all-over </w:t>
      </w:r>
      <w:r w:rsidR="000139A6">
        <w:rPr>
          <w:rFonts w:eastAsia="Times New Roman"/>
          <w:b w:val="0"/>
        </w:rPr>
        <w:t xml:space="preserve">thin cloud covering and full moon making it quite light. Stiff cold wind on </w:t>
      </w:r>
      <w:r w:rsidR="00485B46">
        <w:rPr>
          <w:rFonts w:eastAsia="Times New Roman"/>
          <w:b w:val="0"/>
        </w:rPr>
        <w:t xml:space="preserve">Bannau Brycheiniog – jerseys only required for rest of night. Sunny all day with very strong wind </w:t>
      </w:r>
      <w:r w:rsidR="00AE3077">
        <w:rPr>
          <w:rFonts w:eastAsia="Times New Roman"/>
          <w:b w:val="0"/>
        </w:rPr>
        <w:t>on Beacon’s ridges and tops. Mist on Corn Du and Pen y Fan. Warm sunny afternoon</w:t>
      </w:r>
      <w:r w:rsidR="00A32E5D">
        <w:rPr>
          <w:rFonts w:eastAsia="Times New Roman"/>
          <w:b w:val="0"/>
        </w:rPr>
        <w:t xml:space="preserve"> – mild evening but cold wind, cloud and some light rain on Waun Fach</w:t>
      </w:r>
      <w:r w:rsidR="00874192">
        <w:rPr>
          <w:rFonts w:eastAsia="Times New Roman"/>
          <w:b w:val="0"/>
        </w:rPr>
        <w:t xml:space="preserve"> and Pen y Gadair Fawr. Good views all day. Excellent </w:t>
      </w:r>
      <w:r w:rsidR="00B11782">
        <w:rPr>
          <w:rFonts w:eastAsia="Times New Roman"/>
          <w:b w:val="0"/>
        </w:rPr>
        <w:t>company, excellent walk.</w:t>
      </w:r>
    </w:p>
    <w:p w:rsidR="00E07C68" w:rsidRDefault="00712ABC" w:rsidP="00F2429F">
      <w:pPr>
        <w:pStyle w:val="Heading2"/>
        <w:tabs>
          <w:tab w:val="left" w:pos="1843"/>
        </w:tabs>
        <w:rPr>
          <w:rFonts w:eastAsia="Times New Roman"/>
          <w:b w:val="0"/>
        </w:rPr>
      </w:pPr>
      <w:r w:rsidRPr="00712ABC">
        <w:rPr>
          <w:rFonts w:eastAsia="Times New Roman"/>
        </w:rPr>
        <w:t>Participants</w:t>
      </w:r>
      <w:r w:rsidR="0091399A">
        <w:rPr>
          <w:rFonts w:eastAsia="Times New Roman"/>
        </w:rPr>
        <w:t>:</w:t>
      </w:r>
      <w:r w:rsidR="00DE6E48">
        <w:rPr>
          <w:rFonts w:eastAsia="Times New Roman"/>
          <w:b w:val="0"/>
        </w:rPr>
        <w:tab/>
      </w:r>
      <w:r w:rsidR="00C26F1D">
        <w:rPr>
          <w:rFonts w:eastAsia="Times New Roman"/>
          <w:b w:val="0"/>
        </w:rPr>
        <w:t xml:space="preserve">Nick and Julia Kaye, Frank Wood, Clive Marchant, Gerry Jackson (dropped out at </w:t>
      </w:r>
      <w:r w:rsidR="00EB0779">
        <w:rPr>
          <w:rFonts w:eastAsia="Times New Roman"/>
          <w:b w:val="0"/>
        </w:rPr>
        <w:t>Storey Arms</w:t>
      </w:r>
      <w:r w:rsidR="00874192">
        <w:rPr>
          <w:rFonts w:eastAsia="Times New Roman"/>
          <w:b w:val="0"/>
        </w:rPr>
        <w:t xml:space="preserve"> feeling unwell</w:t>
      </w:r>
      <w:r w:rsidR="00EB0779">
        <w:rPr>
          <w:rFonts w:eastAsia="Times New Roman"/>
          <w:b w:val="0"/>
        </w:rPr>
        <w:t xml:space="preserve">), Chris Coy, Tony Rowley, Richard Dixon, Shirley and Chris Hume, </w:t>
      </w:r>
      <w:r w:rsidR="003F0EFB">
        <w:rPr>
          <w:rFonts w:eastAsia="Times New Roman"/>
          <w:b w:val="0"/>
        </w:rPr>
        <w:t>David Smith</w:t>
      </w:r>
      <w:r w:rsidR="00FD70C2">
        <w:rPr>
          <w:rFonts w:eastAsia="Times New Roman"/>
          <w:b w:val="0"/>
        </w:rPr>
        <w:t xml:space="preserve"> (1)</w:t>
      </w:r>
      <w:r w:rsidR="003F0EFB">
        <w:rPr>
          <w:rFonts w:eastAsia="Times New Roman"/>
          <w:b w:val="0"/>
        </w:rPr>
        <w:t xml:space="preserve">, David Smith </w:t>
      </w:r>
      <w:r w:rsidR="00FD70C2">
        <w:rPr>
          <w:rFonts w:eastAsia="Times New Roman"/>
          <w:b w:val="0"/>
        </w:rPr>
        <w:t>(</w:t>
      </w:r>
      <w:r w:rsidR="003F0EFB">
        <w:rPr>
          <w:rFonts w:eastAsia="Times New Roman"/>
          <w:b w:val="0"/>
        </w:rPr>
        <w:t>2</w:t>
      </w:r>
      <w:r w:rsidR="00FD70C2">
        <w:rPr>
          <w:rFonts w:eastAsia="Times New Roman"/>
          <w:b w:val="0"/>
        </w:rPr>
        <w:t>)</w:t>
      </w:r>
      <w:r w:rsidR="003F0EFB">
        <w:rPr>
          <w:rFonts w:eastAsia="Times New Roman"/>
          <w:b w:val="0"/>
        </w:rPr>
        <w:t>, Ken an</w:t>
      </w:r>
      <w:r w:rsidR="00F2429F">
        <w:rPr>
          <w:rFonts w:eastAsia="Times New Roman"/>
          <w:b w:val="0"/>
        </w:rPr>
        <w:t>d Isabel Falconer, Richard Brook</w:t>
      </w:r>
      <w:r w:rsidR="00697BFD">
        <w:rPr>
          <w:rFonts w:eastAsia="Times New Roman"/>
          <w:b w:val="0"/>
        </w:rPr>
        <w:t xml:space="preserve"> (15 in </w:t>
      </w:r>
      <w:r w:rsidR="00FD70C2">
        <w:rPr>
          <w:rFonts w:eastAsia="Times New Roman"/>
          <w:b w:val="0"/>
        </w:rPr>
        <w:t>total)</w:t>
      </w:r>
      <w:r w:rsidR="00697BFD">
        <w:rPr>
          <w:rFonts w:eastAsia="Times New Roman"/>
          <w:b w:val="0"/>
        </w:rPr>
        <w:t>.</w:t>
      </w:r>
    </w:p>
    <w:p w:rsidR="00D54BC6" w:rsidRPr="00FE7934" w:rsidRDefault="00FE7934" w:rsidP="00FE7934">
      <w:pPr>
        <w:pStyle w:val="Heading2"/>
        <w:tabs>
          <w:tab w:val="left" w:pos="2127"/>
        </w:tabs>
        <w:rPr>
          <w:b w:val="0"/>
        </w:rPr>
      </w:pPr>
      <w:r>
        <w:t>Support Party:</w:t>
      </w:r>
      <w:r w:rsidRPr="00FE7934">
        <w:rPr>
          <w:b w:val="0"/>
        </w:rPr>
        <w:tab/>
        <w:t xml:space="preserve">Marcus Harling </w:t>
      </w:r>
      <w:r>
        <w:rPr>
          <w:b w:val="0"/>
        </w:rPr>
        <w:t xml:space="preserve">at Cray Reservoir, Storey Arms, </w:t>
      </w:r>
      <w:r w:rsidR="00FF324B">
        <w:rPr>
          <w:b w:val="0"/>
        </w:rPr>
        <w:t>Llanfrynach, Pengenffordd plus Llandeusant and Capel-y-ffin Youth Hostels.</w:t>
      </w:r>
      <w:r w:rsidR="00E97A0D">
        <w:rPr>
          <w:b w:val="0"/>
        </w:rPr>
        <w:t xml:space="preserve"> Nick </w:t>
      </w:r>
      <w:r w:rsidR="009C428B">
        <w:rPr>
          <w:b w:val="0"/>
        </w:rPr>
        <w:t>Gould and</w:t>
      </w:r>
      <w:r w:rsidR="00E97A0D">
        <w:rPr>
          <w:b w:val="0"/>
        </w:rPr>
        <w:t xml:space="preserve"> Antonia at Llanfrynach and Pengenffordd.</w:t>
      </w:r>
    </w:p>
    <w:p w:rsidR="00760D3C" w:rsidRPr="00D4440F" w:rsidRDefault="009C428B" w:rsidP="00697BFD">
      <w:pPr>
        <w:pStyle w:val="Heading2"/>
        <w:rPr>
          <w:rFonts w:eastAsia="Times New Roman"/>
        </w:rPr>
      </w:pPr>
      <w:r>
        <w:rPr>
          <w:rFonts w:eastAsia="Times New Roman"/>
        </w:rPr>
        <w:t>Overall</w:t>
      </w:r>
      <w:r w:rsidR="00D4440F">
        <w:rPr>
          <w:rFonts w:eastAsia="Times New Roman"/>
        </w:rPr>
        <w:t xml:space="preserve">: </w:t>
      </w:r>
      <w:r w:rsidR="00D4440F" w:rsidRPr="00D4440F">
        <w:rPr>
          <w:rFonts w:eastAsia="Times New Roman"/>
        </w:rPr>
        <w:tab/>
      </w:r>
      <w:r w:rsidR="00256558" w:rsidRPr="00256558">
        <w:rPr>
          <w:rFonts w:eastAsia="Times New Roman"/>
          <w:b w:val="0"/>
        </w:rPr>
        <w:t xml:space="preserve">The </w:t>
      </w:r>
      <w:r w:rsidR="00256558" w:rsidRPr="00256558">
        <w:rPr>
          <w:b w:val="0"/>
        </w:rPr>
        <w:t>South Wales Seven Peaks Marathon Walk</w:t>
      </w:r>
      <w:r w:rsidR="00256558">
        <w:rPr>
          <w:rFonts w:eastAsia="Times New Roman"/>
          <w:b w:val="0"/>
        </w:rPr>
        <w:t xml:space="preserve"> was an event organised by Cardiff YHA</w:t>
      </w:r>
      <w:r w:rsidR="00555A68">
        <w:rPr>
          <w:rFonts w:eastAsia="Times New Roman"/>
          <w:b w:val="0"/>
        </w:rPr>
        <w:t>.</w:t>
      </w:r>
      <w:r w:rsidR="00256558" w:rsidRPr="00111BE6">
        <w:rPr>
          <w:rFonts w:eastAsia="Times New Roman"/>
          <w:b w:val="0"/>
        </w:rPr>
        <w:t xml:space="preserve"> </w:t>
      </w:r>
      <w:r w:rsidR="00D4440F" w:rsidRPr="00111BE6">
        <w:rPr>
          <w:rFonts w:eastAsia="Times New Roman"/>
          <w:b w:val="0"/>
        </w:rPr>
        <w:t xml:space="preserve">This was the second ever winter crossing </w:t>
      </w:r>
      <w:r w:rsidR="00597ED1" w:rsidRPr="00111BE6">
        <w:rPr>
          <w:rFonts w:eastAsia="Times New Roman"/>
          <w:b w:val="0"/>
        </w:rPr>
        <w:t xml:space="preserve">of the route, the previous crossing was also from Llandeusant </w:t>
      </w:r>
      <w:r w:rsidR="00232E44">
        <w:rPr>
          <w:rFonts w:eastAsia="Times New Roman"/>
          <w:b w:val="0"/>
        </w:rPr>
        <w:t xml:space="preserve">Youth Hostel </w:t>
      </w:r>
      <w:r w:rsidR="00597ED1" w:rsidRPr="00111BE6">
        <w:rPr>
          <w:rFonts w:eastAsia="Times New Roman"/>
          <w:b w:val="0"/>
        </w:rPr>
        <w:t>to Capel-y-ffin</w:t>
      </w:r>
      <w:r w:rsidR="00FD70C2" w:rsidRPr="00111BE6">
        <w:rPr>
          <w:rFonts w:eastAsia="Times New Roman"/>
          <w:b w:val="0"/>
        </w:rPr>
        <w:t xml:space="preserve"> </w:t>
      </w:r>
      <w:r w:rsidR="00232E44">
        <w:rPr>
          <w:rFonts w:eastAsia="Times New Roman"/>
          <w:b w:val="0"/>
        </w:rPr>
        <w:t xml:space="preserve">Youth Hostel </w:t>
      </w:r>
      <w:r w:rsidR="00FD70C2" w:rsidRPr="00111BE6">
        <w:rPr>
          <w:rFonts w:eastAsia="Times New Roman"/>
          <w:b w:val="0"/>
        </w:rPr>
        <w:t>by a party of six</w:t>
      </w:r>
      <w:r w:rsidR="00080DE3" w:rsidRPr="00111BE6">
        <w:rPr>
          <w:rFonts w:eastAsia="Times New Roman"/>
          <w:b w:val="0"/>
        </w:rPr>
        <w:t>, three of whom dropped out.</w:t>
      </w:r>
    </w:p>
    <w:sectPr w:rsidR="00760D3C" w:rsidRPr="00D4440F" w:rsidSect="00D23D2A">
      <w:footerReference w:type="default" r:id="rId7"/>
      <w:pgSz w:w="11906" w:h="16838"/>
      <w:pgMar w:top="720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55F" w:rsidRDefault="00A8155F" w:rsidP="009B1259">
      <w:pPr>
        <w:spacing w:after="0" w:line="240" w:lineRule="auto"/>
      </w:pPr>
      <w:r>
        <w:separator/>
      </w:r>
    </w:p>
  </w:endnote>
  <w:endnote w:type="continuationSeparator" w:id="0">
    <w:p w:rsidR="00A8155F" w:rsidRDefault="00A8155F" w:rsidP="009B12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259" w:rsidRDefault="009B1259">
    <w:pPr>
      <w:pStyle w:val="Footer"/>
    </w:pPr>
    <w:r>
      <w:ptab w:relativeTo="margin" w:alignment="center" w:leader="none"/>
    </w:r>
    <w:r>
      <w:t xml:space="preserve">Page </w:t>
    </w:r>
    <w:fldSimple w:instr=" PAGE  \* Arabic  \* MERGEFORMAT ">
      <w:r w:rsidR="00DB2BFF">
        <w:rPr>
          <w:noProof/>
        </w:rPr>
        <w:t>1</w:t>
      </w:r>
    </w:fldSimple>
    <w:r>
      <w:t xml:space="preserve"> of </w:t>
    </w:r>
    <w:fldSimple w:instr=" NUMPAGES   \* MERGEFORMAT ">
      <w:r w:rsidR="00DB2BFF">
        <w:rPr>
          <w:noProof/>
        </w:rPr>
        <w:t>3</w:t>
      </w:r>
    </w:fldSimple>
    <w:r>
      <w:ptab w:relativeTo="margin" w:alignment="right" w:leader="none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55F" w:rsidRDefault="00A8155F" w:rsidP="009B1259">
      <w:pPr>
        <w:spacing w:after="0" w:line="240" w:lineRule="auto"/>
      </w:pPr>
      <w:r>
        <w:separator/>
      </w:r>
    </w:p>
  </w:footnote>
  <w:footnote w:type="continuationSeparator" w:id="0">
    <w:p w:rsidR="00A8155F" w:rsidRDefault="00A8155F" w:rsidP="009B12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01999"/>
    <w:multiLevelType w:val="multilevel"/>
    <w:tmpl w:val="86A4EC70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abstractNum w:abstractNumId="1">
    <w:nsid w:val="2A16404A"/>
    <w:multiLevelType w:val="multilevel"/>
    <w:tmpl w:val="D8E436B6"/>
    <w:styleLink w:val="Headings"/>
    <w:lvl w:ilvl="0">
      <w:start w:val="1"/>
      <w:numFmt w:val="decimal"/>
      <w:lvlText w:val="%1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0" w:hanging="3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4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" w:hanging="3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4BAB"/>
    <w:rsid w:val="0000607D"/>
    <w:rsid w:val="000139A6"/>
    <w:rsid w:val="00021702"/>
    <w:rsid w:val="000253CD"/>
    <w:rsid w:val="00034245"/>
    <w:rsid w:val="00080DE3"/>
    <w:rsid w:val="0008166F"/>
    <w:rsid w:val="0008189C"/>
    <w:rsid w:val="000B3057"/>
    <w:rsid w:val="000C4BAB"/>
    <w:rsid w:val="000C700F"/>
    <w:rsid w:val="000D1346"/>
    <w:rsid w:val="000D497A"/>
    <w:rsid w:val="00107197"/>
    <w:rsid w:val="00111BE6"/>
    <w:rsid w:val="00160B12"/>
    <w:rsid w:val="00170F9F"/>
    <w:rsid w:val="001763E8"/>
    <w:rsid w:val="00191034"/>
    <w:rsid w:val="001B0C6A"/>
    <w:rsid w:val="001B1732"/>
    <w:rsid w:val="001E3DFA"/>
    <w:rsid w:val="001F0C94"/>
    <w:rsid w:val="00232E44"/>
    <w:rsid w:val="00256558"/>
    <w:rsid w:val="002576CD"/>
    <w:rsid w:val="00270489"/>
    <w:rsid w:val="00286954"/>
    <w:rsid w:val="00290B8A"/>
    <w:rsid w:val="002C2BD8"/>
    <w:rsid w:val="002C50BE"/>
    <w:rsid w:val="002F6D32"/>
    <w:rsid w:val="003040E6"/>
    <w:rsid w:val="003315F3"/>
    <w:rsid w:val="00346A7B"/>
    <w:rsid w:val="00352AB4"/>
    <w:rsid w:val="003554D4"/>
    <w:rsid w:val="00365C5C"/>
    <w:rsid w:val="00367E57"/>
    <w:rsid w:val="003C5BA8"/>
    <w:rsid w:val="003D4E35"/>
    <w:rsid w:val="003F0EFB"/>
    <w:rsid w:val="004030D8"/>
    <w:rsid w:val="00411A55"/>
    <w:rsid w:val="00433959"/>
    <w:rsid w:val="00452D54"/>
    <w:rsid w:val="00454B81"/>
    <w:rsid w:val="004805D8"/>
    <w:rsid w:val="00485B46"/>
    <w:rsid w:val="004B4582"/>
    <w:rsid w:val="00500B0C"/>
    <w:rsid w:val="00510D31"/>
    <w:rsid w:val="005259A2"/>
    <w:rsid w:val="00555A68"/>
    <w:rsid w:val="00564919"/>
    <w:rsid w:val="00596A4B"/>
    <w:rsid w:val="00597ED1"/>
    <w:rsid w:val="005A1FB0"/>
    <w:rsid w:val="005F777D"/>
    <w:rsid w:val="00605874"/>
    <w:rsid w:val="00621F1E"/>
    <w:rsid w:val="006857D3"/>
    <w:rsid w:val="00697BFD"/>
    <w:rsid w:val="006A3212"/>
    <w:rsid w:val="006B78E5"/>
    <w:rsid w:val="006E7D46"/>
    <w:rsid w:val="006F2191"/>
    <w:rsid w:val="006F2C1D"/>
    <w:rsid w:val="006F6DFC"/>
    <w:rsid w:val="00712ABC"/>
    <w:rsid w:val="007229F2"/>
    <w:rsid w:val="00725610"/>
    <w:rsid w:val="00731903"/>
    <w:rsid w:val="00735472"/>
    <w:rsid w:val="00760D3C"/>
    <w:rsid w:val="00765D8D"/>
    <w:rsid w:val="007676E1"/>
    <w:rsid w:val="00782B0A"/>
    <w:rsid w:val="007946F4"/>
    <w:rsid w:val="00855A74"/>
    <w:rsid w:val="00857CCC"/>
    <w:rsid w:val="00874122"/>
    <w:rsid w:val="00874192"/>
    <w:rsid w:val="00900BED"/>
    <w:rsid w:val="0091399A"/>
    <w:rsid w:val="00937BF9"/>
    <w:rsid w:val="009418AE"/>
    <w:rsid w:val="009652FD"/>
    <w:rsid w:val="009B000B"/>
    <w:rsid w:val="009B1259"/>
    <w:rsid w:val="009C428B"/>
    <w:rsid w:val="00A32713"/>
    <w:rsid w:val="00A32E5D"/>
    <w:rsid w:val="00A403A8"/>
    <w:rsid w:val="00A713DD"/>
    <w:rsid w:val="00A8155F"/>
    <w:rsid w:val="00AA1023"/>
    <w:rsid w:val="00AA17CD"/>
    <w:rsid w:val="00AE069F"/>
    <w:rsid w:val="00AE3077"/>
    <w:rsid w:val="00AE4A7C"/>
    <w:rsid w:val="00AF26F7"/>
    <w:rsid w:val="00B0727C"/>
    <w:rsid w:val="00B106C1"/>
    <w:rsid w:val="00B11782"/>
    <w:rsid w:val="00B165BA"/>
    <w:rsid w:val="00B2170E"/>
    <w:rsid w:val="00B45F0F"/>
    <w:rsid w:val="00B52809"/>
    <w:rsid w:val="00B722E7"/>
    <w:rsid w:val="00B94316"/>
    <w:rsid w:val="00B96E25"/>
    <w:rsid w:val="00BA5DD6"/>
    <w:rsid w:val="00BD1766"/>
    <w:rsid w:val="00BD342D"/>
    <w:rsid w:val="00BE2942"/>
    <w:rsid w:val="00C25707"/>
    <w:rsid w:val="00C26F1D"/>
    <w:rsid w:val="00C37147"/>
    <w:rsid w:val="00C80C67"/>
    <w:rsid w:val="00C92120"/>
    <w:rsid w:val="00CB350B"/>
    <w:rsid w:val="00CB3DD5"/>
    <w:rsid w:val="00CC2F67"/>
    <w:rsid w:val="00CD3CEB"/>
    <w:rsid w:val="00CD3D2F"/>
    <w:rsid w:val="00CD48BC"/>
    <w:rsid w:val="00CD4E1E"/>
    <w:rsid w:val="00CE505F"/>
    <w:rsid w:val="00CF2D6A"/>
    <w:rsid w:val="00CF4414"/>
    <w:rsid w:val="00D23D2A"/>
    <w:rsid w:val="00D362F1"/>
    <w:rsid w:val="00D42071"/>
    <w:rsid w:val="00D4440F"/>
    <w:rsid w:val="00D54BC6"/>
    <w:rsid w:val="00D629FF"/>
    <w:rsid w:val="00D67451"/>
    <w:rsid w:val="00DB2BFF"/>
    <w:rsid w:val="00DB30E2"/>
    <w:rsid w:val="00DD710A"/>
    <w:rsid w:val="00DE6E48"/>
    <w:rsid w:val="00DF3546"/>
    <w:rsid w:val="00E0139E"/>
    <w:rsid w:val="00E0656B"/>
    <w:rsid w:val="00E07C68"/>
    <w:rsid w:val="00E1575A"/>
    <w:rsid w:val="00E504B3"/>
    <w:rsid w:val="00E724BF"/>
    <w:rsid w:val="00E81375"/>
    <w:rsid w:val="00E97A0D"/>
    <w:rsid w:val="00EA42BE"/>
    <w:rsid w:val="00EA7A1C"/>
    <w:rsid w:val="00EB0779"/>
    <w:rsid w:val="00EC6D06"/>
    <w:rsid w:val="00F2429F"/>
    <w:rsid w:val="00FB7613"/>
    <w:rsid w:val="00FD70C2"/>
    <w:rsid w:val="00FE7934"/>
    <w:rsid w:val="00FF3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2E7"/>
    <w:pPr>
      <w:spacing w:after="60"/>
    </w:pPr>
    <w:rPr>
      <w:sz w:val="24"/>
      <w:lang w:eastAsia="en-GB"/>
    </w:rPr>
  </w:style>
  <w:style w:type="paragraph" w:styleId="Heading1">
    <w:name w:val="heading 1"/>
    <w:basedOn w:val="Normal"/>
    <w:link w:val="Heading1Char"/>
    <w:uiPriority w:val="9"/>
    <w:qFormat/>
    <w:rsid w:val="002C2BD8"/>
    <w:pPr>
      <w:spacing w:before="100" w:beforeAutospacing="1" w:after="100" w:afterAutospacing="1" w:line="240" w:lineRule="auto"/>
      <w:jc w:val="center"/>
      <w:outlineLvl w:val="0"/>
    </w:pPr>
    <w:rPr>
      <w:rFonts w:eastAsia="Times New Roman" w:cs="Times New Roman"/>
      <w:b/>
      <w:bCs/>
      <w:kern w:val="36"/>
      <w:sz w:val="40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50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554D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554D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">
    <w:name w:val="Headings"/>
    <w:uiPriority w:val="99"/>
    <w:rsid w:val="00E0139E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2C2BD8"/>
    <w:rPr>
      <w:rFonts w:eastAsia="Times New Roman" w:cs="Times New Roman"/>
      <w:b/>
      <w:bCs/>
      <w:kern w:val="36"/>
      <w:sz w:val="40"/>
      <w:szCs w:val="48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styleId="Strong">
    <w:name w:val="Strong"/>
    <w:basedOn w:val="DefaultParagraphFont"/>
    <w:uiPriority w:val="22"/>
    <w:qFormat/>
    <w:rsid w:val="00712ABC"/>
    <w:rPr>
      <w:b/>
      <w:bCs/>
    </w:rPr>
  </w:style>
  <w:style w:type="paragraph" w:customStyle="1" w:styleId="move-up">
    <w:name w:val="move-up"/>
    <w:basedOn w:val="Normal"/>
    <w:rsid w:val="00712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2C50BE"/>
    <w:rPr>
      <w:rFonts w:eastAsiaTheme="majorEastAsia" w:cstheme="majorBidi"/>
      <w:b/>
      <w:bCs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554D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3554D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1399A"/>
    <w:pPr>
      <w:ind w:left="720"/>
      <w:contextualSpacing/>
    </w:pPr>
  </w:style>
  <w:style w:type="table" w:styleId="TableGrid">
    <w:name w:val="Table Grid"/>
    <w:basedOn w:val="TableNormal"/>
    <w:uiPriority w:val="59"/>
    <w:rsid w:val="00B16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9B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1259"/>
    <w:rPr>
      <w:sz w:val="24"/>
      <w:lang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9B12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1259"/>
    <w:rPr>
      <w:sz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1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1259"/>
    <w:rPr>
      <w:rFonts w:ascii="Tahoma" w:hAnsi="Tahoma" w:cs="Tahoma"/>
      <w:sz w:val="16"/>
      <w:szCs w:val="16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7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report-templa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report-template1.dotx</Template>
  <TotalTime>194</TotalTime>
  <Pages>3</Pages>
  <Words>771</Words>
  <Characters>4400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Gerry</dc:creator>
  <cp:lastModifiedBy>Gerry</cp:lastModifiedBy>
  <cp:revision>10</cp:revision>
  <dcterms:created xsi:type="dcterms:W3CDTF">2023-02-21T20:44:00Z</dcterms:created>
  <dcterms:modified xsi:type="dcterms:W3CDTF">2023-06-06T10:55:00Z</dcterms:modified>
</cp:coreProperties>
</file>