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DC53FA" w:rsidP="00B722E7">
      <w:pPr>
        <w:pStyle w:val="Heading1"/>
      </w:pPr>
      <w:r>
        <w:t>Walk Around Afon Argoed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B43E7B">
        <w:rPr>
          <w:rFonts w:eastAsia="Times New Roman"/>
          <w:b w:val="0"/>
        </w:rPr>
        <w:t>19</w:t>
      </w:r>
      <w:r w:rsidR="00DC53FA" w:rsidRPr="00DC53FA">
        <w:rPr>
          <w:rFonts w:eastAsia="Times New Roman"/>
          <w:b w:val="0"/>
        </w:rPr>
        <w:t>th</w:t>
      </w:r>
      <w:r w:rsidR="00DC53FA">
        <w:rPr>
          <w:rFonts w:eastAsia="Times New Roman"/>
          <w:b w:val="0"/>
        </w:rPr>
        <w:t xml:space="preserve"> January </w:t>
      </w:r>
      <w:r w:rsidR="00B43E7B">
        <w:rPr>
          <w:rFonts w:eastAsia="Times New Roman"/>
          <w:b w:val="0"/>
        </w:rPr>
        <w:t>1985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B43E7B">
        <w:rPr>
          <w:rFonts w:eastAsia="Times New Roman"/>
          <w:b w:val="0"/>
        </w:rPr>
        <w:t>22 miles, 3950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</w:t>
      </w:r>
      <w:r w:rsidR="00B43E7B">
        <w:t>s</w:t>
      </w:r>
      <w:r>
        <w:t>:</w:t>
      </w:r>
      <w:r w:rsidR="00B96E25">
        <w:rPr>
          <w:b w:val="0"/>
        </w:rPr>
        <w:tab/>
      </w:r>
      <w:r w:rsidR="00F92980">
        <w:rPr>
          <w:b w:val="0"/>
        </w:rPr>
        <w:t>Andrew Clabon &amp; 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0D3E9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</w:t>
      </w:r>
      <w:r w:rsidR="0052239D">
        <w:rPr>
          <w:sz w:val="28"/>
          <w:szCs w:val="28"/>
        </w:rPr>
        <w:t xml:space="preserve">Afon Argoed Country Park </w:t>
      </w:r>
      <w:r>
        <w:rPr>
          <w:sz w:val="28"/>
          <w:szCs w:val="28"/>
        </w:rPr>
        <w:t>(SS 822 951</w:t>
      </w:r>
      <w:r w:rsidR="0052239D">
        <w:rPr>
          <w:sz w:val="28"/>
          <w:szCs w:val="28"/>
        </w:rPr>
        <w:t>).</w:t>
      </w:r>
    </w:p>
    <w:p w:rsidR="00290B8A" w:rsidRDefault="0052239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Bridle track south-east up </w:t>
      </w:r>
      <w:r w:rsidR="00944975">
        <w:rPr>
          <w:sz w:val="28"/>
          <w:szCs w:val="28"/>
        </w:rPr>
        <w:t>Cefn yr Argoed to track junction at (SS 840 934)</w:t>
      </w:r>
      <w:r w:rsidR="008E006F">
        <w:rPr>
          <w:sz w:val="28"/>
          <w:szCs w:val="28"/>
        </w:rPr>
        <w:t>.</w:t>
      </w:r>
    </w:p>
    <w:p w:rsidR="008E006F" w:rsidRDefault="008E006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north-north-east</w:t>
      </w:r>
      <w:r w:rsidR="00004B5A">
        <w:rPr>
          <w:sz w:val="28"/>
          <w:szCs w:val="28"/>
        </w:rPr>
        <w:t xml:space="preserve"> around west side of Foel y Dyffryn </w:t>
      </w:r>
      <w:r w:rsidR="003D549F">
        <w:rPr>
          <w:sz w:val="28"/>
          <w:szCs w:val="28"/>
        </w:rPr>
        <w:t xml:space="preserve">then across to track heading south-south-east downhill into Dyffryn </w:t>
      </w:r>
      <w:r w:rsidR="005345A7">
        <w:rPr>
          <w:sz w:val="28"/>
          <w:szCs w:val="28"/>
        </w:rPr>
        <w:t>and Caerau at (SS 853 940)</w:t>
      </w:r>
      <w:r w:rsidR="008D0B28">
        <w:rPr>
          <w:sz w:val="28"/>
          <w:szCs w:val="28"/>
        </w:rPr>
        <w:t>.</w:t>
      </w:r>
    </w:p>
    <w:p w:rsidR="008D0B28" w:rsidRDefault="008D0B2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Roads to (SS </w:t>
      </w:r>
      <w:r w:rsidR="00B91545">
        <w:rPr>
          <w:sz w:val="28"/>
          <w:szCs w:val="28"/>
        </w:rPr>
        <w:t xml:space="preserve">855 938), road then track </w:t>
      </w:r>
      <w:r w:rsidR="00C42C07">
        <w:rPr>
          <w:sz w:val="28"/>
          <w:szCs w:val="28"/>
        </w:rPr>
        <w:t>east to forestry beside Nant Gwyn Bach.</w:t>
      </w:r>
    </w:p>
    <w:p w:rsidR="00C42C07" w:rsidRDefault="00C42C0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Forestry track </w:t>
      </w:r>
      <w:r w:rsidR="004D1A92">
        <w:rPr>
          <w:sz w:val="28"/>
          <w:szCs w:val="28"/>
        </w:rPr>
        <w:t xml:space="preserve">around north then east side of Darren y Bannau </w:t>
      </w:r>
      <w:r w:rsidR="0087164C">
        <w:rPr>
          <w:sz w:val="28"/>
          <w:szCs w:val="28"/>
        </w:rPr>
        <w:t>to track junction at (SS 888 931).</w:t>
      </w:r>
    </w:p>
    <w:p w:rsidR="00BD0D99" w:rsidRDefault="00BD0D9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southwards through Garw Forest to exit from forestry at </w:t>
      </w:r>
      <w:r w:rsidR="00AC7B07">
        <w:rPr>
          <w:sz w:val="28"/>
          <w:szCs w:val="28"/>
        </w:rPr>
        <w:t>(SS 889 906).</w:t>
      </w:r>
    </w:p>
    <w:p w:rsidR="00AC7B07" w:rsidRDefault="00D6227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then track</w:t>
      </w:r>
      <w:r w:rsidR="00AC7B07">
        <w:rPr>
          <w:sz w:val="28"/>
          <w:szCs w:val="28"/>
        </w:rPr>
        <w:t xml:space="preserve"> south </w:t>
      </w:r>
      <w:r>
        <w:rPr>
          <w:sz w:val="28"/>
          <w:szCs w:val="28"/>
        </w:rPr>
        <w:t>past Cynhordy Farm</w:t>
      </w:r>
      <w:r w:rsidR="00BB5B3A">
        <w:rPr>
          <w:sz w:val="28"/>
          <w:szCs w:val="28"/>
        </w:rPr>
        <w:t xml:space="preserve"> to road at Capel Bach at (SS 884 885).</w:t>
      </w:r>
    </w:p>
    <w:p w:rsidR="00BB5B3A" w:rsidRDefault="00BB5B3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south-south-east </w:t>
      </w:r>
      <w:r w:rsidR="00C2031D">
        <w:rPr>
          <w:sz w:val="28"/>
          <w:szCs w:val="28"/>
        </w:rPr>
        <w:t>past Celfyddyfan to A4063</w:t>
      </w:r>
      <w:r w:rsidR="006F4C49">
        <w:rPr>
          <w:sz w:val="28"/>
          <w:szCs w:val="28"/>
        </w:rPr>
        <w:t xml:space="preserve"> at (SS 890 963).</w:t>
      </w:r>
    </w:p>
    <w:p w:rsidR="006F4C49" w:rsidRDefault="006F4C4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A4063 </w:t>
      </w:r>
      <w:r w:rsidR="00B807C4">
        <w:rPr>
          <w:sz w:val="28"/>
          <w:szCs w:val="28"/>
        </w:rPr>
        <w:t>taking dismantled tramway to lane at (SS 888 853)</w:t>
      </w:r>
      <w:r w:rsidR="009D19F9">
        <w:rPr>
          <w:sz w:val="28"/>
          <w:szCs w:val="28"/>
        </w:rPr>
        <w:t>.</w:t>
      </w:r>
    </w:p>
    <w:p w:rsidR="009D19F9" w:rsidRDefault="009D19F9" w:rsidP="007E311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Lane then track then fields westwards over </w:t>
      </w:r>
      <w:r w:rsidR="007E3113">
        <w:rPr>
          <w:sz w:val="28"/>
          <w:szCs w:val="28"/>
        </w:rPr>
        <w:t>Mynydd Baeda</w:t>
      </w:r>
      <w:r w:rsidR="007E3113" w:rsidRPr="007E3113">
        <w:rPr>
          <w:sz w:val="28"/>
          <w:szCs w:val="28"/>
        </w:rPr>
        <w:t>n</w:t>
      </w:r>
      <w:r w:rsidR="007E3113">
        <w:rPr>
          <w:sz w:val="28"/>
          <w:szCs w:val="28"/>
        </w:rPr>
        <w:t xml:space="preserve"> to road at (SS </w:t>
      </w:r>
      <w:r w:rsidR="0062579B">
        <w:rPr>
          <w:sz w:val="28"/>
          <w:szCs w:val="28"/>
        </w:rPr>
        <w:t>866 859).</w:t>
      </w:r>
    </w:p>
    <w:p w:rsidR="0062579B" w:rsidRDefault="0062579B" w:rsidP="007E311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north-west to </w:t>
      </w:r>
      <w:r w:rsidR="0074252E">
        <w:rPr>
          <w:sz w:val="28"/>
          <w:szCs w:val="28"/>
        </w:rPr>
        <w:t>road junction at (SS 846 873)</w:t>
      </w:r>
      <w:r w:rsidR="00CB7736">
        <w:rPr>
          <w:sz w:val="28"/>
          <w:szCs w:val="28"/>
        </w:rPr>
        <w:t>.</w:t>
      </w:r>
    </w:p>
    <w:p w:rsidR="00CB7736" w:rsidRDefault="00CB7736" w:rsidP="007E311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north-west beside forestry following forestry edge</w:t>
      </w:r>
      <w:r w:rsidR="008C3529">
        <w:rPr>
          <w:sz w:val="28"/>
          <w:szCs w:val="28"/>
        </w:rPr>
        <w:t xml:space="preserve"> up Cwm Kenfig </w:t>
      </w:r>
      <w:r w:rsidR="00FD650B">
        <w:rPr>
          <w:sz w:val="28"/>
          <w:szCs w:val="28"/>
        </w:rPr>
        <w:t xml:space="preserve">to forestry incut on Mynydd Margam at </w:t>
      </w:r>
      <w:r w:rsidR="00E4466B">
        <w:rPr>
          <w:sz w:val="28"/>
          <w:szCs w:val="28"/>
        </w:rPr>
        <w:t>(SS 83</w:t>
      </w:r>
      <w:r w:rsidR="00FD650B">
        <w:rPr>
          <w:sz w:val="28"/>
          <w:szCs w:val="28"/>
        </w:rPr>
        <w:t>1 888)</w:t>
      </w:r>
      <w:r w:rsidR="00E4466B">
        <w:rPr>
          <w:sz w:val="28"/>
          <w:szCs w:val="28"/>
        </w:rPr>
        <w:t>.</w:t>
      </w:r>
    </w:p>
    <w:p w:rsidR="00E4466B" w:rsidRDefault="00E4466B" w:rsidP="007E311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 through forestry </w:t>
      </w:r>
      <w:r w:rsidR="00616EA5">
        <w:rPr>
          <w:sz w:val="28"/>
          <w:szCs w:val="28"/>
        </w:rPr>
        <w:t>over Mynydd Bach to C</w:t>
      </w:r>
      <w:r w:rsidR="00096F06">
        <w:rPr>
          <w:sz w:val="28"/>
          <w:szCs w:val="28"/>
        </w:rPr>
        <w:t>areg Bica at (SS</w:t>
      </w:r>
      <w:r w:rsidR="00616EA5">
        <w:rPr>
          <w:sz w:val="28"/>
          <w:szCs w:val="28"/>
        </w:rPr>
        <w:t xml:space="preserve"> 835 </w:t>
      </w:r>
      <w:r w:rsidR="00096F06">
        <w:rPr>
          <w:sz w:val="28"/>
          <w:szCs w:val="28"/>
        </w:rPr>
        <w:t>912).</w:t>
      </w:r>
    </w:p>
    <w:p w:rsidR="00096F06" w:rsidRDefault="00425F8F" w:rsidP="007E311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across golf course and B4282 and through forestry over Rhiw Tor Cymry </w:t>
      </w:r>
      <w:r w:rsidR="00D61861">
        <w:rPr>
          <w:sz w:val="28"/>
          <w:szCs w:val="28"/>
        </w:rPr>
        <w:t>to track junction at (SS 839 931).</w:t>
      </w:r>
    </w:p>
    <w:p w:rsidR="00D61861" w:rsidRPr="007E3113" w:rsidRDefault="00794B91" w:rsidP="007E311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Forestry tracks north-west downhill into Cwm yr Argoed and down to A4107 and car park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5E5D18">
        <w:rPr>
          <w:rFonts w:eastAsia="Times New Roman"/>
          <w:b w:val="0"/>
        </w:rPr>
        <w:t xml:space="preserve">About 3 inches snow covering </w:t>
      </w:r>
      <w:r w:rsidR="008D5941">
        <w:rPr>
          <w:rFonts w:eastAsia="Times New Roman"/>
          <w:b w:val="0"/>
        </w:rPr>
        <w:t>over all route with drifts up to 3 feet – light breeze – chilly – some weak sun – hazy/</w:t>
      </w:r>
      <w:r w:rsidR="00EE467C">
        <w:rPr>
          <w:rFonts w:eastAsia="Times New Roman"/>
          <w:b w:val="0"/>
        </w:rPr>
        <w:t>misty views – very enjoyable day with snow making walking difficult.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F92980">
        <w:rPr>
          <w:rFonts w:eastAsia="Times New Roman"/>
          <w:b w:val="0"/>
        </w:rPr>
        <w:t>Andrew Clabon, Nick Kaye, Don Henley, Tony Clark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DC53FA"/>
    <w:rsid w:val="00004B5A"/>
    <w:rsid w:val="0008166F"/>
    <w:rsid w:val="00096F06"/>
    <w:rsid w:val="000D1346"/>
    <w:rsid w:val="000D3E9F"/>
    <w:rsid w:val="000D497A"/>
    <w:rsid w:val="00107197"/>
    <w:rsid w:val="001763E8"/>
    <w:rsid w:val="00191034"/>
    <w:rsid w:val="001F0C94"/>
    <w:rsid w:val="00270489"/>
    <w:rsid w:val="00290B8A"/>
    <w:rsid w:val="002C2BD8"/>
    <w:rsid w:val="002C50BE"/>
    <w:rsid w:val="003142B5"/>
    <w:rsid w:val="003554D4"/>
    <w:rsid w:val="003D549F"/>
    <w:rsid w:val="00425F8F"/>
    <w:rsid w:val="004D1A92"/>
    <w:rsid w:val="0052239D"/>
    <w:rsid w:val="005345A7"/>
    <w:rsid w:val="005E5D18"/>
    <w:rsid w:val="00616EA5"/>
    <w:rsid w:val="0062579B"/>
    <w:rsid w:val="006F4C49"/>
    <w:rsid w:val="00712ABC"/>
    <w:rsid w:val="0074252E"/>
    <w:rsid w:val="00794B91"/>
    <w:rsid w:val="007E3113"/>
    <w:rsid w:val="0087164C"/>
    <w:rsid w:val="008C3529"/>
    <w:rsid w:val="008D0B28"/>
    <w:rsid w:val="008D5941"/>
    <w:rsid w:val="008E006F"/>
    <w:rsid w:val="0091399A"/>
    <w:rsid w:val="00937BF9"/>
    <w:rsid w:val="00944975"/>
    <w:rsid w:val="009D19F9"/>
    <w:rsid w:val="00AC7B07"/>
    <w:rsid w:val="00B43E7B"/>
    <w:rsid w:val="00B52809"/>
    <w:rsid w:val="00B722E7"/>
    <w:rsid w:val="00B807C4"/>
    <w:rsid w:val="00B91545"/>
    <w:rsid w:val="00B96E25"/>
    <w:rsid w:val="00BB5B3A"/>
    <w:rsid w:val="00BD0D99"/>
    <w:rsid w:val="00BD1766"/>
    <w:rsid w:val="00C2031D"/>
    <w:rsid w:val="00C25707"/>
    <w:rsid w:val="00C37147"/>
    <w:rsid w:val="00C42C07"/>
    <w:rsid w:val="00C80C67"/>
    <w:rsid w:val="00CB3DD5"/>
    <w:rsid w:val="00CB7736"/>
    <w:rsid w:val="00CD3D2F"/>
    <w:rsid w:val="00D07775"/>
    <w:rsid w:val="00D42071"/>
    <w:rsid w:val="00D61861"/>
    <w:rsid w:val="00D62277"/>
    <w:rsid w:val="00DC53FA"/>
    <w:rsid w:val="00DE6E48"/>
    <w:rsid w:val="00E0139E"/>
    <w:rsid w:val="00E4466B"/>
    <w:rsid w:val="00E81375"/>
    <w:rsid w:val="00EC6D06"/>
    <w:rsid w:val="00EE467C"/>
    <w:rsid w:val="00F92980"/>
    <w:rsid w:val="00FD6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66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</cp:revision>
  <dcterms:created xsi:type="dcterms:W3CDTF">2023-02-21T11:12:00Z</dcterms:created>
  <dcterms:modified xsi:type="dcterms:W3CDTF">2023-02-21T12:18:00Z</dcterms:modified>
</cp:coreProperties>
</file>