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096B3A" w:rsidP="00B722E7">
      <w:pPr>
        <w:pStyle w:val="Heading1"/>
      </w:pPr>
      <w:r>
        <w:t>Torfaen Toddle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096B3A">
        <w:rPr>
          <w:rFonts w:eastAsia="Times New Roman"/>
          <w:b w:val="0"/>
        </w:rPr>
        <w:t>17</w:t>
      </w:r>
      <w:r w:rsidR="00096B3A" w:rsidRPr="001D1534">
        <w:rPr>
          <w:rFonts w:eastAsia="Times New Roman"/>
          <w:b w:val="0"/>
        </w:rPr>
        <w:t>th</w:t>
      </w:r>
      <w:r w:rsidR="00096B3A">
        <w:rPr>
          <w:rFonts w:eastAsia="Times New Roman"/>
          <w:b w:val="0"/>
        </w:rPr>
        <w:t xml:space="preserve"> November </w:t>
      </w:r>
      <w:r w:rsidR="001D1534">
        <w:rPr>
          <w:rFonts w:eastAsia="Times New Roman"/>
          <w:b w:val="0"/>
        </w:rPr>
        <w:t>1984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1D1534">
        <w:rPr>
          <w:rFonts w:eastAsia="Times New Roman"/>
          <w:b w:val="0"/>
        </w:rPr>
        <w:t xml:space="preserve">20.3 miles, </w:t>
      </w:r>
      <w:r w:rsidR="0093239D">
        <w:rPr>
          <w:rFonts w:eastAsia="Times New Roman"/>
          <w:b w:val="0"/>
        </w:rPr>
        <w:t>3990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93239D">
        <w:rPr>
          <w:b w:val="0"/>
        </w:rPr>
        <w:t>Peter Davies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91399A" w:rsidRPr="00B96E25" w:rsidRDefault="0097603E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Start at Pontypool Leisure Centre (SO </w:t>
      </w:r>
      <w:r w:rsidR="00C847DE">
        <w:rPr>
          <w:sz w:val="28"/>
          <w:szCs w:val="28"/>
        </w:rPr>
        <w:t>284 006)</w:t>
      </w:r>
      <w:r w:rsidR="00DA3D58">
        <w:rPr>
          <w:sz w:val="28"/>
          <w:szCs w:val="28"/>
        </w:rPr>
        <w:t>.</w:t>
      </w:r>
    </w:p>
    <w:p w:rsidR="00DA3D58" w:rsidRDefault="00C847DE" w:rsidP="00073DF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 across A472</w:t>
      </w:r>
      <w:r w:rsidR="00DA3D58">
        <w:rPr>
          <w:sz w:val="28"/>
          <w:szCs w:val="28"/>
        </w:rPr>
        <w:t>, minor roads then paths and tracks southwards above Griffithstown</w:t>
      </w:r>
      <w:r w:rsidR="00073DFB">
        <w:rPr>
          <w:sz w:val="28"/>
          <w:szCs w:val="28"/>
        </w:rPr>
        <w:t xml:space="preserve"> a</w:t>
      </w:r>
      <w:r w:rsidR="00073DFB" w:rsidRPr="00073DFB">
        <w:rPr>
          <w:sz w:val="28"/>
          <w:szCs w:val="28"/>
        </w:rPr>
        <w:t>nd u</w:t>
      </w:r>
      <w:r w:rsidR="005107E9" w:rsidRPr="00073DFB">
        <w:rPr>
          <w:sz w:val="28"/>
          <w:szCs w:val="28"/>
        </w:rPr>
        <w:t>p Mynydd Twyn-glas</w:t>
      </w:r>
      <w:r w:rsidR="00073DFB" w:rsidRPr="00073DFB">
        <w:rPr>
          <w:sz w:val="28"/>
          <w:szCs w:val="28"/>
        </w:rPr>
        <w:t xml:space="preserve"> to Mynydd Maen summit</w:t>
      </w:r>
      <w:r w:rsidR="00073DFB">
        <w:rPr>
          <w:sz w:val="28"/>
          <w:szCs w:val="28"/>
        </w:rPr>
        <w:t>.</w:t>
      </w:r>
    </w:p>
    <w:p w:rsidR="00073DFB" w:rsidRDefault="00F71DE5" w:rsidP="00073DF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 down </w:t>
      </w:r>
      <w:r w:rsidR="00F25206">
        <w:rPr>
          <w:sz w:val="28"/>
          <w:szCs w:val="28"/>
        </w:rPr>
        <w:t>ridge then</w:t>
      </w:r>
      <w:r w:rsidR="001E23E7">
        <w:rPr>
          <w:sz w:val="28"/>
          <w:szCs w:val="28"/>
        </w:rPr>
        <w:t xml:space="preserve"> </w:t>
      </w:r>
      <w:r w:rsidR="00B12F43">
        <w:rPr>
          <w:sz w:val="28"/>
          <w:szCs w:val="28"/>
        </w:rPr>
        <w:t>south-west along track a</w:t>
      </w:r>
      <w:r>
        <w:rPr>
          <w:sz w:val="28"/>
          <w:szCs w:val="28"/>
        </w:rPr>
        <w:t>bove forestry to Cefn Rhyswg</w:t>
      </w:r>
      <w:r w:rsidR="001E23E7">
        <w:rPr>
          <w:sz w:val="28"/>
          <w:szCs w:val="28"/>
        </w:rPr>
        <w:t xml:space="preserve"> </w:t>
      </w:r>
      <w:r w:rsidR="00A8148C">
        <w:rPr>
          <w:sz w:val="28"/>
          <w:szCs w:val="28"/>
        </w:rPr>
        <w:t xml:space="preserve">at </w:t>
      </w:r>
      <w:r>
        <w:rPr>
          <w:sz w:val="28"/>
          <w:szCs w:val="28"/>
        </w:rPr>
        <w:t>(</w:t>
      </w:r>
      <w:r w:rsidR="00B77368">
        <w:rPr>
          <w:sz w:val="28"/>
          <w:szCs w:val="28"/>
        </w:rPr>
        <w:t>ST</w:t>
      </w:r>
      <w:r w:rsidR="002E4A86">
        <w:rPr>
          <w:sz w:val="28"/>
          <w:szCs w:val="28"/>
        </w:rPr>
        <w:t> </w:t>
      </w:r>
      <w:r w:rsidR="001E23E7">
        <w:rPr>
          <w:sz w:val="28"/>
          <w:szCs w:val="28"/>
        </w:rPr>
        <w:t>234</w:t>
      </w:r>
      <w:r w:rsidR="002E4A86">
        <w:rPr>
          <w:sz w:val="28"/>
          <w:szCs w:val="28"/>
        </w:rPr>
        <w:t> </w:t>
      </w:r>
      <w:r>
        <w:rPr>
          <w:sz w:val="28"/>
          <w:szCs w:val="28"/>
        </w:rPr>
        <w:t>948)</w:t>
      </w:r>
      <w:r w:rsidR="003D7D7C">
        <w:rPr>
          <w:sz w:val="28"/>
          <w:szCs w:val="28"/>
        </w:rPr>
        <w:t>.</w:t>
      </w:r>
    </w:p>
    <w:p w:rsidR="002E4A86" w:rsidRDefault="002E4A86" w:rsidP="00073DF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 then </w:t>
      </w:r>
      <w:r w:rsidR="004C0963">
        <w:rPr>
          <w:sz w:val="28"/>
          <w:szCs w:val="28"/>
        </w:rPr>
        <w:t>south-west on tracks into east end of Cwmcarn</w:t>
      </w:r>
      <w:r w:rsidR="00B24B3C">
        <w:rPr>
          <w:sz w:val="28"/>
          <w:szCs w:val="28"/>
        </w:rPr>
        <w:t xml:space="preserve">, eastwards </w:t>
      </w:r>
      <w:r w:rsidR="00D76C02">
        <w:rPr>
          <w:sz w:val="28"/>
          <w:szCs w:val="28"/>
        </w:rPr>
        <w:t>up Cwm Carn to site of old mine.</w:t>
      </w:r>
    </w:p>
    <w:p w:rsidR="00D76C02" w:rsidRDefault="00D76C02" w:rsidP="00073DF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Forestry track </w:t>
      </w:r>
      <w:r w:rsidR="00B3034E">
        <w:rPr>
          <w:sz w:val="28"/>
          <w:szCs w:val="28"/>
        </w:rPr>
        <w:t>back westwards along south side of Cwm Carn turning south above Pontywaun and Crosskeys</w:t>
      </w:r>
      <w:r w:rsidR="00993B01">
        <w:rPr>
          <w:sz w:val="28"/>
          <w:szCs w:val="28"/>
        </w:rPr>
        <w:t>, east on tracks Hanson’s Lodge and uphill to Pegwn-y-bwlch.</w:t>
      </w:r>
    </w:p>
    <w:p w:rsidR="00993B01" w:rsidRDefault="00993B01" w:rsidP="00073DF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South-East to summit of Twmbarlwm. </w:t>
      </w:r>
    </w:p>
    <w:p w:rsidR="00F3550A" w:rsidRDefault="00F3550A" w:rsidP="00073DF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North-east along ridge of Mynydd Henllys as far as </w:t>
      </w:r>
      <w:r w:rsidR="00714681">
        <w:rPr>
          <w:sz w:val="28"/>
          <w:szCs w:val="28"/>
        </w:rPr>
        <w:t>(ST 255 942).</w:t>
      </w:r>
    </w:p>
    <w:p w:rsidR="00714681" w:rsidRDefault="00714681" w:rsidP="00073DF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eastward downhill</w:t>
      </w:r>
      <w:r w:rsidR="00D159E7">
        <w:rPr>
          <w:sz w:val="28"/>
          <w:szCs w:val="28"/>
        </w:rPr>
        <w:t xml:space="preserve"> to road and road to pub at Henllys.</w:t>
      </w:r>
    </w:p>
    <w:p w:rsidR="00D159E7" w:rsidRDefault="00D159E7" w:rsidP="00073DF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then track north past Craig Ll</w:t>
      </w:r>
      <w:r w:rsidR="00A7119A">
        <w:rPr>
          <w:sz w:val="28"/>
          <w:szCs w:val="28"/>
        </w:rPr>
        <w:t xml:space="preserve">ywarch to open hillside </w:t>
      </w:r>
      <w:r w:rsidR="001E1D48">
        <w:rPr>
          <w:sz w:val="28"/>
          <w:szCs w:val="28"/>
        </w:rPr>
        <w:t>at (ST 261 950)</w:t>
      </w:r>
      <w:r w:rsidR="00875BA7">
        <w:rPr>
          <w:sz w:val="28"/>
          <w:szCs w:val="28"/>
        </w:rPr>
        <w:t>.</w:t>
      </w:r>
    </w:p>
    <w:p w:rsidR="00875BA7" w:rsidRDefault="00F425F8" w:rsidP="00073DF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northwards beside intake wall to woodland edge around Blaen Bran reservoirs</w:t>
      </w:r>
      <w:r w:rsidR="007E2028">
        <w:rPr>
          <w:sz w:val="28"/>
          <w:szCs w:val="28"/>
        </w:rPr>
        <w:t>.</w:t>
      </w:r>
    </w:p>
    <w:p w:rsidR="007E2028" w:rsidRDefault="007E2028" w:rsidP="00073DF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Around edge of woodland descending to road at (ST </w:t>
      </w:r>
      <w:r w:rsidR="006A00A6">
        <w:rPr>
          <w:sz w:val="28"/>
          <w:szCs w:val="28"/>
        </w:rPr>
        <w:t>277 977).</w:t>
      </w:r>
    </w:p>
    <w:p w:rsidR="006A00A6" w:rsidRDefault="006A00A6" w:rsidP="00073DF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South-east downhill </w:t>
      </w:r>
      <w:r w:rsidR="00FC2678">
        <w:rPr>
          <w:sz w:val="28"/>
          <w:szCs w:val="28"/>
        </w:rPr>
        <w:t xml:space="preserve">across fields and golf course to reach canal towpath at (ST </w:t>
      </w:r>
      <w:r w:rsidR="00902377">
        <w:rPr>
          <w:sz w:val="28"/>
          <w:szCs w:val="28"/>
        </w:rPr>
        <w:t>287 974).</w:t>
      </w:r>
    </w:p>
    <w:p w:rsidR="00902377" w:rsidRDefault="00902377" w:rsidP="00073DF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North along canal </w:t>
      </w:r>
      <w:r w:rsidR="003077F4">
        <w:rPr>
          <w:sz w:val="28"/>
          <w:szCs w:val="28"/>
        </w:rPr>
        <w:t xml:space="preserve">towpath to </w:t>
      </w:r>
      <w:r w:rsidR="00371042">
        <w:rPr>
          <w:sz w:val="28"/>
          <w:szCs w:val="28"/>
        </w:rPr>
        <w:t xml:space="preserve">minor road near </w:t>
      </w:r>
      <w:r w:rsidR="003077F4">
        <w:rPr>
          <w:sz w:val="28"/>
          <w:szCs w:val="28"/>
        </w:rPr>
        <w:t>A4051 at (ST 293 995)</w:t>
      </w:r>
      <w:r w:rsidR="00C91A47">
        <w:rPr>
          <w:sz w:val="28"/>
          <w:szCs w:val="28"/>
        </w:rPr>
        <w:t>.</w:t>
      </w:r>
    </w:p>
    <w:p w:rsidR="00C91A47" w:rsidRPr="00073DFB" w:rsidRDefault="00C91A47" w:rsidP="00073DF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Turn left along road then right</w:t>
      </w:r>
      <w:r w:rsidR="006F0701">
        <w:rPr>
          <w:sz w:val="28"/>
          <w:szCs w:val="28"/>
        </w:rPr>
        <w:t xml:space="preserve"> to reach a roundabout, bear left to another roundabout and return to the Leisure Centre </w:t>
      </w:r>
      <w:r w:rsidR="003D7D7C">
        <w:rPr>
          <w:sz w:val="28"/>
          <w:szCs w:val="28"/>
        </w:rPr>
        <w:t>along roads at the start.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121172">
        <w:rPr>
          <w:rFonts w:eastAsia="Times New Roman"/>
          <w:b w:val="0"/>
        </w:rPr>
        <w:t>Dull and overcast all day - mildish but cool – light breeze all day – poor views.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407B09">
        <w:rPr>
          <w:rFonts w:eastAsia="Times New Roman"/>
          <w:b w:val="0"/>
        </w:rPr>
        <w:t>Peter Davies, Nick and Julia Kaye, Nick Gould, Gerry Jackson, Marcus Harling, Peter Lewis, Keith Bennett, Roger Blake</w:t>
      </w:r>
      <w:r w:rsidR="00065237">
        <w:rPr>
          <w:rFonts w:eastAsia="Times New Roman"/>
          <w:b w:val="0"/>
        </w:rPr>
        <w:t>.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096B3A"/>
    <w:rsid w:val="00065237"/>
    <w:rsid w:val="00073DFB"/>
    <w:rsid w:val="0008166F"/>
    <w:rsid w:val="00096B3A"/>
    <w:rsid w:val="000D1346"/>
    <w:rsid w:val="000D497A"/>
    <w:rsid w:val="00107197"/>
    <w:rsid w:val="00121172"/>
    <w:rsid w:val="001763E8"/>
    <w:rsid w:val="00191034"/>
    <w:rsid w:val="001D1534"/>
    <w:rsid w:val="001E1D48"/>
    <w:rsid w:val="001E23E7"/>
    <w:rsid w:val="001F0C94"/>
    <w:rsid w:val="00270489"/>
    <w:rsid w:val="00290B8A"/>
    <w:rsid w:val="002C2BD8"/>
    <w:rsid w:val="002C50BE"/>
    <w:rsid w:val="002E4A86"/>
    <w:rsid w:val="003077F4"/>
    <w:rsid w:val="003554D4"/>
    <w:rsid w:val="00371042"/>
    <w:rsid w:val="003D7D7C"/>
    <w:rsid w:val="00407B09"/>
    <w:rsid w:val="004C0963"/>
    <w:rsid w:val="005107E9"/>
    <w:rsid w:val="006A00A6"/>
    <w:rsid w:val="006F0701"/>
    <w:rsid w:val="00712ABC"/>
    <w:rsid w:val="00714681"/>
    <w:rsid w:val="007E2028"/>
    <w:rsid w:val="00875BA7"/>
    <w:rsid w:val="00902377"/>
    <w:rsid w:val="0091399A"/>
    <w:rsid w:val="0093239D"/>
    <w:rsid w:val="00937BF9"/>
    <w:rsid w:val="00951F44"/>
    <w:rsid w:val="0097603E"/>
    <w:rsid w:val="00993B01"/>
    <w:rsid w:val="00A7119A"/>
    <w:rsid w:val="00A8148C"/>
    <w:rsid w:val="00B12F43"/>
    <w:rsid w:val="00B24B3C"/>
    <w:rsid w:val="00B3034E"/>
    <w:rsid w:val="00B52809"/>
    <w:rsid w:val="00B722E7"/>
    <w:rsid w:val="00B77368"/>
    <w:rsid w:val="00B96E25"/>
    <w:rsid w:val="00BD1766"/>
    <w:rsid w:val="00C25707"/>
    <w:rsid w:val="00C37147"/>
    <w:rsid w:val="00C80C67"/>
    <w:rsid w:val="00C847DE"/>
    <w:rsid w:val="00C91A47"/>
    <w:rsid w:val="00CB3DD5"/>
    <w:rsid w:val="00CD3D2F"/>
    <w:rsid w:val="00D159E7"/>
    <w:rsid w:val="00D42071"/>
    <w:rsid w:val="00D76C02"/>
    <w:rsid w:val="00DA3D58"/>
    <w:rsid w:val="00DE6E48"/>
    <w:rsid w:val="00E0139E"/>
    <w:rsid w:val="00E81375"/>
    <w:rsid w:val="00EC6D06"/>
    <w:rsid w:val="00F25206"/>
    <w:rsid w:val="00F3550A"/>
    <w:rsid w:val="00F425F8"/>
    <w:rsid w:val="00F71DE5"/>
    <w:rsid w:val="00FB041F"/>
    <w:rsid w:val="00FC2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61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2</cp:revision>
  <dcterms:created xsi:type="dcterms:W3CDTF">2023-02-21T06:49:00Z</dcterms:created>
  <dcterms:modified xsi:type="dcterms:W3CDTF">2023-02-21T07:50:00Z</dcterms:modified>
</cp:coreProperties>
</file>