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6D57C9" w:rsidP="00B722E7">
      <w:pPr>
        <w:pStyle w:val="Heading1"/>
      </w:pPr>
      <w:r>
        <w:t>Usk Valley Meander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6D57C9" w:rsidRPr="001952CC">
        <w:rPr>
          <w:rFonts w:eastAsia="Times New Roman"/>
          <w:b w:val="0"/>
        </w:rPr>
        <w:t>20th</w:t>
      </w:r>
      <w:r w:rsidR="006D57C9">
        <w:rPr>
          <w:rFonts w:eastAsia="Times New Roman"/>
          <w:b w:val="0"/>
        </w:rPr>
        <w:t xml:space="preserve"> October 1984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F1247F">
        <w:rPr>
          <w:rFonts w:eastAsia="Times New Roman"/>
          <w:b w:val="0"/>
        </w:rPr>
        <w:t>26.7 miles, 2,285</w:t>
      </w:r>
      <w:r w:rsidR="006D57C9">
        <w:rPr>
          <w:rFonts w:eastAsia="Times New Roman"/>
          <w:b w:val="0"/>
        </w:rPr>
        <w:t xml:space="preserve">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6D57C9">
        <w:rPr>
          <w:b w:val="0"/>
        </w:rPr>
        <w:t>Andrew Clabon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Pr="00B96E25" w:rsidRDefault="00C13DB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Minibus from Caerleon to start at Llanfoist (</w:t>
      </w:r>
      <w:r w:rsidR="00D05960">
        <w:rPr>
          <w:sz w:val="28"/>
          <w:szCs w:val="28"/>
        </w:rPr>
        <w:t>SO</w:t>
      </w:r>
      <w:r w:rsidR="00B10205">
        <w:rPr>
          <w:sz w:val="28"/>
          <w:szCs w:val="28"/>
        </w:rPr>
        <w:t xml:space="preserve"> </w:t>
      </w:r>
      <w:r w:rsidR="00D05960">
        <w:rPr>
          <w:sz w:val="28"/>
          <w:szCs w:val="28"/>
        </w:rPr>
        <w:t>292</w:t>
      </w:r>
      <w:r w:rsidR="00B10205">
        <w:rPr>
          <w:sz w:val="28"/>
          <w:szCs w:val="28"/>
        </w:rPr>
        <w:t xml:space="preserve"> </w:t>
      </w:r>
      <w:r w:rsidR="00D05960">
        <w:rPr>
          <w:sz w:val="28"/>
          <w:szCs w:val="28"/>
        </w:rPr>
        <w:t>135</w:t>
      </w:r>
      <w:r w:rsidR="00B10205">
        <w:rPr>
          <w:sz w:val="28"/>
          <w:szCs w:val="28"/>
        </w:rPr>
        <w:t>)</w:t>
      </w:r>
      <w:r w:rsidR="00BA79D8">
        <w:rPr>
          <w:sz w:val="28"/>
          <w:szCs w:val="28"/>
        </w:rPr>
        <w:t xml:space="preserve"> near Abergavenny</w:t>
      </w:r>
      <w:r w:rsidR="0098014A">
        <w:rPr>
          <w:sz w:val="28"/>
          <w:szCs w:val="28"/>
        </w:rPr>
        <w:t>.</w:t>
      </w:r>
    </w:p>
    <w:p w:rsidR="00290B8A" w:rsidRDefault="0098014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westwards through Llanfoist, past church, to Monmouthshire &amp; Brecon canal at (SO </w:t>
      </w:r>
      <w:r w:rsidR="00B904E4">
        <w:rPr>
          <w:sz w:val="28"/>
          <w:szCs w:val="28"/>
        </w:rPr>
        <w:t>285 130).</w:t>
      </w:r>
    </w:p>
    <w:p w:rsidR="00FD4725" w:rsidRDefault="00FD472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along canal towpath to (SO 298 106)</w:t>
      </w:r>
      <w:r w:rsidR="00907D44">
        <w:rPr>
          <w:sz w:val="28"/>
          <w:szCs w:val="28"/>
        </w:rPr>
        <w:t>, field path to Llanellen and A40</w:t>
      </w:r>
      <w:r w:rsidR="009541E5">
        <w:rPr>
          <w:sz w:val="28"/>
          <w:szCs w:val="28"/>
        </w:rPr>
        <w:t>4</w:t>
      </w:r>
      <w:r w:rsidR="00907D44">
        <w:rPr>
          <w:sz w:val="28"/>
          <w:szCs w:val="28"/>
        </w:rPr>
        <w:t>2</w:t>
      </w:r>
      <w:r w:rsidR="009541E5">
        <w:rPr>
          <w:sz w:val="28"/>
          <w:szCs w:val="28"/>
        </w:rPr>
        <w:t>.</w:t>
      </w:r>
    </w:p>
    <w:p w:rsidR="009541E5" w:rsidRDefault="009541E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A40</w:t>
      </w:r>
      <w:r w:rsidR="00DF408D">
        <w:rPr>
          <w:sz w:val="28"/>
          <w:szCs w:val="28"/>
        </w:rPr>
        <w:t>4</w:t>
      </w:r>
      <w:r>
        <w:rPr>
          <w:sz w:val="28"/>
          <w:szCs w:val="28"/>
        </w:rPr>
        <w:t>2 bridge (</w:t>
      </w:r>
      <w:r w:rsidRPr="00DF408D">
        <w:rPr>
          <w:b/>
          <w:color w:val="FF0000"/>
          <w:sz w:val="28"/>
          <w:szCs w:val="28"/>
        </w:rPr>
        <w:t>extreme care needed</w:t>
      </w:r>
      <w:r w:rsidR="00AB7C8E">
        <w:rPr>
          <w:b/>
          <w:color w:val="FF0000"/>
          <w:sz w:val="28"/>
          <w:szCs w:val="28"/>
        </w:rPr>
        <w:t xml:space="preserve"> – no footway over bridge</w:t>
      </w:r>
      <w:r>
        <w:rPr>
          <w:sz w:val="28"/>
          <w:szCs w:val="28"/>
        </w:rPr>
        <w:t>) over River Usk</w:t>
      </w:r>
      <w:r w:rsidR="00DF408D">
        <w:rPr>
          <w:sz w:val="28"/>
          <w:szCs w:val="28"/>
        </w:rPr>
        <w:t>.</w:t>
      </w:r>
    </w:p>
    <w:p w:rsidR="00DF408D" w:rsidRDefault="00DF408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paths along left bank </w:t>
      </w:r>
      <w:r w:rsidR="00087935">
        <w:rPr>
          <w:sz w:val="28"/>
          <w:szCs w:val="28"/>
        </w:rPr>
        <w:t xml:space="preserve">past The Bryn to cross </w:t>
      </w:r>
      <w:r w:rsidR="00A54965">
        <w:rPr>
          <w:sz w:val="28"/>
          <w:szCs w:val="28"/>
        </w:rPr>
        <w:t>B4598</w:t>
      </w:r>
      <w:r w:rsidR="00087935">
        <w:rPr>
          <w:sz w:val="28"/>
          <w:szCs w:val="28"/>
        </w:rPr>
        <w:t xml:space="preserve"> at (SO 348 089)</w:t>
      </w:r>
      <w:r w:rsidR="00A54965">
        <w:rPr>
          <w:sz w:val="28"/>
          <w:szCs w:val="28"/>
        </w:rPr>
        <w:t>.</w:t>
      </w:r>
    </w:p>
    <w:p w:rsidR="00873828" w:rsidRDefault="0087382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and minor road beside the river Usk to </w:t>
      </w:r>
      <w:r w:rsidR="00CA03E1">
        <w:rPr>
          <w:sz w:val="28"/>
          <w:szCs w:val="28"/>
        </w:rPr>
        <w:t>road</w:t>
      </w:r>
      <w:r>
        <w:rPr>
          <w:sz w:val="28"/>
          <w:szCs w:val="28"/>
        </w:rPr>
        <w:t xml:space="preserve">, </w:t>
      </w:r>
      <w:r w:rsidR="00B83E17">
        <w:rPr>
          <w:sz w:val="28"/>
          <w:szCs w:val="28"/>
        </w:rPr>
        <w:t xml:space="preserve">east then south-east </w:t>
      </w:r>
      <w:r>
        <w:rPr>
          <w:sz w:val="28"/>
          <w:szCs w:val="28"/>
        </w:rPr>
        <w:t>to (SO 360 093)</w:t>
      </w:r>
      <w:r w:rsidR="00A467F5">
        <w:rPr>
          <w:sz w:val="28"/>
          <w:szCs w:val="28"/>
        </w:rPr>
        <w:t>.</w:t>
      </w:r>
    </w:p>
    <w:p w:rsidR="00873828" w:rsidRDefault="00577C8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Take riverside path</w:t>
      </w:r>
      <w:r w:rsidR="00043EFF">
        <w:rPr>
          <w:sz w:val="28"/>
          <w:szCs w:val="28"/>
        </w:rPr>
        <w:t>s</w:t>
      </w:r>
      <w:r>
        <w:rPr>
          <w:sz w:val="28"/>
          <w:szCs w:val="28"/>
        </w:rPr>
        <w:t xml:space="preserve"> along left bank </w:t>
      </w:r>
      <w:r w:rsidR="000F7D66">
        <w:rPr>
          <w:sz w:val="28"/>
          <w:szCs w:val="28"/>
        </w:rPr>
        <w:t xml:space="preserve">then lane </w:t>
      </w:r>
      <w:r>
        <w:rPr>
          <w:sz w:val="28"/>
          <w:szCs w:val="28"/>
        </w:rPr>
        <w:t xml:space="preserve">to Chain Bridge at (SO </w:t>
      </w:r>
      <w:r w:rsidR="000F7D66">
        <w:rPr>
          <w:sz w:val="28"/>
          <w:szCs w:val="28"/>
        </w:rPr>
        <w:t>346 055).</w:t>
      </w:r>
    </w:p>
    <w:p w:rsidR="0007750E" w:rsidRDefault="000F7D6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West across </w:t>
      </w:r>
      <w:r w:rsidR="00937A38">
        <w:rPr>
          <w:sz w:val="28"/>
          <w:szCs w:val="28"/>
        </w:rPr>
        <w:t xml:space="preserve">river Usk to (SO 344 </w:t>
      </w:r>
      <w:r w:rsidR="0007750E">
        <w:rPr>
          <w:sz w:val="28"/>
          <w:szCs w:val="28"/>
        </w:rPr>
        <w:t>056).</w:t>
      </w:r>
    </w:p>
    <w:p w:rsidR="000F7D66" w:rsidRDefault="00937A3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 </w:t>
      </w:r>
      <w:r w:rsidR="00D92281">
        <w:rPr>
          <w:sz w:val="28"/>
          <w:szCs w:val="28"/>
        </w:rPr>
        <w:t>along right bank of river Usk then across fields to minor road at (SO 347 033).</w:t>
      </w:r>
    </w:p>
    <w:p w:rsidR="007B6DF5" w:rsidRDefault="007B6DF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Minor road east to Estavarney</w:t>
      </w:r>
      <w:r w:rsidR="0027275C">
        <w:rPr>
          <w:sz w:val="28"/>
          <w:szCs w:val="28"/>
        </w:rPr>
        <w:t>.</w:t>
      </w:r>
    </w:p>
    <w:p w:rsidR="0027275C" w:rsidRDefault="0027275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Paths along south side of wood </w:t>
      </w:r>
      <w:r w:rsidR="001B7DB2">
        <w:rPr>
          <w:sz w:val="28"/>
          <w:szCs w:val="28"/>
        </w:rPr>
        <w:t xml:space="preserve">and then right bank of river Usk past Agricultural College to join A472 at (SO </w:t>
      </w:r>
      <w:r w:rsidR="00E1004F">
        <w:rPr>
          <w:sz w:val="28"/>
          <w:szCs w:val="28"/>
        </w:rPr>
        <w:t>373 007).</w:t>
      </w:r>
    </w:p>
    <w:p w:rsidR="00E1004F" w:rsidRDefault="00E1004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A472 to Usk town centre</w:t>
      </w:r>
      <w:r w:rsidR="00CF1D3F">
        <w:rPr>
          <w:sz w:val="28"/>
          <w:szCs w:val="28"/>
        </w:rPr>
        <w:t>, minor road southwards to Llanhowell.</w:t>
      </w:r>
    </w:p>
    <w:p w:rsidR="00CF1D3F" w:rsidRDefault="00CF1D3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paths </w:t>
      </w:r>
      <w:r w:rsidR="00D22B5D">
        <w:rPr>
          <w:sz w:val="28"/>
          <w:szCs w:val="28"/>
        </w:rPr>
        <w:t>south to minor ro</w:t>
      </w:r>
      <w:r w:rsidR="007274F9">
        <w:rPr>
          <w:sz w:val="28"/>
          <w:szCs w:val="28"/>
        </w:rPr>
        <w:t>ad at Llantrisant at (ST</w:t>
      </w:r>
      <w:r w:rsidR="003F1FA9">
        <w:rPr>
          <w:sz w:val="28"/>
          <w:szCs w:val="28"/>
        </w:rPr>
        <w:t xml:space="preserve"> 389 96</w:t>
      </w:r>
      <w:r w:rsidR="00D22B5D">
        <w:rPr>
          <w:sz w:val="28"/>
          <w:szCs w:val="28"/>
        </w:rPr>
        <w:t>8)</w:t>
      </w:r>
      <w:r w:rsidR="009B056C">
        <w:rPr>
          <w:sz w:val="28"/>
          <w:szCs w:val="28"/>
        </w:rPr>
        <w:t>.</w:t>
      </w:r>
    </w:p>
    <w:p w:rsidR="009B056C" w:rsidRDefault="009B056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Minor road</w:t>
      </w:r>
      <w:r w:rsidR="00583293">
        <w:rPr>
          <w:sz w:val="28"/>
          <w:szCs w:val="28"/>
        </w:rPr>
        <w:t>s</w:t>
      </w:r>
      <w:r w:rsidR="007274F9">
        <w:rPr>
          <w:sz w:val="28"/>
          <w:szCs w:val="28"/>
        </w:rPr>
        <w:t xml:space="preserve"> south to track junction (ST</w:t>
      </w:r>
      <w:r w:rsidR="006E7DE8">
        <w:rPr>
          <w:sz w:val="28"/>
          <w:szCs w:val="28"/>
        </w:rPr>
        <w:t xml:space="preserve"> 391 </w:t>
      </w:r>
      <w:r w:rsidR="006617AE">
        <w:rPr>
          <w:sz w:val="28"/>
          <w:szCs w:val="28"/>
        </w:rPr>
        <w:t>948</w:t>
      </w:r>
      <w:r>
        <w:rPr>
          <w:sz w:val="28"/>
          <w:szCs w:val="28"/>
        </w:rPr>
        <w:t>)</w:t>
      </w:r>
      <w:r w:rsidR="00583293">
        <w:rPr>
          <w:sz w:val="28"/>
          <w:szCs w:val="28"/>
        </w:rPr>
        <w:t>.</w:t>
      </w:r>
    </w:p>
    <w:p w:rsidR="00583293" w:rsidRDefault="0058329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Paths uphill </w:t>
      </w:r>
      <w:r w:rsidR="00C07C9B">
        <w:rPr>
          <w:sz w:val="28"/>
          <w:szCs w:val="28"/>
        </w:rPr>
        <w:t>eastwards then sou</w:t>
      </w:r>
      <w:r w:rsidR="006E7DE8">
        <w:rPr>
          <w:sz w:val="28"/>
          <w:szCs w:val="28"/>
        </w:rPr>
        <w:t>thwards to enter forestry at (ST</w:t>
      </w:r>
      <w:r w:rsidR="00C07C9B">
        <w:rPr>
          <w:sz w:val="28"/>
          <w:szCs w:val="28"/>
        </w:rPr>
        <w:t xml:space="preserve"> 396 941)</w:t>
      </w:r>
      <w:r w:rsidR="00FA6118">
        <w:rPr>
          <w:sz w:val="28"/>
          <w:szCs w:val="28"/>
        </w:rPr>
        <w:t>.</w:t>
      </w:r>
    </w:p>
    <w:p w:rsidR="00FA6118" w:rsidRDefault="00251AF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</w:t>
      </w:r>
      <w:r w:rsidR="00FA6118">
        <w:rPr>
          <w:sz w:val="28"/>
          <w:szCs w:val="28"/>
        </w:rPr>
        <w:t xml:space="preserve">west on tracks through forestry </w:t>
      </w:r>
      <w:r w:rsidR="00757DEB">
        <w:rPr>
          <w:sz w:val="28"/>
          <w:szCs w:val="28"/>
        </w:rPr>
        <w:t>below Kemey’s Graig</w:t>
      </w:r>
      <w:r w:rsidR="006E7DE8">
        <w:rPr>
          <w:sz w:val="28"/>
          <w:szCs w:val="28"/>
        </w:rPr>
        <w:t xml:space="preserve"> to join minor road at (ST</w:t>
      </w:r>
      <w:r>
        <w:rPr>
          <w:sz w:val="28"/>
          <w:szCs w:val="28"/>
        </w:rPr>
        <w:t> </w:t>
      </w:r>
      <w:r w:rsidR="006A1B46">
        <w:rPr>
          <w:sz w:val="28"/>
          <w:szCs w:val="28"/>
        </w:rPr>
        <w:t>375</w:t>
      </w:r>
      <w:r>
        <w:rPr>
          <w:sz w:val="28"/>
          <w:szCs w:val="28"/>
        </w:rPr>
        <w:t> </w:t>
      </w:r>
      <w:r w:rsidR="006A1B46">
        <w:rPr>
          <w:sz w:val="28"/>
          <w:szCs w:val="28"/>
        </w:rPr>
        <w:t>911).</w:t>
      </w:r>
    </w:p>
    <w:p w:rsidR="006A1B46" w:rsidRDefault="006A1B4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south-west </w:t>
      </w:r>
      <w:r w:rsidR="0012503E">
        <w:rPr>
          <w:sz w:val="28"/>
          <w:szCs w:val="28"/>
        </w:rPr>
        <w:t>to Cat’s Ash and across A449</w:t>
      </w:r>
      <w:r w:rsidR="006E4546">
        <w:rPr>
          <w:sz w:val="28"/>
          <w:szCs w:val="28"/>
        </w:rPr>
        <w:t xml:space="preserve"> and on to Chepstow Hill.</w:t>
      </w:r>
    </w:p>
    <w:p w:rsidR="00C031D0" w:rsidRDefault="00C031D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</w:t>
      </w:r>
      <w:r w:rsidR="0028463E">
        <w:rPr>
          <w:sz w:val="28"/>
          <w:szCs w:val="28"/>
        </w:rPr>
        <w:t>from minor road at (ST</w:t>
      </w:r>
      <w:r>
        <w:rPr>
          <w:sz w:val="28"/>
          <w:szCs w:val="28"/>
        </w:rPr>
        <w:t xml:space="preserve"> </w:t>
      </w:r>
      <w:r w:rsidR="00B060C5">
        <w:rPr>
          <w:sz w:val="28"/>
          <w:szCs w:val="28"/>
        </w:rPr>
        <w:t>352 901) to join B4236</w:t>
      </w:r>
      <w:r w:rsidR="0028463E">
        <w:rPr>
          <w:sz w:val="28"/>
          <w:szCs w:val="28"/>
        </w:rPr>
        <w:t xml:space="preserve"> at (ST</w:t>
      </w:r>
      <w:r w:rsidR="006F77C0">
        <w:rPr>
          <w:sz w:val="28"/>
          <w:szCs w:val="28"/>
        </w:rPr>
        <w:t xml:space="preserve"> 343 898).</w:t>
      </w:r>
      <w:r w:rsidR="00186260">
        <w:rPr>
          <w:sz w:val="28"/>
          <w:szCs w:val="28"/>
        </w:rPr>
        <w:t xml:space="preserve"> </w:t>
      </w:r>
      <w:r w:rsidR="00186260" w:rsidRPr="005B097D">
        <w:rPr>
          <w:color w:val="FF0000"/>
          <w:sz w:val="28"/>
          <w:szCs w:val="28"/>
        </w:rPr>
        <w:t>(Probably b</w:t>
      </w:r>
      <w:r w:rsidR="001825CC">
        <w:rPr>
          <w:color w:val="FF0000"/>
          <w:sz w:val="28"/>
          <w:szCs w:val="28"/>
        </w:rPr>
        <w:t xml:space="preserve">etter to follow the Usk Valley Walk </w:t>
      </w:r>
      <w:r w:rsidR="00186260" w:rsidRPr="005B097D">
        <w:rPr>
          <w:color w:val="FF0000"/>
          <w:sz w:val="28"/>
          <w:szCs w:val="28"/>
        </w:rPr>
        <w:t xml:space="preserve"> from </w:t>
      </w:r>
      <w:r w:rsidR="001A53B8">
        <w:rPr>
          <w:color w:val="FF0000"/>
          <w:sz w:val="28"/>
          <w:szCs w:val="28"/>
        </w:rPr>
        <w:t>(ST 356 906</w:t>
      </w:r>
      <w:r w:rsidR="003F2197" w:rsidRPr="005B097D">
        <w:rPr>
          <w:color w:val="FF0000"/>
          <w:sz w:val="28"/>
          <w:szCs w:val="28"/>
        </w:rPr>
        <w:t>)</w:t>
      </w:r>
      <w:r w:rsidR="001825CC">
        <w:rPr>
          <w:color w:val="FF0000"/>
          <w:sz w:val="28"/>
          <w:szCs w:val="28"/>
        </w:rPr>
        <w:t xml:space="preserve"> – see the map</w:t>
      </w:r>
      <w:r w:rsidR="003F2197" w:rsidRPr="005B097D">
        <w:rPr>
          <w:color w:val="FF0000"/>
          <w:sz w:val="28"/>
          <w:szCs w:val="28"/>
        </w:rPr>
        <w:t>)</w:t>
      </w:r>
    </w:p>
    <w:p w:rsidR="006F77C0" w:rsidRPr="00B96E25" w:rsidRDefault="006F77C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Northwards over bridge and </w:t>
      </w:r>
      <w:r w:rsidR="00CB0D4D">
        <w:rPr>
          <w:sz w:val="28"/>
          <w:szCs w:val="28"/>
        </w:rPr>
        <w:t>through Caerleon to finish at (ST 338 099).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930E07">
        <w:rPr>
          <w:rFonts w:eastAsia="Times New Roman"/>
          <w:b w:val="0"/>
        </w:rPr>
        <w:t xml:space="preserve">Beautiful day – very sunny and warm all day – light breeze </w:t>
      </w:r>
      <w:r w:rsidR="00C13DB2">
        <w:rPr>
          <w:rFonts w:eastAsia="Times New Roman"/>
          <w:b w:val="0"/>
        </w:rPr>
        <w:t>–</w:t>
      </w:r>
      <w:r w:rsidR="00930E07">
        <w:rPr>
          <w:rFonts w:eastAsia="Times New Roman"/>
          <w:b w:val="0"/>
        </w:rPr>
        <w:t xml:space="preserve"> </w:t>
      </w:r>
      <w:r w:rsidR="00C13DB2">
        <w:rPr>
          <w:rFonts w:eastAsia="Times New Roman"/>
          <w:b w:val="0"/>
        </w:rPr>
        <w:t>good views – picked lots of chestnuts.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F1247F">
        <w:rPr>
          <w:rFonts w:eastAsia="Times New Roman"/>
          <w:b w:val="0"/>
        </w:rPr>
        <w:t>Andrew Clabon, Nick &amp; Julia Kaye, Tony Clark</w:t>
      </w:r>
      <w:r w:rsidR="00F72150">
        <w:rPr>
          <w:rFonts w:eastAsia="Times New Roman"/>
          <w:b w:val="0"/>
        </w:rPr>
        <w:t>, Mike Evans, Don Henley, Keith Bennet</w:t>
      </w:r>
      <w:r w:rsidR="00930E07">
        <w:rPr>
          <w:rFonts w:eastAsia="Times New Roman"/>
          <w:b w:val="0"/>
        </w:rPr>
        <w:t>t</w:t>
      </w:r>
      <w:r w:rsidR="00F72150">
        <w:rPr>
          <w:rFonts w:eastAsia="Times New Roman"/>
          <w:b w:val="0"/>
        </w:rPr>
        <w:t>, Gwyn &amp; Pam Howells</w:t>
      </w:r>
      <w:r w:rsidR="00B904E4">
        <w:rPr>
          <w:rFonts w:eastAsia="Times New Roman"/>
          <w:b w:val="0"/>
        </w:rPr>
        <w:t>.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6D57C9"/>
    <w:rsid w:val="00043EFF"/>
    <w:rsid w:val="0007750E"/>
    <w:rsid w:val="0008166F"/>
    <w:rsid w:val="00087935"/>
    <w:rsid w:val="000D1346"/>
    <w:rsid w:val="000D497A"/>
    <w:rsid w:val="000F7D66"/>
    <w:rsid w:val="00107197"/>
    <w:rsid w:val="0012503E"/>
    <w:rsid w:val="00137E2A"/>
    <w:rsid w:val="001763E8"/>
    <w:rsid w:val="001825CC"/>
    <w:rsid w:val="00186260"/>
    <w:rsid w:val="00191034"/>
    <w:rsid w:val="001952CC"/>
    <w:rsid w:val="001A53B8"/>
    <w:rsid w:val="001B7DB2"/>
    <w:rsid w:val="001F0C94"/>
    <w:rsid w:val="001F6813"/>
    <w:rsid w:val="00251AF5"/>
    <w:rsid w:val="00270489"/>
    <w:rsid w:val="0027275C"/>
    <w:rsid w:val="0028463E"/>
    <w:rsid w:val="00290B8A"/>
    <w:rsid w:val="002C2BD8"/>
    <w:rsid w:val="002C50BE"/>
    <w:rsid w:val="003554D4"/>
    <w:rsid w:val="003F1FA9"/>
    <w:rsid w:val="003F2197"/>
    <w:rsid w:val="00577C85"/>
    <w:rsid w:val="00583293"/>
    <w:rsid w:val="005B097D"/>
    <w:rsid w:val="005E15BC"/>
    <w:rsid w:val="006617AE"/>
    <w:rsid w:val="006A1B46"/>
    <w:rsid w:val="006D57C9"/>
    <w:rsid w:val="006E4546"/>
    <w:rsid w:val="006E7DE8"/>
    <w:rsid w:val="006F77C0"/>
    <w:rsid w:val="00712ABC"/>
    <w:rsid w:val="007274F9"/>
    <w:rsid w:val="00757DEB"/>
    <w:rsid w:val="0079308F"/>
    <w:rsid w:val="007B6DF5"/>
    <w:rsid w:val="00860B09"/>
    <w:rsid w:val="00873828"/>
    <w:rsid w:val="00907D44"/>
    <w:rsid w:val="0091399A"/>
    <w:rsid w:val="00930E07"/>
    <w:rsid w:val="00937A38"/>
    <w:rsid w:val="00937BF9"/>
    <w:rsid w:val="009541E5"/>
    <w:rsid w:val="0098014A"/>
    <w:rsid w:val="009B056C"/>
    <w:rsid w:val="00A467F5"/>
    <w:rsid w:val="00A54965"/>
    <w:rsid w:val="00AB7C8E"/>
    <w:rsid w:val="00B060C5"/>
    <w:rsid w:val="00B10205"/>
    <w:rsid w:val="00B52809"/>
    <w:rsid w:val="00B722E7"/>
    <w:rsid w:val="00B83E17"/>
    <w:rsid w:val="00B904E4"/>
    <w:rsid w:val="00B96E25"/>
    <w:rsid w:val="00BA79D8"/>
    <w:rsid w:val="00BD1766"/>
    <w:rsid w:val="00C031D0"/>
    <w:rsid w:val="00C07C9B"/>
    <w:rsid w:val="00C13DB2"/>
    <w:rsid w:val="00C25707"/>
    <w:rsid w:val="00C37147"/>
    <w:rsid w:val="00C80C67"/>
    <w:rsid w:val="00CA03E1"/>
    <w:rsid w:val="00CB0D4D"/>
    <w:rsid w:val="00CB3DD5"/>
    <w:rsid w:val="00CD3D2F"/>
    <w:rsid w:val="00CF1D3F"/>
    <w:rsid w:val="00D05960"/>
    <w:rsid w:val="00D22B5D"/>
    <w:rsid w:val="00D42071"/>
    <w:rsid w:val="00D92281"/>
    <w:rsid w:val="00DE6E48"/>
    <w:rsid w:val="00DF408D"/>
    <w:rsid w:val="00E0139E"/>
    <w:rsid w:val="00E1004F"/>
    <w:rsid w:val="00E81375"/>
    <w:rsid w:val="00EC6D06"/>
    <w:rsid w:val="00F1247F"/>
    <w:rsid w:val="00F72150"/>
    <w:rsid w:val="00FA6118"/>
    <w:rsid w:val="00FD4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281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6</cp:revision>
  <dcterms:created xsi:type="dcterms:W3CDTF">2023-01-13T11:46:00Z</dcterms:created>
  <dcterms:modified xsi:type="dcterms:W3CDTF">2023-01-13T17:10:00Z</dcterms:modified>
</cp:coreProperties>
</file>