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6D1E66" w:rsidP="00B722E7">
      <w:pPr>
        <w:pStyle w:val="Heading1"/>
      </w:pPr>
      <w:r>
        <w:t>Andrew’s Amble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6D1E66">
        <w:rPr>
          <w:rFonts w:eastAsia="Times New Roman"/>
          <w:b w:val="0"/>
        </w:rPr>
        <w:t>13</w:t>
      </w:r>
      <w:r w:rsidR="006D1E66" w:rsidRPr="006D1E66">
        <w:rPr>
          <w:rFonts w:eastAsia="Times New Roman"/>
          <w:b w:val="0"/>
        </w:rPr>
        <w:t xml:space="preserve">th </w:t>
      </w:r>
      <w:r w:rsidR="006D1E66">
        <w:rPr>
          <w:rFonts w:eastAsia="Times New Roman"/>
          <w:b w:val="0"/>
        </w:rPr>
        <w:t>May 1984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6D1E66">
        <w:rPr>
          <w:rFonts w:eastAsia="Times New Roman"/>
          <w:b w:val="0"/>
        </w:rPr>
        <w:t xml:space="preserve">28.5 miles, </w:t>
      </w:r>
      <w:r w:rsidR="005F02F5">
        <w:rPr>
          <w:rFonts w:eastAsia="Times New Roman"/>
          <w:b w:val="0"/>
        </w:rPr>
        <w:t>5200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5F02F5">
        <w:rPr>
          <w:b w:val="0"/>
        </w:rPr>
        <w:t>Andrew Clabon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Default="009A0851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(SN 848 171) on A40</w:t>
      </w:r>
      <w:r w:rsidR="00EA67B6">
        <w:rPr>
          <w:sz w:val="28"/>
          <w:szCs w:val="28"/>
        </w:rPr>
        <w:t>6</w:t>
      </w:r>
      <w:r>
        <w:rPr>
          <w:sz w:val="28"/>
          <w:szCs w:val="28"/>
        </w:rPr>
        <w:t>7 north of Craig-y-nos</w:t>
      </w:r>
      <w:r w:rsidR="00860C03">
        <w:rPr>
          <w:sz w:val="28"/>
          <w:szCs w:val="28"/>
        </w:rPr>
        <w:t>.</w:t>
      </w:r>
    </w:p>
    <w:p w:rsidR="00277E05" w:rsidRPr="00307E63" w:rsidRDefault="00860C03" w:rsidP="00307E6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South-west along A4067to (SN 845 165)</w:t>
      </w:r>
      <w:r w:rsidR="00307E63">
        <w:rPr>
          <w:sz w:val="28"/>
          <w:szCs w:val="28"/>
        </w:rPr>
        <w:t>, p</w:t>
      </w:r>
      <w:r w:rsidR="00277E05" w:rsidRPr="00307E63">
        <w:rPr>
          <w:sz w:val="28"/>
          <w:szCs w:val="28"/>
        </w:rPr>
        <w:t>ath past Carreg Haffes farm</w:t>
      </w:r>
      <w:r w:rsidR="00307E63" w:rsidRPr="00307E63">
        <w:rPr>
          <w:sz w:val="28"/>
          <w:szCs w:val="28"/>
        </w:rPr>
        <w:t xml:space="preserve"> across Afon Haffes</w:t>
      </w:r>
    </w:p>
    <w:p w:rsidR="00290B8A" w:rsidRDefault="002912D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uphill over Twyn Spratt</w:t>
      </w:r>
      <w:r w:rsidR="00B1510F">
        <w:rPr>
          <w:sz w:val="28"/>
          <w:szCs w:val="28"/>
        </w:rPr>
        <w:t xml:space="preserve">, </w:t>
      </w:r>
      <w:r w:rsidR="001D0941">
        <w:rPr>
          <w:sz w:val="28"/>
          <w:szCs w:val="28"/>
        </w:rPr>
        <w:t>over the moo</w:t>
      </w:r>
      <w:r w:rsidR="00694D53">
        <w:rPr>
          <w:sz w:val="28"/>
          <w:szCs w:val="28"/>
        </w:rPr>
        <w:t xml:space="preserve">r, uphill over Castell y </w:t>
      </w:r>
      <w:r w:rsidR="00B1510F">
        <w:rPr>
          <w:sz w:val="28"/>
          <w:szCs w:val="28"/>
        </w:rPr>
        <w:t>Geifr to Carreg Goch</w:t>
      </w:r>
    </w:p>
    <w:p w:rsidR="00694D53" w:rsidRDefault="00694D5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South-west from summit of Carreg Goch</w:t>
      </w:r>
      <w:r w:rsidR="00A35139">
        <w:rPr>
          <w:sz w:val="28"/>
          <w:szCs w:val="28"/>
        </w:rPr>
        <w:t xml:space="preserve"> for short way to wreck of a Wellington aircraft.</w:t>
      </w:r>
    </w:p>
    <w:p w:rsidR="00A35139" w:rsidRDefault="00140F47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 up valley to Sinc Giedd</w:t>
      </w:r>
      <w:r w:rsidR="00CC60CC">
        <w:rPr>
          <w:sz w:val="28"/>
          <w:szCs w:val="28"/>
        </w:rPr>
        <w:t xml:space="preserve">. West-north-west </w:t>
      </w:r>
      <w:r w:rsidR="004262DE">
        <w:rPr>
          <w:sz w:val="28"/>
          <w:szCs w:val="28"/>
        </w:rPr>
        <w:t>across Carreg-Lem and Gwys Fawr stream</w:t>
      </w:r>
      <w:r w:rsidR="007C0D3A">
        <w:rPr>
          <w:sz w:val="28"/>
          <w:szCs w:val="28"/>
        </w:rPr>
        <w:t xml:space="preserve"> and cross</w:t>
      </w:r>
      <w:r w:rsidR="000B2D0D">
        <w:rPr>
          <w:sz w:val="28"/>
          <w:szCs w:val="28"/>
        </w:rPr>
        <w:t xml:space="preserve"> the Afon Twrch at about </w:t>
      </w:r>
      <w:r w:rsidR="008D6959">
        <w:rPr>
          <w:sz w:val="28"/>
          <w:szCs w:val="28"/>
        </w:rPr>
        <w:t>(SN 787 187</w:t>
      </w:r>
      <w:r w:rsidR="000B2D0D">
        <w:rPr>
          <w:sz w:val="28"/>
          <w:szCs w:val="28"/>
        </w:rPr>
        <w:t>).</w:t>
      </w:r>
    </w:p>
    <w:p w:rsidR="008D41F4" w:rsidRDefault="00A459F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 up the valley of the Twrch Fechan</w:t>
      </w:r>
      <w:r w:rsidR="00796230">
        <w:rPr>
          <w:sz w:val="28"/>
          <w:szCs w:val="28"/>
        </w:rPr>
        <w:t xml:space="preserve"> and across Pen-Rhiw-goch to Carreg</w:t>
      </w:r>
      <w:r w:rsidR="00153080">
        <w:rPr>
          <w:sz w:val="28"/>
          <w:szCs w:val="28"/>
        </w:rPr>
        <w:t xml:space="preserve"> Y</w:t>
      </w:r>
      <w:r w:rsidR="00EF5503">
        <w:rPr>
          <w:sz w:val="28"/>
          <w:szCs w:val="28"/>
        </w:rPr>
        <w:t>r Ogof</w:t>
      </w:r>
      <w:r w:rsidR="00153080">
        <w:rPr>
          <w:sz w:val="28"/>
          <w:szCs w:val="28"/>
        </w:rPr>
        <w:t>.</w:t>
      </w:r>
    </w:p>
    <w:p w:rsidR="00153080" w:rsidRDefault="007C0D3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Eastwards across Waun Bwdel </w:t>
      </w:r>
      <w:r w:rsidR="004D172F">
        <w:rPr>
          <w:sz w:val="28"/>
          <w:szCs w:val="28"/>
        </w:rPr>
        <w:t>to the Tyle Gwyn ridge.</w:t>
      </w:r>
    </w:p>
    <w:p w:rsidR="004D172F" w:rsidRDefault="004D172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 down the ridge to cross the Afon Sawdde at (SN 798 238).</w:t>
      </w:r>
    </w:p>
    <w:p w:rsidR="0073338D" w:rsidRDefault="0001429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Uphill northwards following the intake fence around west side of </w:t>
      </w:r>
      <w:r w:rsidR="00714C4D">
        <w:rPr>
          <w:sz w:val="28"/>
          <w:szCs w:val="28"/>
        </w:rPr>
        <w:t>Foel</w:t>
      </w:r>
      <w:r w:rsidR="0073338D">
        <w:rPr>
          <w:sz w:val="28"/>
          <w:szCs w:val="28"/>
        </w:rPr>
        <w:t>.</w:t>
      </w:r>
    </w:p>
    <w:p w:rsidR="00014296" w:rsidRDefault="0073338D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</w:t>
      </w:r>
      <w:r w:rsidR="00B06B8C">
        <w:rPr>
          <w:sz w:val="28"/>
          <w:szCs w:val="28"/>
        </w:rPr>
        <w:t xml:space="preserve">hen continue </w:t>
      </w:r>
      <w:r w:rsidR="006118C7">
        <w:rPr>
          <w:sz w:val="28"/>
          <w:szCs w:val="28"/>
        </w:rPr>
        <w:t>northwards across</w:t>
      </w:r>
      <w:r w:rsidR="00B06B8C">
        <w:rPr>
          <w:sz w:val="28"/>
          <w:szCs w:val="28"/>
        </w:rPr>
        <w:t xml:space="preserve"> </w:t>
      </w:r>
      <w:r w:rsidR="003F639C">
        <w:rPr>
          <w:sz w:val="28"/>
          <w:szCs w:val="28"/>
        </w:rPr>
        <w:t>Rhos LLechach</w:t>
      </w:r>
      <w:r w:rsidR="00BD4AD7">
        <w:rPr>
          <w:sz w:val="28"/>
          <w:szCs w:val="28"/>
        </w:rPr>
        <w:t xml:space="preserve"> and the Afon Llechach to reach the minor road at about (</w:t>
      </w:r>
      <w:r w:rsidR="00C224B5">
        <w:rPr>
          <w:sz w:val="28"/>
          <w:szCs w:val="28"/>
        </w:rPr>
        <w:t>SN 794</w:t>
      </w:r>
      <w:r w:rsidR="00BD4AD7">
        <w:rPr>
          <w:sz w:val="28"/>
          <w:szCs w:val="28"/>
        </w:rPr>
        <w:t xml:space="preserve"> 264).</w:t>
      </w:r>
    </w:p>
    <w:p w:rsidR="00525BE9" w:rsidRDefault="006118C7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Minor road east for short way then follow track </w:t>
      </w:r>
      <w:r w:rsidR="00762F2F">
        <w:rPr>
          <w:sz w:val="28"/>
          <w:szCs w:val="28"/>
        </w:rPr>
        <w:t xml:space="preserve">to Afon Clydach and around west side of </w:t>
      </w:r>
      <w:r w:rsidR="003F5B99">
        <w:rPr>
          <w:sz w:val="28"/>
          <w:szCs w:val="28"/>
        </w:rPr>
        <w:t>Fedw Fawr.</w:t>
      </w:r>
      <w:r w:rsidR="00093680">
        <w:rPr>
          <w:sz w:val="28"/>
          <w:szCs w:val="28"/>
        </w:rPr>
        <w:t xml:space="preserve"> North-north-east to edge of forestry.</w:t>
      </w:r>
    </w:p>
    <w:p w:rsidR="00093680" w:rsidRDefault="0009368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 along</w:t>
      </w:r>
      <w:r w:rsidR="009966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forestry </w:t>
      </w:r>
      <w:r w:rsidR="00996685">
        <w:rPr>
          <w:sz w:val="28"/>
          <w:szCs w:val="28"/>
        </w:rPr>
        <w:t xml:space="preserve">edge to </w:t>
      </w:r>
      <w:r w:rsidR="006411E8">
        <w:rPr>
          <w:sz w:val="28"/>
          <w:szCs w:val="28"/>
        </w:rPr>
        <w:t>end of</w:t>
      </w:r>
      <w:r w:rsidR="006035F4">
        <w:rPr>
          <w:sz w:val="28"/>
          <w:szCs w:val="28"/>
        </w:rPr>
        <w:t xml:space="preserve"> forestry ride at (SN 804 285</w:t>
      </w:r>
      <w:r w:rsidR="006411E8">
        <w:rPr>
          <w:sz w:val="28"/>
          <w:szCs w:val="28"/>
        </w:rPr>
        <w:t>).</w:t>
      </w:r>
    </w:p>
    <w:p w:rsidR="006411E8" w:rsidRDefault="008E6A37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Forestry ride to standing stone then track north-east and devi</w:t>
      </w:r>
      <w:r w:rsidR="0005411E">
        <w:rPr>
          <w:sz w:val="28"/>
          <w:szCs w:val="28"/>
        </w:rPr>
        <w:t>ous route through forestry to exit along forestry ride at (SN 809 292).</w:t>
      </w:r>
    </w:p>
    <w:p w:rsidR="00995456" w:rsidRDefault="0099545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North-eastwards across </w:t>
      </w:r>
      <w:r w:rsidR="003F52C0">
        <w:rPr>
          <w:sz w:val="28"/>
          <w:szCs w:val="28"/>
        </w:rPr>
        <w:t xml:space="preserve">south slopes of Mynydd Myddfai, </w:t>
      </w:r>
      <w:r w:rsidR="00EC335B">
        <w:rPr>
          <w:sz w:val="28"/>
          <w:szCs w:val="28"/>
        </w:rPr>
        <w:t>Pant y Ddwyr</w:t>
      </w:r>
      <w:r w:rsidR="003F52C0">
        <w:rPr>
          <w:sz w:val="28"/>
          <w:szCs w:val="28"/>
        </w:rPr>
        <w:t>os</w:t>
      </w:r>
      <w:r w:rsidR="002D3309">
        <w:rPr>
          <w:sz w:val="28"/>
          <w:szCs w:val="28"/>
        </w:rPr>
        <w:t xml:space="preserve"> and Waun Ddu</w:t>
      </w:r>
      <w:r w:rsidR="00EC335B">
        <w:rPr>
          <w:sz w:val="28"/>
          <w:szCs w:val="28"/>
        </w:rPr>
        <w:t xml:space="preserve"> to </w:t>
      </w:r>
      <w:r w:rsidR="004F53A9">
        <w:rPr>
          <w:sz w:val="28"/>
          <w:szCs w:val="28"/>
        </w:rPr>
        <w:t>Y Pigwn and Roman camps.</w:t>
      </w:r>
      <w:r w:rsidR="003F52C0">
        <w:rPr>
          <w:sz w:val="28"/>
          <w:szCs w:val="28"/>
        </w:rPr>
        <w:t xml:space="preserve"> </w:t>
      </w:r>
    </w:p>
    <w:p w:rsidR="004F53A9" w:rsidRDefault="004F53A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South-east </w:t>
      </w:r>
      <w:r w:rsidR="000B5DC2">
        <w:rPr>
          <w:sz w:val="28"/>
          <w:szCs w:val="28"/>
        </w:rPr>
        <w:t xml:space="preserve">along track of Roman road and then metalled road to (SN </w:t>
      </w:r>
      <w:r w:rsidR="000B24CE">
        <w:rPr>
          <w:sz w:val="28"/>
          <w:szCs w:val="28"/>
        </w:rPr>
        <w:t>854 296).</w:t>
      </w:r>
    </w:p>
    <w:p w:rsidR="00D666E6" w:rsidRDefault="00E653E7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w</w:t>
      </w:r>
      <w:r w:rsidR="000B24CE">
        <w:rPr>
          <w:sz w:val="28"/>
          <w:szCs w:val="28"/>
        </w:rPr>
        <w:t xml:space="preserve">est through fields </w:t>
      </w:r>
      <w:r w:rsidR="00E81EB9">
        <w:rPr>
          <w:sz w:val="28"/>
          <w:szCs w:val="28"/>
        </w:rPr>
        <w:t>to Gelligam farm</w:t>
      </w:r>
      <w:r>
        <w:rPr>
          <w:sz w:val="28"/>
          <w:szCs w:val="28"/>
        </w:rPr>
        <w:t xml:space="preserve">, </w:t>
      </w:r>
      <w:r w:rsidR="00752BF0">
        <w:rPr>
          <w:sz w:val="28"/>
          <w:szCs w:val="28"/>
        </w:rPr>
        <w:t>down farm track to road at (SN 843 290).</w:t>
      </w:r>
      <w:r w:rsidR="004A291A">
        <w:rPr>
          <w:sz w:val="28"/>
          <w:szCs w:val="28"/>
        </w:rPr>
        <w:t xml:space="preserve"> </w:t>
      </w:r>
    </w:p>
    <w:p w:rsidR="000B24CE" w:rsidRDefault="004A291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Westwards and then south along road to junction at (SN 829</w:t>
      </w:r>
      <w:r w:rsidR="00E653E7">
        <w:rPr>
          <w:sz w:val="28"/>
          <w:szCs w:val="28"/>
        </w:rPr>
        <w:t xml:space="preserve"> 274).</w:t>
      </w:r>
    </w:p>
    <w:p w:rsidR="00E653E7" w:rsidRDefault="00D666E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East along road </w:t>
      </w:r>
      <w:r w:rsidR="00031A31">
        <w:rPr>
          <w:sz w:val="28"/>
          <w:szCs w:val="28"/>
        </w:rPr>
        <w:t xml:space="preserve">East along road to junction with forestry road at (SN </w:t>
      </w:r>
      <w:r w:rsidR="006A7FF1">
        <w:rPr>
          <w:sz w:val="28"/>
          <w:szCs w:val="28"/>
        </w:rPr>
        <w:t>832 275).</w:t>
      </w:r>
    </w:p>
    <w:p w:rsidR="006A7FF1" w:rsidRDefault="006A7FF1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 along track through</w:t>
      </w:r>
      <w:r w:rsidR="000B260F">
        <w:rPr>
          <w:sz w:val="28"/>
          <w:szCs w:val="28"/>
        </w:rPr>
        <w:t xml:space="preserve"> Glasfynydd Forest to exit onto hillside at (SN 831 261).</w:t>
      </w:r>
    </w:p>
    <w:p w:rsidR="00C224B5" w:rsidRDefault="009150E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Southwards across head waters of Nant Tarw and Garn Las </w:t>
      </w:r>
      <w:r w:rsidR="008A033D">
        <w:rPr>
          <w:sz w:val="28"/>
          <w:szCs w:val="28"/>
        </w:rPr>
        <w:t xml:space="preserve">and then up ridge of Bryn Blaen-Wysg </w:t>
      </w:r>
      <w:r w:rsidR="00BF79C1">
        <w:rPr>
          <w:sz w:val="28"/>
          <w:szCs w:val="28"/>
        </w:rPr>
        <w:t>to Tro’r Fan Foel, Fan Foel and summit of Ba</w:t>
      </w:r>
      <w:r w:rsidR="009068E4">
        <w:rPr>
          <w:sz w:val="28"/>
          <w:szCs w:val="28"/>
        </w:rPr>
        <w:t>nnau Brycheiniog (2630 ft).</w:t>
      </w:r>
    </w:p>
    <w:p w:rsidR="00EF779E" w:rsidRDefault="009068E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 to Bwlch Giedd and up to summit of Fan Hir</w:t>
      </w:r>
      <w:r w:rsidR="00EF779E">
        <w:rPr>
          <w:sz w:val="28"/>
          <w:szCs w:val="28"/>
        </w:rPr>
        <w:t xml:space="preserve"> (2400ft). </w:t>
      </w:r>
    </w:p>
    <w:p w:rsidR="002525E4" w:rsidRPr="002525E4" w:rsidRDefault="00EF779E" w:rsidP="002525E4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Southwards down </w:t>
      </w:r>
      <w:r w:rsidR="00CD1B72">
        <w:rPr>
          <w:sz w:val="28"/>
          <w:szCs w:val="28"/>
        </w:rPr>
        <w:t>ridge and</w:t>
      </w:r>
      <w:r w:rsidR="00736343">
        <w:rPr>
          <w:sz w:val="28"/>
          <w:szCs w:val="28"/>
        </w:rPr>
        <w:t xml:space="preserve"> over Allt Fach and then down steeply </w:t>
      </w:r>
      <w:r w:rsidR="00717DEF">
        <w:rPr>
          <w:sz w:val="28"/>
          <w:szCs w:val="28"/>
        </w:rPr>
        <w:t>to Afon Tawe at (SN 848 172).</w:t>
      </w:r>
      <w:r w:rsidR="002525E4">
        <w:rPr>
          <w:sz w:val="28"/>
          <w:szCs w:val="28"/>
        </w:rPr>
        <w:t xml:space="preserve"> Across Afon Tawe to A4067 and finish.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lastRenderedPageBreak/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5F02F5">
        <w:rPr>
          <w:rFonts w:eastAsia="Times New Roman"/>
          <w:b w:val="0"/>
        </w:rPr>
        <w:t>Very chilly wind at beginning of walk.</w:t>
      </w:r>
      <w:r w:rsidR="00880D9B">
        <w:rPr>
          <w:rFonts w:eastAsia="Times New Roman"/>
          <w:b w:val="0"/>
        </w:rPr>
        <w:t xml:space="preserve"> Sunny all day with good views. Got warmer during day (but still chilly </w:t>
      </w:r>
      <w:r w:rsidR="000758D3">
        <w:rPr>
          <w:rFonts w:eastAsia="Times New Roman"/>
          <w:b w:val="0"/>
        </w:rPr>
        <w:t>wind on Bannau Bry</w:t>
      </w:r>
      <w:r w:rsidR="008C16C9">
        <w:rPr>
          <w:rFonts w:eastAsia="Times New Roman"/>
          <w:b w:val="0"/>
        </w:rPr>
        <w:t>ch</w:t>
      </w:r>
      <w:r w:rsidR="000758D3">
        <w:rPr>
          <w:rFonts w:eastAsia="Times New Roman"/>
          <w:b w:val="0"/>
        </w:rPr>
        <w:t>e</w:t>
      </w:r>
      <w:r w:rsidR="008C16C9">
        <w:rPr>
          <w:rFonts w:eastAsia="Times New Roman"/>
          <w:b w:val="0"/>
        </w:rPr>
        <w:t>iniog</w:t>
      </w:r>
      <w:r w:rsidR="00E12ACC">
        <w:rPr>
          <w:rFonts w:eastAsia="Times New Roman"/>
          <w:b w:val="0"/>
        </w:rPr>
        <w:t>) in fact quite hot at times.</w:t>
      </w:r>
      <w:r w:rsidR="00E12ACC">
        <w:rPr>
          <w:rFonts w:eastAsia="Times New Roman"/>
          <w:b w:val="0"/>
        </w:rPr>
        <w:br/>
        <w:t>A fine day.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E12ACC">
        <w:rPr>
          <w:rFonts w:eastAsia="Times New Roman"/>
          <w:b w:val="0"/>
        </w:rPr>
        <w:t xml:space="preserve">Andrew Clabon, </w:t>
      </w:r>
      <w:r w:rsidR="00071B31">
        <w:rPr>
          <w:rFonts w:eastAsia="Times New Roman"/>
          <w:b w:val="0"/>
        </w:rPr>
        <w:t xml:space="preserve">Nick &amp; Julia Kaye, Alan Fox, Gerry Jackson, </w:t>
      </w:r>
      <w:r w:rsidR="00F21C11">
        <w:rPr>
          <w:rFonts w:eastAsia="Times New Roman"/>
          <w:b w:val="0"/>
        </w:rPr>
        <w:t xml:space="preserve">Tony Toon, </w:t>
      </w:r>
      <w:r w:rsidR="00071B31">
        <w:rPr>
          <w:rFonts w:eastAsia="Times New Roman"/>
          <w:b w:val="0"/>
        </w:rPr>
        <w:t xml:space="preserve">Mike Evans, Don Henley, Andrew Barker, </w:t>
      </w:r>
      <w:r w:rsidR="00F21C11">
        <w:rPr>
          <w:rFonts w:eastAsia="Times New Roman"/>
          <w:b w:val="0"/>
        </w:rPr>
        <w:t xml:space="preserve">Malcolm Hewson, Marcus Harling, Tony Clark,  </w:t>
      </w:r>
      <w:r w:rsidR="00717A95">
        <w:rPr>
          <w:rFonts w:eastAsia="Times New Roman"/>
          <w:b w:val="0"/>
        </w:rPr>
        <w:t>Pete (from Burry P</w:t>
      </w:r>
      <w:r w:rsidR="007E103D">
        <w:rPr>
          <w:rFonts w:eastAsia="Times New Roman"/>
          <w:b w:val="0"/>
        </w:rPr>
        <w:t>ort).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6D1E66"/>
    <w:rsid w:val="00014296"/>
    <w:rsid w:val="00031A31"/>
    <w:rsid w:val="000335AE"/>
    <w:rsid w:val="0005411E"/>
    <w:rsid w:val="00071B31"/>
    <w:rsid w:val="000758D3"/>
    <w:rsid w:val="0008166F"/>
    <w:rsid w:val="00093680"/>
    <w:rsid w:val="000B24CE"/>
    <w:rsid w:val="000B260F"/>
    <w:rsid w:val="000B2D0D"/>
    <w:rsid w:val="000B5DC2"/>
    <w:rsid w:val="000D1346"/>
    <w:rsid w:val="000D497A"/>
    <w:rsid w:val="00107197"/>
    <w:rsid w:val="00140F47"/>
    <w:rsid w:val="00153080"/>
    <w:rsid w:val="001763E8"/>
    <w:rsid w:val="00191034"/>
    <w:rsid w:val="001D0941"/>
    <w:rsid w:val="001F0C94"/>
    <w:rsid w:val="002525E4"/>
    <w:rsid w:val="00270489"/>
    <w:rsid w:val="00277E05"/>
    <w:rsid w:val="00290B8A"/>
    <w:rsid w:val="002912D6"/>
    <w:rsid w:val="002C2BD8"/>
    <w:rsid w:val="002C50BE"/>
    <w:rsid w:val="002D3309"/>
    <w:rsid w:val="00307E63"/>
    <w:rsid w:val="003554D4"/>
    <w:rsid w:val="00364046"/>
    <w:rsid w:val="003F52C0"/>
    <w:rsid w:val="003F5B99"/>
    <w:rsid w:val="003F639C"/>
    <w:rsid w:val="004262DE"/>
    <w:rsid w:val="004A291A"/>
    <w:rsid w:val="004D172F"/>
    <w:rsid w:val="004F53A9"/>
    <w:rsid w:val="00525BE9"/>
    <w:rsid w:val="005F02F5"/>
    <w:rsid w:val="006035F4"/>
    <w:rsid w:val="006118C7"/>
    <w:rsid w:val="006411E8"/>
    <w:rsid w:val="00694D53"/>
    <w:rsid w:val="006A7FF1"/>
    <w:rsid w:val="006B637D"/>
    <w:rsid w:val="006D1E66"/>
    <w:rsid w:val="00712ABC"/>
    <w:rsid w:val="00714C4D"/>
    <w:rsid w:val="00717A95"/>
    <w:rsid w:val="00717DEF"/>
    <w:rsid w:val="0073338D"/>
    <w:rsid w:val="00736343"/>
    <w:rsid w:val="00752BF0"/>
    <w:rsid w:val="00762F2F"/>
    <w:rsid w:val="00796230"/>
    <w:rsid w:val="007A0326"/>
    <w:rsid w:val="007B2DBB"/>
    <w:rsid w:val="007C0D3A"/>
    <w:rsid w:val="007D0438"/>
    <w:rsid w:val="007E103D"/>
    <w:rsid w:val="00860C03"/>
    <w:rsid w:val="00880D9B"/>
    <w:rsid w:val="008A033D"/>
    <w:rsid w:val="008C16C9"/>
    <w:rsid w:val="008D41F4"/>
    <w:rsid w:val="008D6959"/>
    <w:rsid w:val="008E6A37"/>
    <w:rsid w:val="009068E4"/>
    <w:rsid w:val="0091399A"/>
    <w:rsid w:val="009150E8"/>
    <w:rsid w:val="00937BF9"/>
    <w:rsid w:val="00995456"/>
    <w:rsid w:val="00996685"/>
    <w:rsid w:val="00996F8F"/>
    <w:rsid w:val="009A0851"/>
    <w:rsid w:val="009A2BFF"/>
    <w:rsid w:val="009A7D89"/>
    <w:rsid w:val="00A35139"/>
    <w:rsid w:val="00A459FB"/>
    <w:rsid w:val="00B06B8C"/>
    <w:rsid w:val="00B06F15"/>
    <w:rsid w:val="00B1510F"/>
    <w:rsid w:val="00B52809"/>
    <w:rsid w:val="00B722E7"/>
    <w:rsid w:val="00B96E25"/>
    <w:rsid w:val="00BD1766"/>
    <w:rsid w:val="00BD4AD7"/>
    <w:rsid w:val="00BF79C1"/>
    <w:rsid w:val="00C224B5"/>
    <w:rsid w:val="00C25707"/>
    <w:rsid w:val="00C37147"/>
    <w:rsid w:val="00C80C67"/>
    <w:rsid w:val="00CB3DD5"/>
    <w:rsid w:val="00CC60CC"/>
    <w:rsid w:val="00CD1B72"/>
    <w:rsid w:val="00CD3D2F"/>
    <w:rsid w:val="00D42071"/>
    <w:rsid w:val="00D666E6"/>
    <w:rsid w:val="00DE6E48"/>
    <w:rsid w:val="00E0139E"/>
    <w:rsid w:val="00E12ACC"/>
    <w:rsid w:val="00E653E7"/>
    <w:rsid w:val="00E81375"/>
    <w:rsid w:val="00E81EB9"/>
    <w:rsid w:val="00EA67B6"/>
    <w:rsid w:val="00EC335B"/>
    <w:rsid w:val="00EC6D06"/>
    <w:rsid w:val="00EF5503"/>
    <w:rsid w:val="00EF779E"/>
    <w:rsid w:val="00F2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100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6</cp:revision>
  <dcterms:created xsi:type="dcterms:W3CDTF">2023-01-05T09:36:00Z</dcterms:created>
  <dcterms:modified xsi:type="dcterms:W3CDTF">2023-01-08T15:41:00Z</dcterms:modified>
</cp:coreProperties>
</file>