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5F7BDB" w:rsidP="00B722E7">
      <w:pPr>
        <w:pStyle w:val="Heading1"/>
      </w:pPr>
      <w:r>
        <w:t>Black Mountains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5F7BDB">
        <w:rPr>
          <w:rFonts w:eastAsia="Times New Roman"/>
          <w:b w:val="0"/>
        </w:rPr>
        <w:t>11</w:t>
      </w:r>
      <w:r w:rsidR="005F7BDB" w:rsidRPr="005F7BDB">
        <w:rPr>
          <w:rFonts w:eastAsia="Times New Roman"/>
          <w:b w:val="0"/>
        </w:rPr>
        <w:t>th</w:t>
      </w:r>
      <w:r w:rsidR="005F7BDB">
        <w:rPr>
          <w:rFonts w:eastAsia="Times New Roman"/>
          <w:b w:val="0"/>
        </w:rPr>
        <w:t xml:space="preserve"> February 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751CBD">
        <w:rPr>
          <w:rFonts w:eastAsia="Times New Roman"/>
          <w:b w:val="0"/>
        </w:rPr>
        <w:t>26.7 miles, 4500 feet.</w:t>
      </w:r>
    </w:p>
    <w:p w:rsidR="006C2DB4" w:rsidRPr="00CE5E25" w:rsidRDefault="0091399A" w:rsidP="00D1675E">
      <w:pPr>
        <w:pStyle w:val="Heading2"/>
        <w:tabs>
          <w:tab w:val="left" w:pos="1701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751CBD">
        <w:rPr>
          <w:b w:val="0"/>
        </w:rPr>
        <w:t>Tony Rowley</w:t>
      </w:r>
    </w:p>
    <w:p w:rsidR="006C2DB4" w:rsidRPr="00214922" w:rsidRDefault="006C2DB4" w:rsidP="00D1675E">
      <w:pPr>
        <w:tabs>
          <w:tab w:val="left" w:pos="1701"/>
        </w:tabs>
        <w:spacing w:before="200"/>
        <w:rPr>
          <w:sz w:val="28"/>
          <w:szCs w:val="28"/>
        </w:rPr>
      </w:pPr>
      <w:r w:rsidRPr="006C2DB4">
        <w:rPr>
          <w:b/>
          <w:sz w:val="28"/>
          <w:szCs w:val="28"/>
        </w:rPr>
        <w:t>Comment:</w:t>
      </w:r>
      <w:r w:rsidR="00214922">
        <w:rPr>
          <w:sz w:val="28"/>
          <w:szCs w:val="28"/>
        </w:rPr>
        <w:tab/>
        <w:t xml:space="preserve">Joint walk with Bristol &amp; West and Essex &amp; Herts groups staying at </w:t>
      </w:r>
      <w:r w:rsidR="00EA2863">
        <w:rPr>
          <w:sz w:val="28"/>
          <w:szCs w:val="28"/>
        </w:rPr>
        <w:t>Upper Genffordd Farm</w:t>
      </w:r>
      <w:r w:rsidR="00214922">
        <w:rPr>
          <w:sz w:val="28"/>
          <w:szCs w:val="28"/>
        </w:rPr>
        <w:t>.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Default="00DE565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</w:t>
      </w:r>
      <w:r w:rsidR="00D819DF">
        <w:rPr>
          <w:sz w:val="28"/>
          <w:szCs w:val="28"/>
        </w:rPr>
        <w:t>Upper Genf</w:t>
      </w:r>
      <w:r w:rsidR="00A63FD3">
        <w:rPr>
          <w:sz w:val="28"/>
          <w:szCs w:val="28"/>
        </w:rPr>
        <w:t>f</w:t>
      </w:r>
      <w:r w:rsidR="00D819DF">
        <w:rPr>
          <w:sz w:val="28"/>
          <w:szCs w:val="28"/>
        </w:rPr>
        <w:t>ordd Farm (SO 171 304).</w:t>
      </w:r>
    </w:p>
    <w:p w:rsidR="00D819DF" w:rsidRPr="00B96E25" w:rsidRDefault="0044052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To Pe</w:t>
      </w:r>
      <w:r w:rsidR="00A63FD3">
        <w:rPr>
          <w:sz w:val="28"/>
          <w:szCs w:val="28"/>
        </w:rPr>
        <w:t>n</w:t>
      </w:r>
      <w:r>
        <w:rPr>
          <w:sz w:val="28"/>
          <w:szCs w:val="28"/>
        </w:rPr>
        <w:t>gen</w:t>
      </w:r>
      <w:r w:rsidR="00A63FD3">
        <w:rPr>
          <w:sz w:val="28"/>
          <w:szCs w:val="28"/>
        </w:rPr>
        <w:t>f</w:t>
      </w:r>
      <w:r>
        <w:rPr>
          <w:sz w:val="28"/>
          <w:szCs w:val="28"/>
        </w:rPr>
        <w:t>fordd, Dinas Farm, track then path up the ridge</w:t>
      </w:r>
      <w:r w:rsidR="000E2BC2">
        <w:rPr>
          <w:sz w:val="28"/>
          <w:szCs w:val="28"/>
        </w:rPr>
        <w:t>.</w:t>
      </w:r>
    </w:p>
    <w:p w:rsidR="00290B8A" w:rsidRDefault="000E2BC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Bwlch Bach A’r Grib</w:t>
      </w:r>
      <w:r w:rsidR="00965BE3">
        <w:rPr>
          <w:sz w:val="28"/>
          <w:szCs w:val="28"/>
        </w:rPr>
        <w:t xml:space="preserve"> and up Y Grib to beneath slopes of Pen y Manllwyn</w:t>
      </w:r>
      <w:r w:rsidR="00061B6E">
        <w:rPr>
          <w:sz w:val="28"/>
          <w:szCs w:val="28"/>
        </w:rPr>
        <w:t>.</w:t>
      </w:r>
    </w:p>
    <w:p w:rsidR="00061B6E" w:rsidRDefault="00061B6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contouring northwards around head of </w:t>
      </w:r>
      <w:r w:rsidR="00034854">
        <w:rPr>
          <w:sz w:val="28"/>
          <w:szCs w:val="28"/>
        </w:rPr>
        <w:t xml:space="preserve">Cwm y Nant to Blaen Grwyne </w:t>
      </w:r>
      <w:r w:rsidR="0097195E">
        <w:rPr>
          <w:sz w:val="28"/>
          <w:szCs w:val="28"/>
        </w:rPr>
        <w:t>Fawr</w:t>
      </w:r>
      <w:r w:rsidR="00034854">
        <w:rPr>
          <w:sz w:val="28"/>
          <w:szCs w:val="28"/>
        </w:rPr>
        <w:t xml:space="preserve"> an</w:t>
      </w:r>
      <w:r w:rsidR="007647E0">
        <w:rPr>
          <w:sz w:val="28"/>
          <w:szCs w:val="28"/>
        </w:rPr>
        <w:t>d then to</w:t>
      </w:r>
      <w:r w:rsidR="009A5C03">
        <w:rPr>
          <w:sz w:val="28"/>
          <w:szCs w:val="28"/>
        </w:rPr>
        <w:t xml:space="preserve"> summit of Rhos Dirion (2339 f</w:t>
      </w:r>
      <w:r w:rsidR="007647E0">
        <w:rPr>
          <w:sz w:val="28"/>
          <w:szCs w:val="28"/>
        </w:rPr>
        <w:t>t).</w:t>
      </w:r>
    </w:p>
    <w:p w:rsidR="007647E0" w:rsidRDefault="007647E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south-east along the ridge</w:t>
      </w:r>
      <w:r w:rsidR="00E158EF">
        <w:rPr>
          <w:sz w:val="28"/>
          <w:szCs w:val="28"/>
        </w:rPr>
        <w:t xml:space="preserve"> via Twyn Tal</w:t>
      </w:r>
      <w:r w:rsidR="00A4249B">
        <w:rPr>
          <w:sz w:val="28"/>
          <w:szCs w:val="28"/>
        </w:rPr>
        <w:t>-</w:t>
      </w:r>
      <w:r w:rsidR="00E158EF">
        <w:rPr>
          <w:sz w:val="28"/>
          <w:szCs w:val="28"/>
        </w:rPr>
        <w:t>y</w:t>
      </w:r>
      <w:r w:rsidR="00A4249B">
        <w:rPr>
          <w:sz w:val="28"/>
          <w:szCs w:val="28"/>
        </w:rPr>
        <w:t>-</w:t>
      </w:r>
      <w:r w:rsidR="00E158EF">
        <w:rPr>
          <w:sz w:val="28"/>
          <w:szCs w:val="28"/>
        </w:rPr>
        <w:t>Cefn</w:t>
      </w:r>
      <w:r w:rsidR="009A5C03">
        <w:rPr>
          <w:sz w:val="28"/>
          <w:szCs w:val="28"/>
        </w:rPr>
        <w:t xml:space="preserve"> (2303 ft)</w:t>
      </w:r>
      <w:r w:rsidR="004D5FD9">
        <w:rPr>
          <w:sz w:val="28"/>
          <w:szCs w:val="28"/>
        </w:rPr>
        <w:t>,</w:t>
      </w:r>
      <w:r w:rsidR="009A5C03">
        <w:rPr>
          <w:sz w:val="28"/>
          <w:szCs w:val="28"/>
        </w:rPr>
        <w:t xml:space="preserve"> Chwarel y Fan</w:t>
      </w:r>
      <w:r w:rsidR="004D5FD9">
        <w:rPr>
          <w:sz w:val="28"/>
          <w:szCs w:val="28"/>
        </w:rPr>
        <w:t xml:space="preserve"> (2228 ft), Bal Mawr and Garn-Wen to (SO </w:t>
      </w:r>
      <w:r w:rsidR="00B85353">
        <w:rPr>
          <w:sz w:val="28"/>
          <w:szCs w:val="28"/>
        </w:rPr>
        <w:t>290 226).</w:t>
      </w:r>
    </w:p>
    <w:p w:rsidR="00B85353" w:rsidRDefault="005D34F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south via New</w:t>
      </w:r>
      <w:r w:rsidR="00800022">
        <w:rPr>
          <w:sz w:val="28"/>
          <w:szCs w:val="28"/>
        </w:rPr>
        <w:t xml:space="preserve"> Inn Farm to road at (SO 285 210</w:t>
      </w:r>
      <w:r>
        <w:rPr>
          <w:sz w:val="28"/>
          <w:szCs w:val="28"/>
        </w:rPr>
        <w:t>).</w:t>
      </w:r>
    </w:p>
    <w:p w:rsidR="00800022" w:rsidRDefault="007560B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westwards via Neuadd to junction at (SO 265 205)</w:t>
      </w:r>
    </w:p>
    <w:p w:rsidR="00D3207E" w:rsidRDefault="00D3207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westwards </w:t>
      </w:r>
      <w:r w:rsidR="00C74BAA">
        <w:rPr>
          <w:sz w:val="28"/>
          <w:szCs w:val="28"/>
        </w:rPr>
        <w:t>past Erw Hir</w:t>
      </w:r>
      <w:r w:rsidR="005D65BC">
        <w:rPr>
          <w:sz w:val="28"/>
          <w:szCs w:val="28"/>
        </w:rPr>
        <w:t xml:space="preserve"> </w:t>
      </w:r>
      <w:r w:rsidR="00C74BAA">
        <w:rPr>
          <w:sz w:val="28"/>
          <w:szCs w:val="28"/>
        </w:rPr>
        <w:t>to Grwyne</w:t>
      </w:r>
      <w:r w:rsidR="005D65BC">
        <w:rPr>
          <w:sz w:val="28"/>
          <w:szCs w:val="28"/>
        </w:rPr>
        <w:t xml:space="preserve"> Fechan river</w:t>
      </w:r>
      <w:r w:rsidR="00E30F46">
        <w:rPr>
          <w:sz w:val="28"/>
          <w:szCs w:val="28"/>
        </w:rPr>
        <w:t>, track upstream for short distance to Upper Cwm Bridge and track uphill to Llanbedr and lunch at the Red Lion.</w:t>
      </w:r>
    </w:p>
    <w:p w:rsidR="00586ECE" w:rsidRDefault="00586EC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west to road junction then north to (SO 234 207)</w:t>
      </w:r>
      <w:r w:rsidR="00A52289">
        <w:rPr>
          <w:sz w:val="28"/>
          <w:szCs w:val="28"/>
        </w:rPr>
        <w:t>.</w:t>
      </w:r>
    </w:p>
    <w:p w:rsidR="00A52289" w:rsidRDefault="008D2C6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uphill via Perth-y-Pia</w:t>
      </w:r>
      <w:r w:rsidR="00EC138B">
        <w:rPr>
          <w:sz w:val="28"/>
          <w:szCs w:val="28"/>
        </w:rPr>
        <w:t xml:space="preserve"> to Table Mountain.</w:t>
      </w:r>
    </w:p>
    <w:p w:rsidR="00EC138B" w:rsidRDefault="00EC138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northwards up ridge via Pen Cerrig-calch</w:t>
      </w:r>
      <w:r w:rsidR="00DA79D6">
        <w:rPr>
          <w:sz w:val="28"/>
          <w:szCs w:val="28"/>
        </w:rPr>
        <w:t xml:space="preserve">  (2300 ft), Pen Allt-mawr (2360 ft)</w:t>
      </w:r>
      <w:r w:rsidR="002F650D">
        <w:rPr>
          <w:sz w:val="28"/>
          <w:szCs w:val="28"/>
        </w:rPr>
        <w:t xml:space="preserve">, Pen Twyn Glas and Mynydd </w:t>
      </w:r>
      <w:r w:rsidR="00D95280">
        <w:rPr>
          <w:sz w:val="28"/>
          <w:szCs w:val="28"/>
        </w:rPr>
        <w:t>LLysiau to col at (SO 204 286).</w:t>
      </w:r>
    </w:p>
    <w:p w:rsidR="001246FF" w:rsidRDefault="001246F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downhill </w:t>
      </w:r>
      <w:r w:rsidR="00A4249B">
        <w:rPr>
          <w:sz w:val="28"/>
          <w:szCs w:val="28"/>
        </w:rPr>
        <w:t>westwards (</w:t>
      </w:r>
      <w:r>
        <w:rPr>
          <w:sz w:val="28"/>
          <w:szCs w:val="28"/>
        </w:rPr>
        <w:t>Rhiw Trumau)</w:t>
      </w:r>
      <w:r w:rsidR="00BB6461">
        <w:rPr>
          <w:sz w:val="28"/>
          <w:szCs w:val="28"/>
        </w:rPr>
        <w:t xml:space="preserve"> to road at (SO 186 289).</w:t>
      </w:r>
    </w:p>
    <w:p w:rsidR="00BB6461" w:rsidRDefault="005853F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past Ty-Isaf then track north-west past Panteg to A479 </w:t>
      </w:r>
      <w:r w:rsidR="00B02353">
        <w:rPr>
          <w:sz w:val="28"/>
          <w:szCs w:val="28"/>
        </w:rPr>
        <w:t>at (SO 173 297).</w:t>
      </w:r>
    </w:p>
    <w:p w:rsidR="00B6388C" w:rsidRPr="00B96E25" w:rsidRDefault="00B6388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past Pengenffordd to Upper </w:t>
      </w:r>
      <w:r w:rsidR="00EA2863">
        <w:rPr>
          <w:sz w:val="28"/>
          <w:szCs w:val="28"/>
        </w:rPr>
        <w:t>G</w:t>
      </w:r>
      <w:r>
        <w:rPr>
          <w:sz w:val="28"/>
          <w:szCs w:val="28"/>
        </w:rPr>
        <w:t xml:space="preserve">enffordd Farm and </w:t>
      </w:r>
      <w:r w:rsidR="00A63FD3">
        <w:rPr>
          <w:sz w:val="28"/>
          <w:szCs w:val="28"/>
        </w:rPr>
        <w:t>cups of tea and cakes.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58021E">
        <w:rPr>
          <w:rFonts w:eastAsia="Times New Roman"/>
          <w:b w:val="0"/>
        </w:rPr>
        <w:t xml:space="preserve">Cloudy, bright all day but always high cloud ceiling – mild – a few spots of rain at </w:t>
      </w:r>
      <w:r w:rsidR="009C3828">
        <w:rPr>
          <w:rFonts w:eastAsia="Times New Roman"/>
          <w:b w:val="0"/>
        </w:rPr>
        <w:t xml:space="preserve">the </w:t>
      </w:r>
      <w:r w:rsidR="0058021E">
        <w:rPr>
          <w:rFonts w:eastAsia="Times New Roman"/>
          <w:b w:val="0"/>
        </w:rPr>
        <w:t xml:space="preserve">beginning only </w:t>
      </w:r>
      <w:r w:rsidR="00AE38AA">
        <w:rPr>
          <w:rFonts w:eastAsia="Times New Roman"/>
          <w:b w:val="0"/>
        </w:rPr>
        <w:t>–</w:t>
      </w:r>
      <w:r w:rsidR="0058021E">
        <w:rPr>
          <w:rFonts w:eastAsia="Times New Roman"/>
          <w:b w:val="0"/>
        </w:rPr>
        <w:t xml:space="preserve"> </w:t>
      </w:r>
      <w:r w:rsidR="00AE38AA">
        <w:rPr>
          <w:rFonts w:eastAsia="Times New Roman"/>
          <w:b w:val="0"/>
        </w:rPr>
        <w:t>hardly a breath of breeze all day – good visibility – good views</w:t>
      </w:r>
      <w:r w:rsidR="00A52D43">
        <w:rPr>
          <w:rFonts w:eastAsia="Times New Roman"/>
          <w:b w:val="0"/>
        </w:rPr>
        <w:t xml:space="preserve"> 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AE38AA">
        <w:rPr>
          <w:rFonts w:eastAsia="Times New Roman"/>
          <w:b w:val="0"/>
        </w:rPr>
        <w:t xml:space="preserve">Tony Rowley, </w:t>
      </w:r>
      <w:r w:rsidR="001B5481">
        <w:rPr>
          <w:rFonts w:eastAsia="Times New Roman"/>
          <w:b w:val="0"/>
        </w:rPr>
        <w:t xml:space="preserve">Nicholas &amp; Julia Kaye, Frank Wood, Nick &amp; Lizzie Gould, Clive Marchant, Alan Fox, </w:t>
      </w:r>
      <w:r w:rsidR="002B4736">
        <w:rPr>
          <w:rFonts w:eastAsia="Times New Roman"/>
          <w:b w:val="0"/>
        </w:rPr>
        <w:t xml:space="preserve">Keith Bennett, Gerry Jackson, Ron Dix, David John, Andrew Clabon, </w:t>
      </w:r>
      <w:r w:rsidR="00867FAB">
        <w:rPr>
          <w:rFonts w:eastAsia="Times New Roman"/>
          <w:b w:val="0"/>
        </w:rPr>
        <w:t xml:space="preserve">Andrew Barker, Malcolm Hewson, </w:t>
      </w:r>
      <w:r w:rsidR="00DE5654">
        <w:rPr>
          <w:rFonts w:eastAsia="Times New Roman"/>
          <w:b w:val="0"/>
        </w:rPr>
        <w:t>David Smith, Eric Rolfe, (29 altogether)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5F7BDB"/>
    <w:rsid w:val="00034854"/>
    <w:rsid w:val="00061B6E"/>
    <w:rsid w:val="0008166F"/>
    <w:rsid w:val="000D1346"/>
    <w:rsid w:val="000D497A"/>
    <w:rsid w:val="000E2BC2"/>
    <w:rsid w:val="00107197"/>
    <w:rsid w:val="001246FF"/>
    <w:rsid w:val="00134CB4"/>
    <w:rsid w:val="001763E8"/>
    <w:rsid w:val="00191034"/>
    <w:rsid w:val="001B5481"/>
    <w:rsid w:val="001F0C94"/>
    <w:rsid w:val="00214922"/>
    <w:rsid w:val="00250C59"/>
    <w:rsid w:val="00270489"/>
    <w:rsid w:val="00290B8A"/>
    <w:rsid w:val="002B4736"/>
    <w:rsid w:val="002C2BD8"/>
    <w:rsid w:val="002C50BE"/>
    <w:rsid w:val="002F650D"/>
    <w:rsid w:val="003554D4"/>
    <w:rsid w:val="0044052B"/>
    <w:rsid w:val="004D5FD9"/>
    <w:rsid w:val="00503C2C"/>
    <w:rsid w:val="0058021E"/>
    <w:rsid w:val="005853F1"/>
    <w:rsid w:val="00586ECE"/>
    <w:rsid w:val="005D34FC"/>
    <w:rsid w:val="005D65BC"/>
    <w:rsid w:val="005F7BDB"/>
    <w:rsid w:val="006C2DB4"/>
    <w:rsid w:val="00712ABC"/>
    <w:rsid w:val="00751CBD"/>
    <w:rsid w:val="007560B5"/>
    <w:rsid w:val="007647E0"/>
    <w:rsid w:val="00800022"/>
    <w:rsid w:val="00867FAB"/>
    <w:rsid w:val="008D2C65"/>
    <w:rsid w:val="0091399A"/>
    <w:rsid w:val="00937BF9"/>
    <w:rsid w:val="00965BE3"/>
    <w:rsid w:val="0097195E"/>
    <w:rsid w:val="009A5C03"/>
    <w:rsid w:val="009C3828"/>
    <w:rsid w:val="00A4249B"/>
    <w:rsid w:val="00A52289"/>
    <w:rsid w:val="00A52D43"/>
    <w:rsid w:val="00A63FD3"/>
    <w:rsid w:val="00AE38AA"/>
    <w:rsid w:val="00B02353"/>
    <w:rsid w:val="00B34D25"/>
    <w:rsid w:val="00B52809"/>
    <w:rsid w:val="00B6388C"/>
    <w:rsid w:val="00B722E7"/>
    <w:rsid w:val="00B85353"/>
    <w:rsid w:val="00B96E25"/>
    <w:rsid w:val="00BB6461"/>
    <w:rsid w:val="00BD1766"/>
    <w:rsid w:val="00C25707"/>
    <w:rsid w:val="00C37147"/>
    <w:rsid w:val="00C640EB"/>
    <w:rsid w:val="00C74BAA"/>
    <w:rsid w:val="00C80C67"/>
    <w:rsid w:val="00CB3DD5"/>
    <w:rsid w:val="00CD3D2F"/>
    <w:rsid w:val="00CE5E25"/>
    <w:rsid w:val="00D1675E"/>
    <w:rsid w:val="00D3207E"/>
    <w:rsid w:val="00D42071"/>
    <w:rsid w:val="00D819DF"/>
    <w:rsid w:val="00D95280"/>
    <w:rsid w:val="00DA79D6"/>
    <w:rsid w:val="00DE5654"/>
    <w:rsid w:val="00DE6E48"/>
    <w:rsid w:val="00E0139E"/>
    <w:rsid w:val="00E158EF"/>
    <w:rsid w:val="00E30F46"/>
    <w:rsid w:val="00E81375"/>
    <w:rsid w:val="00EA2863"/>
    <w:rsid w:val="00EA517A"/>
    <w:rsid w:val="00EC138B"/>
    <w:rsid w:val="00EC6D06"/>
    <w:rsid w:val="00F6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92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6</cp:revision>
  <dcterms:created xsi:type="dcterms:W3CDTF">2023-01-03T21:11:00Z</dcterms:created>
  <dcterms:modified xsi:type="dcterms:W3CDTF">2023-01-04T11:25:00Z</dcterms:modified>
</cp:coreProperties>
</file>