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622DB4" w:rsidP="00B722E7">
      <w:pPr>
        <w:pStyle w:val="Heading1"/>
      </w:pPr>
      <w:r>
        <w:t>South Wales Waterfalls Walk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622DB4">
        <w:rPr>
          <w:rFonts w:eastAsia="Times New Roman"/>
          <w:b w:val="0"/>
        </w:rPr>
        <w:t>11</w:t>
      </w:r>
      <w:r w:rsidR="00622DB4" w:rsidRPr="00622DB4">
        <w:rPr>
          <w:rFonts w:eastAsia="Times New Roman"/>
          <w:b w:val="0"/>
        </w:rPr>
        <w:t>th</w:t>
      </w:r>
      <w:r w:rsidR="00622DB4">
        <w:rPr>
          <w:rFonts w:eastAsia="Times New Roman"/>
          <w:b w:val="0"/>
        </w:rPr>
        <w:t xml:space="preserve"> December 1983</w:t>
      </w:r>
    </w:p>
    <w:p w:rsidR="00C37147" w:rsidRPr="00B96E25" w:rsidRDefault="00C37147" w:rsidP="009C56C2">
      <w:pPr>
        <w:pStyle w:val="Heading2"/>
        <w:tabs>
          <w:tab w:val="left" w:pos="2410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9C56C2">
        <w:rPr>
          <w:rFonts w:eastAsia="Times New Roman"/>
          <w:b w:val="0"/>
        </w:rPr>
        <w:t>12.1 miles, 2790 feet.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C56C2">
        <w:rPr>
          <w:b w:val="0"/>
        </w:rPr>
        <w:t>Nicholas</w:t>
      </w:r>
      <w:r w:rsidR="0067126C">
        <w:rPr>
          <w:b w:val="0"/>
        </w:rPr>
        <w:t xml:space="preserve">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EA766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Craig y Dinas (SN 911 079)</w:t>
      </w:r>
      <w:r w:rsidR="004A6C5C">
        <w:rPr>
          <w:sz w:val="28"/>
          <w:szCs w:val="28"/>
        </w:rPr>
        <w:t xml:space="preserve"> car park.</w:t>
      </w:r>
    </w:p>
    <w:p w:rsidR="004A6C5C" w:rsidRDefault="004A6C5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side of Craig y Dinas</w:t>
      </w:r>
      <w:r w:rsidR="00870AFF">
        <w:rPr>
          <w:sz w:val="28"/>
          <w:szCs w:val="28"/>
        </w:rPr>
        <w:t xml:space="preserve"> to silica mines.</w:t>
      </w:r>
    </w:p>
    <w:p w:rsidR="00870AFF" w:rsidRPr="00B96E25" w:rsidRDefault="00870AF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past</w:t>
      </w:r>
      <w:r w:rsidR="005E7FD0">
        <w:rPr>
          <w:sz w:val="28"/>
          <w:szCs w:val="28"/>
        </w:rPr>
        <w:t xml:space="preserve"> Cilhepste-cerig and Cilhepste-fach</w:t>
      </w:r>
      <w:r w:rsidR="00554F58">
        <w:rPr>
          <w:sz w:val="28"/>
          <w:szCs w:val="28"/>
        </w:rPr>
        <w:t xml:space="preserve"> to Sgwd yr Eira</w:t>
      </w:r>
      <w:r w:rsidR="005E7FD0">
        <w:rPr>
          <w:sz w:val="28"/>
          <w:szCs w:val="28"/>
        </w:rPr>
        <w:t>.</w:t>
      </w:r>
    </w:p>
    <w:p w:rsidR="00290B8A" w:rsidRDefault="009166A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up Afon Mellte past </w:t>
      </w:r>
      <w:r w:rsidR="0082053C">
        <w:rPr>
          <w:sz w:val="28"/>
          <w:szCs w:val="28"/>
        </w:rPr>
        <w:t xml:space="preserve">Sgwd y Pannwr, </w:t>
      </w:r>
      <w:r>
        <w:rPr>
          <w:sz w:val="28"/>
          <w:szCs w:val="28"/>
        </w:rPr>
        <w:t xml:space="preserve">Sgwd </w:t>
      </w:r>
      <w:r w:rsidR="0082053C">
        <w:rPr>
          <w:sz w:val="28"/>
          <w:szCs w:val="28"/>
        </w:rPr>
        <w:t xml:space="preserve">Isaf </w:t>
      </w:r>
      <w:r w:rsidR="00FF1986">
        <w:rPr>
          <w:sz w:val="28"/>
          <w:szCs w:val="28"/>
        </w:rPr>
        <w:t>Clun-gwyn</w:t>
      </w:r>
      <w:r w:rsidR="0082053C">
        <w:rPr>
          <w:sz w:val="28"/>
          <w:szCs w:val="28"/>
        </w:rPr>
        <w:t xml:space="preserve"> and Sgwd Clun-gwyn</w:t>
      </w:r>
      <w:r w:rsidR="002D1374">
        <w:rPr>
          <w:sz w:val="28"/>
          <w:szCs w:val="28"/>
        </w:rPr>
        <w:t xml:space="preserve"> waterfalls to Porth yr Ogof</w:t>
      </w:r>
      <w:r w:rsidR="0064714E">
        <w:rPr>
          <w:sz w:val="28"/>
          <w:szCs w:val="28"/>
        </w:rPr>
        <w:t>.</w:t>
      </w:r>
    </w:p>
    <w:p w:rsidR="002D1374" w:rsidRDefault="002D137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track </w:t>
      </w:r>
      <w:r w:rsidR="002E09B9">
        <w:rPr>
          <w:sz w:val="28"/>
          <w:szCs w:val="28"/>
        </w:rPr>
        <w:t>south-west to minor road and track to Pont</w:t>
      </w:r>
      <w:r w:rsidR="00644C4B">
        <w:rPr>
          <w:sz w:val="28"/>
          <w:szCs w:val="28"/>
        </w:rPr>
        <w:t xml:space="preserve"> Rhyd-y-Cnau.</w:t>
      </w:r>
    </w:p>
    <w:p w:rsidR="0064714E" w:rsidRDefault="0064714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 east bank of Afon Nedd to Pont Melin Fach</w:t>
      </w:r>
      <w:r w:rsidR="00DA13BF">
        <w:rPr>
          <w:sz w:val="28"/>
          <w:szCs w:val="28"/>
        </w:rPr>
        <w:t>.</w:t>
      </w:r>
    </w:p>
    <w:p w:rsidR="00DA13BF" w:rsidRDefault="00DA13B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past Sgwd Ddwli and Horse</w:t>
      </w:r>
      <w:r w:rsidR="00865871">
        <w:rPr>
          <w:sz w:val="28"/>
          <w:szCs w:val="28"/>
        </w:rPr>
        <w:t>-shoe Falls and junction of Afon Nedd and Afon Pyrddin</w:t>
      </w:r>
      <w:r w:rsidR="00615445">
        <w:rPr>
          <w:sz w:val="28"/>
          <w:szCs w:val="28"/>
        </w:rPr>
        <w:t>.</w:t>
      </w:r>
    </w:p>
    <w:p w:rsidR="00615445" w:rsidRDefault="0015577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 north bank of Afon Pyrddin</w:t>
      </w:r>
      <w:r w:rsidR="00F94E79">
        <w:rPr>
          <w:sz w:val="28"/>
          <w:szCs w:val="28"/>
        </w:rPr>
        <w:t xml:space="preserve"> to Sgwd Gwladu</w:t>
      </w:r>
      <w:r>
        <w:rPr>
          <w:sz w:val="28"/>
          <w:szCs w:val="28"/>
        </w:rPr>
        <w:t>s</w:t>
      </w:r>
      <w:r w:rsidR="00F94E79">
        <w:rPr>
          <w:sz w:val="28"/>
          <w:szCs w:val="28"/>
        </w:rPr>
        <w:t xml:space="preserve"> and return to the river junction along south bank.</w:t>
      </w:r>
    </w:p>
    <w:p w:rsidR="00F94E79" w:rsidRDefault="00F94E7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along west bank of Afon Nedd</w:t>
      </w:r>
      <w:r w:rsidR="008831EF">
        <w:rPr>
          <w:sz w:val="28"/>
          <w:szCs w:val="28"/>
        </w:rPr>
        <w:t xml:space="preserve"> to Pont Nedd Fechan.</w:t>
      </w:r>
    </w:p>
    <w:p w:rsidR="008831EF" w:rsidRPr="00B96E25" w:rsidRDefault="008831E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east to Craig y Dinas and finish.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400D25">
        <w:rPr>
          <w:rFonts w:eastAsia="Times New Roman"/>
          <w:b w:val="0"/>
        </w:rPr>
        <w:t>Cool all</w:t>
      </w:r>
      <w:r w:rsidR="00153B1D">
        <w:rPr>
          <w:rFonts w:eastAsia="Times New Roman"/>
          <w:b w:val="0"/>
        </w:rPr>
        <w:t xml:space="preserve"> day – hazy visibility – light breeze or none </w:t>
      </w:r>
      <w:r w:rsidR="005B2C34">
        <w:rPr>
          <w:rFonts w:eastAsia="Times New Roman"/>
          <w:b w:val="0"/>
        </w:rPr>
        <w:t xml:space="preserve">- </w:t>
      </w:r>
      <w:r w:rsidR="00153B1D">
        <w:rPr>
          <w:rFonts w:eastAsia="Times New Roman"/>
          <w:b w:val="0"/>
        </w:rPr>
        <w:t>snow showers f</w:t>
      </w:r>
      <w:r w:rsidR="005B2C34">
        <w:rPr>
          <w:rFonts w:eastAsia="Times New Roman"/>
          <w:b w:val="0"/>
        </w:rPr>
        <w:t>or second half of day.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B2C34">
        <w:rPr>
          <w:rFonts w:eastAsia="Times New Roman"/>
          <w:b w:val="0"/>
        </w:rPr>
        <w:t xml:space="preserve">Nicholas Kaye, Gwyn Howells, Sue Davis + 2 children, </w:t>
      </w:r>
      <w:r w:rsidR="004A52A3">
        <w:rPr>
          <w:rFonts w:eastAsia="Times New Roman"/>
          <w:b w:val="0"/>
        </w:rPr>
        <w:t xml:space="preserve">Lizzie &amp; Nick Gould, Marcus Harling + friend, Keith Bennett, Clive Marchant, </w:t>
      </w:r>
      <w:r w:rsidR="000358FE">
        <w:rPr>
          <w:rFonts w:eastAsia="Times New Roman"/>
          <w:b w:val="0"/>
        </w:rPr>
        <w:t>Doug Wright, Ron Dix. Gerry Jackson + friend.</w:t>
      </w:r>
    </w:p>
    <w:p w:rsidR="00937BF9" w:rsidRPr="001F0C94" w:rsidRDefault="00937BF9" w:rsidP="00B722E7"/>
    <w:sectPr w:rsidR="00937BF9" w:rsidRPr="001F0C94" w:rsidSect="00153B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22DB4"/>
    <w:rsid w:val="000358FE"/>
    <w:rsid w:val="0008166F"/>
    <w:rsid w:val="000D1346"/>
    <w:rsid w:val="000D497A"/>
    <w:rsid w:val="00107197"/>
    <w:rsid w:val="00153B1D"/>
    <w:rsid w:val="0015577D"/>
    <w:rsid w:val="001763E8"/>
    <w:rsid w:val="00191034"/>
    <w:rsid w:val="001B73AF"/>
    <w:rsid w:val="001F0C94"/>
    <w:rsid w:val="00270489"/>
    <w:rsid w:val="00290B8A"/>
    <w:rsid w:val="00294FA0"/>
    <w:rsid w:val="002C2BD8"/>
    <w:rsid w:val="002C50BE"/>
    <w:rsid w:val="002D1374"/>
    <w:rsid w:val="002E09B9"/>
    <w:rsid w:val="003554D4"/>
    <w:rsid w:val="00400D25"/>
    <w:rsid w:val="004A52A3"/>
    <w:rsid w:val="004A6C5C"/>
    <w:rsid w:val="00554F58"/>
    <w:rsid w:val="005B2C34"/>
    <w:rsid w:val="005E7FD0"/>
    <w:rsid w:val="00615445"/>
    <w:rsid w:val="00622DB4"/>
    <w:rsid w:val="00644C4B"/>
    <w:rsid w:val="0064714E"/>
    <w:rsid w:val="0067126C"/>
    <w:rsid w:val="00712ABC"/>
    <w:rsid w:val="0082053C"/>
    <w:rsid w:val="00865871"/>
    <w:rsid w:val="00870AFF"/>
    <w:rsid w:val="008831EF"/>
    <w:rsid w:val="0091399A"/>
    <w:rsid w:val="009166AA"/>
    <w:rsid w:val="00937BF9"/>
    <w:rsid w:val="009C56C2"/>
    <w:rsid w:val="00A33CE9"/>
    <w:rsid w:val="00B722E7"/>
    <w:rsid w:val="00B96E25"/>
    <w:rsid w:val="00BD1766"/>
    <w:rsid w:val="00C25707"/>
    <w:rsid w:val="00C37147"/>
    <w:rsid w:val="00C80C67"/>
    <w:rsid w:val="00CB3DD5"/>
    <w:rsid w:val="00D42071"/>
    <w:rsid w:val="00DA13BF"/>
    <w:rsid w:val="00DE6E48"/>
    <w:rsid w:val="00E0139E"/>
    <w:rsid w:val="00E81375"/>
    <w:rsid w:val="00EA7662"/>
    <w:rsid w:val="00EC6D06"/>
    <w:rsid w:val="00EF4B49"/>
    <w:rsid w:val="00F94E79"/>
    <w:rsid w:val="00FF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2023-01-02T20:21:00Z</dcterms:created>
  <dcterms:modified xsi:type="dcterms:W3CDTF">2023-06-04T19:46:00Z</dcterms:modified>
</cp:coreProperties>
</file>