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403691" w:rsidP="00B722E7">
      <w:pPr>
        <w:pStyle w:val="Heading1"/>
      </w:pPr>
      <w:r>
        <w:t>Cwmc</w:t>
      </w:r>
      <w:r w:rsidR="00F57846">
        <w:t>arn Circular</w:t>
      </w:r>
    </w:p>
    <w:p w:rsidR="00C37147" w:rsidRDefault="00C37147" w:rsidP="00F57846">
      <w:pPr>
        <w:pStyle w:val="Heading2"/>
        <w:tabs>
          <w:tab w:val="left" w:pos="1134"/>
        </w:tabs>
        <w:rPr>
          <w:rFonts w:eastAsia="Times New Roman"/>
        </w:rPr>
      </w:pPr>
      <w:r>
        <w:rPr>
          <w:rFonts w:eastAsia="Times New Roman"/>
        </w:rPr>
        <w:t>Date:</w:t>
      </w:r>
      <w:r w:rsidR="00F57846">
        <w:rPr>
          <w:rFonts w:eastAsia="Times New Roman"/>
        </w:rPr>
        <w:tab/>
      </w:r>
      <w:r w:rsidR="000239E9" w:rsidRPr="006B47D5">
        <w:rPr>
          <w:rFonts w:eastAsia="Times New Roman" w:cstheme="minorHAnsi"/>
          <w:b w:val="0"/>
          <w:szCs w:val="28"/>
        </w:rPr>
        <w:t>12</w:t>
      </w:r>
      <w:r w:rsidR="000239E9" w:rsidRPr="00516006">
        <w:rPr>
          <w:rFonts w:eastAsia="Times New Roman" w:cstheme="minorHAnsi"/>
          <w:b w:val="0"/>
          <w:szCs w:val="28"/>
        </w:rPr>
        <w:t>th</w:t>
      </w:r>
      <w:r w:rsidR="000239E9" w:rsidRPr="006B47D5">
        <w:rPr>
          <w:rFonts w:eastAsia="Times New Roman" w:cstheme="minorHAnsi"/>
          <w:b w:val="0"/>
          <w:szCs w:val="28"/>
        </w:rPr>
        <w:t xml:space="preserve"> November 1983</w:t>
      </w:r>
    </w:p>
    <w:p w:rsidR="00C37147" w:rsidRPr="006B47D5" w:rsidRDefault="00C37147" w:rsidP="006B47D5">
      <w:pPr>
        <w:pStyle w:val="Heading2"/>
        <w:tabs>
          <w:tab w:val="left" w:pos="2268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6B47D5">
        <w:rPr>
          <w:rFonts w:eastAsia="Times New Roman"/>
        </w:rPr>
        <w:t xml:space="preserve"> </w:t>
      </w:r>
      <w:r w:rsidR="006B47D5">
        <w:rPr>
          <w:rFonts w:eastAsia="Times New Roman"/>
        </w:rPr>
        <w:tab/>
      </w:r>
      <w:r w:rsidR="006B47D5">
        <w:rPr>
          <w:rFonts w:eastAsia="Times New Roman"/>
          <w:b w:val="0"/>
        </w:rPr>
        <w:t xml:space="preserve">17.1 miles, 3370 ft </w:t>
      </w:r>
      <w:r w:rsidR="000D1D5D">
        <w:rPr>
          <w:rFonts w:eastAsia="Times New Roman"/>
          <w:b w:val="0"/>
        </w:rPr>
        <w:t>ascent</w:t>
      </w:r>
    </w:p>
    <w:p w:rsidR="0091399A" w:rsidRPr="0091399A" w:rsidRDefault="0091399A" w:rsidP="000D1D5D">
      <w:pPr>
        <w:pStyle w:val="Heading2"/>
        <w:tabs>
          <w:tab w:val="left" w:pos="1134"/>
        </w:tabs>
      </w:pPr>
      <w:r>
        <w:t>Leader:</w:t>
      </w:r>
      <w:r w:rsidR="000D1D5D" w:rsidRPr="000D1D5D">
        <w:rPr>
          <w:b w:val="0"/>
        </w:rPr>
        <w:tab/>
        <w:t>David John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Default="00D4121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car park </w:t>
      </w:r>
      <w:r w:rsidR="006A754F">
        <w:rPr>
          <w:sz w:val="28"/>
          <w:szCs w:val="28"/>
        </w:rPr>
        <w:t>(ST 248 92</w:t>
      </w:r>
      <w:r w:rsidR="00A8531E">
        <w:rPr>
          <w:sz w:val="28"/>
          <w:szCs w:val="28"/>
        </w:rPr>
        <w:t>6</w:t>
      </w:r>
      <w:r w:rsidR="006A754F">
        <w:rPr>
          <w:sz w:val="28"/>
          <w:szCs w:val="28"/>
        </w:rPr>
        <w:t xml:space="preserve">) </w:t>
      </w:r>
      <w:r>
        <w:rPr>
          <w:sz w:val="28"/>
          <w:szCs w:val="28"/>
        </w:rPr>
        <w:t>east of Twmbarlwm</w:t>
      </w:r>
      <w:r w:rsidR="006A754F">
        <w:rPr>
          <w:sz w:val="28"/>
          <w:szCs w:val="28"/>
        </w:rPr>
        <w:t>.</w:t>
      </w:r>
    </w:p>
    <w:p w:rsidR="006A754F" w:rsidRPr="00D41216" w:rsidRDefault="006A754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West to summit of Twmbarlwm</w:t>
      </w:r>
      <w:r w:rsidR="00190795">
        <w:rPr>
          <w:sz w:val="28"/>
          <w:szCs w:val="28"/>
        </w:rPr>
        <w:t xml:space="preserve"> and descend to Pegwn-y-Bwlch.</w:t>
      </w:r>
    </w:p>
    <w:p w:rsidR="00290B8A" w:rsidRDefault="0019079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 </w:t>
      </w:r>
      <w:r w:rsidR="00952CC0">
        <w:rPr>
          <w:sz w:val="28"/>
          <w:szCs w:val="28"/>
        </w:rPr>
        <w:t>down valley past Hanson’s Lodge</w:t>
      </w:r>
      <w:r w:rsidR="00CA5BFD">
        <w:rPr>
          <w:sz w:val="28"/>
          <w:szCs w:val="28"/>
        </w:rPr>
        <w:t>, bear left on track towards Coed y Darren</w:t>
      </w:r>
      <w:r w:rsidR="00507C96">
        <w:rPr>
          <w:sz w:val="28"/>
          <w:szCs w:val="28"/>
        </w:rPr>
        <w:t>.</w:t>
      </w:r>
    </w:p>
    <w:p w:rsidR="00507C96" w:rsidRDefault="00507C9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 to lane at (</w:t>
      </w:r>
      <w:r w:rsidR="0032739B">
        <w:rPr>
          <w:sz w:val="28"/>
          <w:szCs w:val="28"/>
        </w:rPr>
        <w:t>ST</w:t>
      </w:r>
      <w:r>
        <w:rPr>
          <w:sz w:val="28"/>
          <w:szCs w:val="28"/>
        </w:rPr>
        <w:t xml:space="preserve"> </w:t>
      </w:r>
      <w:r w:rsidR="004C31E3">
        <w:rPr>
          <w:sz w:val="28"/>
          <w:szCs w:val="28"/>
        </w:rPr>
        <w:t>24</w:t>
      </w:r>
      <w:r w:rsidR="00A8531E">
        <w:rPr>
          <w:sz w:val="28"/>
          <w:szCs w:val="28"/>
        </w:rPr>
        <w:t>8</w:t>
      </w:r>
      <w:r w:rsidR="004C31E3">
        <w:rPr>
          <w:sz w:val="28"/>
          <w:szCs w:val="28"/>
        </w:rPr>
        <w:t xml:space="preserve"> 920).</w:t>
      </w:r>
    </w:p>
    <w:p w:rsidR="004C31E3" w:rsidRDefault="004C31E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 lane </w:t>
      </w:r>
      <w:r w:rsidR="00F90966">
        <w:rPr>
          <w:sz w:val="28"/>
          <w:szCs w:val="28"/>
        </w:rPr>
        <w:t xml:space="preserve">past cars at the start point and north onto </w:t>
      </w:r>
      <w:r w:rsidR="006903EF">
        <w:rPr>
          <w:sz w:val="28"/>
          <w:szCs w:val="28"/>
        </w:rPr>
        <w:t>top of ridge (</w:t>
      </w:r>
      <w:r w:rsidR="00F90966">
        <w:rPr>
          <w:sz w:val="28"/>
          <w:szCs w:val="28"/>
        </w:rPr>
        <w:t>Mynydd Henllys</w:t>
      </w:r>
      <w:r w:rsidR="006903EF">
        <w:rPr>
          <w:sz w:val="28"/>
          <w:szCs w:val="28"/>
        </w:rPr>
        <w:t>)</w:t>
      </w:r>
      <w:r w:rsidR="00F90966">
        <w:rPr>
          <w:sz w:val="28"/>
          <w:szCs w:val="28"/>
        </w:rPr>
        <w:t>.</w:t>
      </w:r>
    </w:p>
    <w:p w:rsidR="00BC358A" w:rsidRDefault="006903E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North-east along ridge beside forestry</w:t>
      </w:r>
      <w:r w:rsidR="00034116">
        <w:rPr>
          <w:sz w:val="28"/>
          <w:szCs w:val="28"/>
        </w:rPr>
        <w:t>.</w:t>
      </w:r>
    </w:p>
    <w:p w:rsidR="00034116" w:rsidRDefault="0003411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Descend along forest boundary to Nant Carn, up the stream a short way then </w:t>
      </w:r>
      <w:r w:rsidR="00A8531E">
        <w:rPr>
          <w:sz w:val="28"/>
          <w:szCs w:val="28"/>
        </w:rPr>
        <w:t>west up</w:t>
      </w:r>
      <w:r w:rsidR="008C1268">
        <w:rPr>
          <w:sz w:val="28"/>
          <w:szCs w:val="28"/>
        </w:rPr>
        <w:t xml:space="preserve">hill beside forest boundary and west across moor to track at </w:t>
      </w:r>
      <w:r w:rsidR="00E31609">
        <w:rPr>
          <w:sz w:val="28"/>
          <w:szCs w:val="28"/>
        </w:rPr>
        <w:t xml:space="preserve">about </w:t>
      </w:r>
      <w:r w:rsidR="00A8531E">
        <w:rPr>
          <w:sz w:val="28"/>
          <w:szCs w:val="28"/>
        </w:rPr>
        <w:t xml:space="preserve">(ST </w:t>
      </w:r>
      <w:r w:rsidR="00E31609">
        <w:rPr>
          <w:sz w:val="28"/>
          <w:szCs w:val="28"/>
        </w:rPr>
        <w:t>247</w:t>
      </w:r>
      <w:r w:rsidR="00A8531E">
        <w:rPr>
          <w:sz w:val="28"/>
          <w:szCs w:val="28"/>
        </w:rPr>
        <w:t xml:space="preserve"> </w:t>
      </w:r>
      <w:r w:rsidR="00E31609">
        <w:rPr>
          <w:sz w:val="28"/>
          <w:szCs w:val="28"/>
        </w:rPr>
        <w:t>961</w:t>
      </w:r>
      <w:r w:rsidR="00A8531E">
        <w:rPr>
          <w:sz w:val="28"/>
          <w:szCs w:val="28"/>
        </w:rPr>
        <w:t>)</w:t>
      </w:r>
      <w:r w:rsidR="004D728B">
        <w:rPr>
          <w:sz w:val="28"/>
          <w:szCs w:val="28"/>
        </w:rPr>
        <w:t>.</w:t>
      </w:r>
    </w:p>
    <w:p w:rsidR="004D728B" w:rsidRDefault="004D728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west-south-west down ridge and through fields on Cefn Rhyswg to Rhyswg Fawr Farm</w:t>
      </w:r>
      <w:r w:rsidR="005D3B8B">
        <w:rPr>
          <w:sz w:val="28"/>
          <w:szCs w:val="28"/>
        </w:rPr>
        <w:t>.</w:t>
      </w:r>
    </w:p>
    <w:p w:rsidR="005D3B8B" w:rsidRDefault="005D3B8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Down farm road towards Abercarn </w:t>
      </w:r>
      <w:r w:rsidR="00726F3D">
        <w:rPr>
          <w:sz w:val="28"/>
          <w:szCs w:val="28"/>
        </w:rPr>
        <w:t>to</w:t>
      </w:r>
      <w:r w:rsidR="008B4670">
        <w:rPr>
          <w:sz w:val="28"/>
          <w:szCs w:val="28"/>
        </w:rPr>
        <w:t xml:space="preserve"> forest track junction at (</w:t>
      </w:r>
      <w:r w:rsidR="0032739B">
        <w:rPr>
          <w:sz w:val="28"/>
          <w:szCs w:val="28"/>
        </w:rPr>
        <w:t>ST</w:t>
      </w:r>
      <w:r w:rsidR="008B4670">
        <w:rPr>
          <w:sz w:val="28"/>
          <w:szCs w:val="28"/>
        </w:rPr>
        <w:t xml:space="preserve"> 22</w:t>
      </w:r>
      <w:r w:rsidR="00A8531E">
        <w:rPr>
          <w:sz w:val="28"/>
          <w:szCs w:val="28"/>
        </w:rPr>
        <w:t>1</w:t>
      </w:r>
      <w:r w:rsidR="008B4670">
        <w:rPr>
          <w:sz w:val="28"/>
          <w:szCs w:val="28"/>
        </w:rPr>
        <w:t xml:space="preserve"> 94</w:t>
      </w:r>
      <w:r w:rsidR="00A8531E">
        <w:rPr>
          <w:sz w:val="28"/>
          <w:szCs w:val="28"/>
        </w:rPr>
        <w:t>8</w:t>
      </w:r>
      <w:r w:rsidR="008B4670">
        <w:rPr>
          <w:sz w:val="28"/>
          <w:szCs w:val="28"/>
        </w:rPr>
        <w:t>).</w:t>
      </w:r>
    </w:p>
    <w:p w:rsidR="008B4670" w:rsidRDefault="008B467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</w:t>
      </w:r>
      <w:r w:rsidR="0050465D">
        <w:rPr>
          <w:sz w:val="28"/>
          <w:szCs w:val="28"/>
        </w:rPr>
        <w:t>down forest track to Cwm Gwyddon. Take forest track</w:t>
      </w:r>
      <w:r w:rsidR="00980973">
        <w:rPr>
          <w:sz w:val="28"/>
          <w:szCs w:val="28"/>
        </w:rPr>
        <w:t xml:space="preserve"> up Cwm Gwyddon beside Nant Gwyddon to sheep wash at </w:t>
      </w:r>
      <w:r w:rsidR="00520538">
        <w:rPr>
          <w:sz w:val="28"/>
          <w:szCs w:val="28"/>
        </w:rPr>
        <w:t>(</w:t>
      </w:r>
      <w:r w:rsidR="0032739B">
        <w:rPr>
          <w:sz w:val="28"/>
          <w:szCs w:val="28"/>
        </w:rPr>
        <w:t>ST</w:t>
      </w:r>
      <w:r w:rsidR="00520538">
        <w:rPr>
          <w:sz w:val="28"/>
          <w:szCs w:val="28"/>
        </w:rPr>
        <w:t xml:space="preserve"> 245 972).</w:t>
      </w:r>
    </w:p>
    <w:p w:rsidR="00915FD1" w:rsidRDefault="0052053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 uphill </w:t>
      </w:r>
      <w:r w:rsidR="00D17EBD">
        <w:rPr>
          <w:sz w:val="28"/>
          <w:szCs w:val="28"/>
        </w:rPr>
        <w:t>beside forestry then south-west and north-east to Ysgubor Wen</w:t>
      </w:r>
      <w:r w:rsidR="0032739B">
        <w:rPr>
          <w:sz w:val="28"/>
          <w:szCs w:val="28"/>
        </w:rPr>
        <w:t xml:space="preserve"> (ST</w:t>
      </w:r>
      <w:r w:rsidR="00CD6A92">
        <w:rPr>
          <w:sz w:val="28"/>
          <w:szCs w:val="28"/>
        </w:rPr>
        <w:t> </w:t>
      </w:r>
      <w:r w:rsidR="0032739B">
        <w:rPr>
          <w:sz w:val="28"/>
          <w:szCs w:val="28"/>
        </w:rPr>
        <w:t>24</w:t>
      </w:r>
      <w:r w:rsidR="006056E8">
        <w:rPr>
          <w:sz w:val="28"/>
          <w:szCs w:val="28"/>
        </w:rPr>
        <w:t>4</w:t>
      </w:r>
      <w:r w:rsidR="00CD6A92">
        <w:rPr>
          <w:sz w:val="28"/>
          <w:szCs w:val="28"/>
        </w:rPr>
        <w:t> </w:t>
      </w:r>
      <w:r w:rsidR="0032739B">
        <w:rPr>
          <w:sz w:val="28"/>
          <w:szCs w:val="28"/>
        </w:rPr>
        <w:t>976)</w:t>
      </w:r>
      <w:r w:rsidR="00CD6A92">
        <w:rPr>
          <w:sz w:val="28"/>
          <w:szCs w:val="28"/>
        </w:rPr>
        <w:t xml:space="preserve">. </w:t>
      </w:r>
      <w:r w:rsidR="00915FD1">
        <w:rPr>
          <w:sz w:val="28"/>
          <w:szCs w:val="28"/>
        </w:rPr>
        <w:t xml:space="preserve"> Northwards to path at about </w:t>
      </w:r>
      <w:r w:rsidR="006056E8">
        <w:rPr>
          <w:sz w:val="28"/>
          <w:szCs w:val="28"/>
        </w:rPr>
        <w:t>(</w:t>
      </w:r>
      <w:r w:rsidR="00915FD1">
        <w:rPr>
          <w:sz w:val="28"/>
          <w:szCs w:val="28"/>
        </w:rPr>
        <w:t>ST 241</w:t>
      </w:r>
      <w:r w:rsidR="006056E8">
        <w:rPr>
          <w:sz w:val="28"/>
          <w:szCs w:val="28"/>
        </w:rPr>
        <w:t xml:space="preserve"> </w:t>
      </w:r>
      <w:r w:rsidR="00915FD1">
        <w:rPr>
          <w:sz w:val="28"/>
          <w:szCs w:val="28"/>
        </w:rPr>
        <w:t>980</w:t>
      </w:r>
      <w:r w:rsidR="006056E8">
        <w:rPr>
          <w:sz w:val="28"/>
          <w:szCs w:val="28"/>
        </w:rPr>
        <w:t>)</w:t>
      </w:r>
      <w:r w:rsidR="00915FD1">
        <w:rPr>
          <w:sz w:val="28"/>
          <w:szCs w:val="28"/>
        </w:rPr>
        <w:t>.</w:t>
      </w:r>
    </w:p>
    <w:p w:rsidR="00520538" w:rsidRDefault="00915FD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eastwards t</w:t>
      </w:r>
      <w:r w:rsidR="000518BB">
        <w:rPr>
          <w:sz w:val="28"/>
          <w:szCs w:val="28"/>
        </w:rPr>
        <w:t xml:space="preserve">o near Twyn Calch and </w:t>
      </w:r>
      <w:r w:rsidR="00F571E1">
        <w:rPr>
          <w:sz w:val="28"/>
          <w:szCs w:val="28"/>
        </w:rPr>
        <w:t xml:space="preserve">then south-westwards then south </w:t>
      </w:r>
      <w:r w:rsidR="000518BB">
        <w:rPr>
          <w:sz w:val="28"/>
          <w:szCs w:val="28"/>
        </w:rPr>
        <w:t xml:space="preserve">across Mynydd LLwyd </w:t>
      </w:r>
      <w:r w:rsidR="003F1084">
        <w:rPr>
          <w:sz w:val="28"/>
          <w:szCs w:val="28"/>
        </w:rPr>
        <w:t xml:space="preserve">to track and steep valley head </w:t>
      </w:r>
      <w:r w:rsidR="00565302">
        <w:rPr>
          <w:sz w:val="28"/>
          <w:szCs w:val="28"/>
        </w:rPr>
        <w:t>at (</w:t>
      </w:r>
      <w:r w:rsidR="00F571E1">
        <w:rPr>
          <w:sz w:val="28"/>
          <w:szCs w:val="28"/>
        </w:rPr>
        <w:t>ST 25</w:t>
      </w:r>
      <w:r w:rsidR="006056E8">
        <w:rPr>
          <w:sz w:val="28"/>
          <w:szCs w:val="28"/>
        </w:rPr>
        <w:t>6</w:t>
      </w:r>
      <w:r w:rsidR="00F571E1">
        <w:rPr>
          <w:sz w:val="28"/>
          <w:szCs w:val="28"/>
        </w:rPr>
        <w:t xml:space="preserve"> 979)</w:t>
      </w:r>
      <w:r w:rsidR="000A7174">
        <w:rPr>
          <w:sz w:val="28"/>
          <w:szCs w:val="28"/>
        </w:rPr>
        <w:t>.</w:t>
      </w:r>
    </w:p>
    <w:p w:rsidR="000A7174" w:rsidRDefault="005F520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South-westwards down steep valley then south-eastwards uphill to Mynydd Maen.</w:t>
      </w:r>
    </w:p>
    <w:p w:rsidR="002A4EBB" w:rsidRDefault="002A4EB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South-eastwards acro</w:t>
      </w:r>
      <w:r w:rsidR="003B5EA4">
        <w:rPr>
          <w:sz w:val="28"/>
          <w:szCs w:val="28"/>
        </w:rPr>
        <w:t xml:space="preserve">ss hill top to path at about </w:t>
      </w:r>
      <w:r w:rsidR="005513D0">
        <w:rPr>
          <w:sz w:val="28"/>
          <w:szCs w:val="28"/>
        </w:rPr>
        <w:t>(</w:t>
      </w:r>
      <w:r w:rsidR="003B5EA4">
        <w:rPr>
          <w:sz w:val="28"/>
          <w:szCs w:val="28"/>
        </w:rPr>
        <w:t>ST 263 979</w:t>
      </w:r>
      <w:r w:rsidR="005513D0">
        <w:rPr>
          <w:sz w:val="28"/>
          <w:szCs w:val="28"/>
        </w:rPr>
        <w:t>)</w:t>
      </w:r>
      <w:r w:rsidR="003B5EA4">
        <w:rPr>
          <w:sz w:val="28"/>
          <w:szCs w:val="28"/>
        </w:rPr>
        <w:t>.</w:t>
      </w:r>
    </w:p>
    <w:p w:rsidR="003B5EA4" w:rsidRDefault="003B5EA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South-west </w:t>
      </w:r>
      <w:r w:rsidR="00F310AD">
        <w:rPr>
          <w:sz w:val="28"/>
          <w:szCs w:val="28"/>
        </w:rPr>
        <w:t>down ridge and along Mynydd Henllys to base of Twmbarlwm.</w:t>
      </w:r>
    </w:p>
    <w:p w:rsidR="00F310AD" w:rsidRPr="00D41216" w:rsidRDefault="00F310A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downhill </w:t>
      </w:r>
      <w:r w:rsidR="00516006">
        <w:rPr>
          <w:sz w:val="28"/>
          <w:szCs w:val="28"/>
        </w:rPr>
        <w:t>to the car park.</w:t>
      </w:r>
    </w:p>
    <w:p w:rsidR="00C37147" w:rsidRPr="002A7AAC" w:rsidRDefault="00C37147" w:rsidP="004969CC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2A7AAC">
        <w:rPr>
          <w:rFonts w:eastAsia="Times New Roman"/>
          <w:b w:val="0"/>
        </w:rPr>
        <w:tab/>
      </w:r>
      <w:r w:rsidR="00565302">
        <w:rPr>
          <w:rFonts w:eastAsia="Times New Roman"/>
          <w:b w:val="0"/>
        </w:rPr>
        <w:t>Cool and</w:t>
      </w:r>
      <w:r w:rsidR="007A3C4E">
        <w:rPr>
          <w:rFonts w:eastAsia="Times New Roman"/>
          <w:b w:val="0"/>
        </w:rPr>
        <w:t xml:space="preserve"> cold at times, overcast most of day</w:t>
      </w:r>
      <w:r w:rsidR="006A546D">
        <w:rPr>
          <w:rFonts w:eastAsia="Times New Roman"/>
          <w:b w:val="0"/>
        </w:rPr>
        <w:t xml:space="preserve"> but bright and very hazy. Very poor views. Light wind </w:t>
      </w:r>
      <w:r w:rsidR="00071BE8">
        <w:rPr>
          <w:rFonts w:eastAsia="Times New Roman"/>
          <w:b w:val="0"/>
        </w:rPr>
        <w:t>(cold) at times.</w:t>
      </w:r>
    </w:p>
    <w:p w:rsidR="00712ABC" w:rsidRPr="00071BE8" w:rsidRDefault="00712ABC" w:rsidP="00071BE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071BE8">
        <w:rPr>
          <w:rFonts w:eastAsia="Times New Roman"/>
          <w:b w:val="0"/>
        </w:rPr>
        <w:tab/>
        <w:t xml:space="preserve">David John, </w:t>
      </w:r>
      <w:r w:rsidR="00A65B74">
        <w:rPr>
          <w:rFonts w:eastAsia="Times New Roman"/>
          <w:b w:val="0"/>
        </w:rPr>
        <w:t xml:space="preserve">Nicholas &amp; Julia Kaye, Gwyn Howells, Sue Davies, Nick &amp; Lizzie Gould, </w:t>
      </w:r>
      <w:r w:rsidR="0043234B">
        <w:rPr>
          <w:rFonts w:eastAsia="Times New Roman"/>
          <w:b w:val="0"/>
        </w:rPr>
        <w:t>Alan Fox, Keith Bennett, Marcus Harling</w:t>
      </w:r>
    </w:p>
    <w:p w:rsidR="00937BF9" w:rsidRPr="001F0C94" w:rsidRDefault="00937BF9" w:rsidP="00B722E7"/>
    <w:sectPr w:rsidR="00937BF9" w:rsidRPr="001F0C94" w:rsidSect="004C31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F57846"/>
    <w:rsid w:val="000239E9"/>
    <w:rsid w:val="00034116"/>
    <w:rsid w:val="000471E5"/>
    <w:rsid w:val="000518BB"/>
    <w:rsid w:val="00071BE8"/>
    <w:rsid w:val="0008166F"/>
    <w:rsid w:val="000A7174"/>
    <w:rsid w:val="000D1346"/>
    <w:rsid w:val="000D1D5D"/>
    <w:rsid w:val="000D497A"/>
    <w:rsid w:val="00107197"/>
    <w:rsid w:val="00190795"/>
    <w:rsid w:val="00191034"/>
    <w:rsid w:val="001F0C94"/>
    <w:rsid w:val="00223FA9"/>
    <w:rsid w:val="00270489"/>
    <w:rsid w:val="00290B8A"/>
    <w:rsid w:val="002A4EBB"/>
    <w:rsid w:val="002A7AAC"/>
    <w:rsid w:val="002C2BD8"/>
    <w:rsid w:val="002C50BE"/>
    <w:rsid w:val="0032739B"/>
    <w:rsid w:val="003554D4"/>
    <w:rsid w:val="003B5EA4"/>
    <w:rsid w:val="003F1084"/>
    <w:rsid w:val="00403691"/>
    <w:rsid w:val="0043234B"/>
    <w:rsid w:val="004969CC"/>
    <w:rsid w:val="004C31E3"/>
    <w:rsid w:val="004D6855"/>
    <w:rsid w:val="004D728B"/>
    <w:rsid w:val="0050465D"/>
    <w:rsid w:val="00507C96"/>
    <w:rsid w:val="00516006"/>
    <w:rsid w:val="00520538"/>
    <w:rsid w:val="005513D0"/>
    <w:rsid w:val="00565302"/>
    <w:rsid w:val="005D3B8B"/>
    <w:rsid w:val="005F5203"/>
    <w:rsid w:val="006056E8"/>
    <w:rsid w:val="00620B86"/>
    <w:rsid w:val="006903EF"/>
    <w:rsid w:val="006A546D"/>
    <w:rsid w:val="006A754F"/>
    <w:rsid w:val="006B47D5"/>
    <w:rsid w:val="00712ABC"/>
    <w:rsid w:val="00726F3D"/>
    <w:rsid w:val="007A3C4E"/>
    <w:rsid w:val="008B4670"/>
    <w:rsid w:val="008C1268"/>
    <w:rsid w:val="0091399A"/>
    <w:rsid w:val="00915FD1"/>
    <w:rsid w:val="00937BF9"/>
    <w:rsid w:val="00952CC0"/>
    <w:rsid w:val="00980973"/>
    <w:rsid w:val="00A65B74"/>
    <w:rsid w:val="00A8531E"/>
    <w:rsid w:val="00B4076A"/>
    <w:rsid w:val="00B722E7"/>
    <w:rsid w:val="00BC358A"/>
    <w:rsid w:val="00BD1766"/>
    <w:rsid w:val="00C25707"/>
    <w:rsid w:val="00C37147"/>
    <w:rsid w:val="00C80C67"/>
    <w:rsid w:val="00CA5BFD"/>
    <w:rsid w:val="00CB3DD5"/>
    <w:rsid w:val="00CD6A92"/>
    <w:rsid w:val="00D17EBD"/>
    <w:rsid w:val="00D41216"/>
    <w:rsid w:val="00D42071"/>
    <w:rsid w:val="00E0139E"/>
    <w:rsid w:val="00E31609"/>
    <w:rsid w:val="00E757B3"/>
    <w:rsid w:val="00E81375"/>
    <w:rsid w:val="00E848CD"/>
    <w:rsid w:val="00EC6D06"/>
    <w:rsid w:val="00F310AD"/>
    <w:rsid w:val="00F571E1"/>
    <w:rsid w:val="00F57846"/>
    <w:rsid w:val="00F90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212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5</cp:revision>
  <dcterms:created xsi:type="dcterms:W3CDTF">2022-12-31T14:12:00Z</dcterms:created>
  <dcterms:modified xsi:type="dcterms:W3CDTF">2023-06-04T19:45:00Z</dcterms:modified>
</cp:coreProperties>
</file>